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C94" w:rsidRDefault="00FB5C94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FB5C94">
        <w:rPr>
          <w:b/>
        </w:rPr>
        <w:t>Science and technology I.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FB5C94" w:rsidRPr="00FB5C94">
        <w:t>Mgr. Sabina Vondráková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Sada:</w:t>
      </w:r>
      <w:r w:rsidR="00C560D6">
        <w:t xml:space="preserve"> 2_Outside home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163029">
        <w:tab/>
      </w:r>
      <w:r w:rsidR="00B2015A">
        <w:t>16</w:t>
      </w:r>
      <w:r w:rsidR="00592F82">
        <w:tab/>
        <w:t>Předmět:</w:t>
      </w:r>
      <w:r w:rsidR="00592F82">
        <w:tab/>
      </w:r>
      <w:r w:rsidR="00467528">
        <w:t>anglický jazyk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FB5C94" w:rsidRDefault="009F6F13" w:rsidP="00FB5C94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FB5C94">
        <w:t>16.11. 2012</w:t>
      </w:r>
      <w:r w:rsidR="00FD0AE2">
        <w:t xml:space="preserve">   </w:t>
      </w:r>
      <w:r>
        <w:t>Třída:</w:t>
      </w:r>
      <w:r w:rsidR="00163029">
        <w:tab/>
      </w:r>
      <w:r w:rsidR="00E462FE">
        <w:t>4.B,4.D, oktáva</w:t>
      </w:r>
      <w:r w:rsidR="00FD0AE2">
        <w:t xml:space="preserve">       </w:t>
      </w:r>
      <w:r>
        <w:t>Ověřující učitel:</w:t>
      </w:r>
      <w:bookmarkStart w:id="0" w:name="Text6"/>
      <w:r w:rsidR="00FD0AE2">
        <w:t xml:space="preserve"> Mgr.</w:t>
      </w:r>
      <w:bookmarkEnd w:id="0"/>
      <w:r w:rsidR="00FD0AE2">
        <w:t xml:space="preserve"> </w:t>
      </w:r>
      <w:r w:rsidR="00FB5C94">
        <w:t>Sabina Vondráková</w:t>
      </w:r>
    </w:p>
    <w:p w:rsidR="00FB5C94" w:rsidRPr="00A6654D" w:rsidRDefault="00FB5C94" w:rsidP="00FB5C94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  <w:rPr>
          <w:sz w:val="16"/>
          <w:szCs w:val="16"/>
        </w:rPr>
      </w:pPr>
    </w:p>
    <w:p w:rsidR="00A6654D" w:rsidRDefault="00FD7258" w:rsidP="00A6654D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  <w:bookmarkStart w:id="1" w:name="Text7"/>
    </w:p>
    <w:p w:rsidR="00A6654D" w:rsidRPr="00A6654D" w:rsidRDefault="00A6654D" w:rsidP="00A6654D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276" w:lineRule="auto"/>
        <w:rPr>
          <w:sz w:val="16"/>
          <w:szCs w:val="16"/>
        </w:rPr>
      </w:pPr>
    </w:p>
    <w:p w:rsidR="00745A98" w:rsidRDefault="00FC3E2F" w:rsidP="00A6654D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276" w:lineRule="auto"/>
      </w:pPr>
      <w:r>
        <w:t xml:space="preserve">procvičení slovní zásoby spojené s tématem, studenti </w:t>
      </w:r>
      <w:r w:rsidR="00FD0AE2">
        <w:t>vyjadřují své myšlenky a názory</w:t>
      </w:r>
      <w:bookmarkStart w:id="2" w:name="_GoBack"/>
      <w:bookmarkEnd w:id="2"/>
      <w:r>
        <w:t xml:space="preserve"> ústní formou</w:t>
      </w:r>
      <w:bookmarkEnd w:id="1"/>
    </w:p>
    <w:p w:rsidR="00A6654D" w:rsidRPr="00FC3E2F" w:rsidRDefault="00A6654D" w:rsidP="00A6654D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276" w:lineRule="auto"/>
        <w:rPr>
          <w:b/>
        </w:rPr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484E3A" w:rsidRDefault="00FC3E2F" w:rsidP="00745A98">
      <w:pPr>
        <w:spacing w:line="360" w:lineRule="auto"/>
      </w:pPr>
      <w:r>
        <w:t>inventions, discoveries, similarities, differences, description</w:t>
      </w:r>
    </w:p>
    <w:p w:rsidR="00A6654D" w:rsidRPr="00A6654D" w:rsidRDefault="00A6654D" w:rsidP="00745A98">
      <w:pPr>
        <w:spacing w:line="360" w:lineRule="auto"/>
        <w:rPr>
          <w:b/>
          <w:sz w:val="16"/>
          <w:szCs w:val="16"/>
        </w:rPr>
      </w:pPr>
    </w:p>
    <w:p w:rsidR="00F73128" w:rsidRPr="00A32F88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444008" w:rsidP="00A6654D">
      <w:pPr>
        <w:spacing w:line="276" w:lineRule="auto"/>
        <w:jc w:val="both"/>
      </w:pPr>
      <w:r>
        <w:t>Uči</w:t>
      </w:r>
      <w:r w:rsidR="00467528">
        <w:t>tel seznámí studenty se slovní zásobou, která je použita</w:t>
      </w:r>
      <w:r>
        <w:t xml:space="preserve"> v prezentaci. Předpokládá se znalost slovní zásoby pro vyjádření názoru, porovnání a popisu. Poté studenti procvičují danou slovní zásobu a samostatný mluvený projev ve dvojici nebo ve skupině.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623F17" w:rsidRDefault="00FC3E2F" w:rsidP="009F6F13">
      <w:pPr>
        <w:rPr>
          <w:color w:val="1F497D" w:themeColor="text2"/>
          <w:u w:val="single"/>
        </w:rPr>
      </w:pPr>
      <w:r>
        <w:t xml:space="preserve">obrázky: mobilní telefon: </w:t>
      </w:r>
      <w:hyperlink r:id="rId8" w:history="1">
        <w:r w:rsidRPr="00FC3E2F">
          <w:rPr>
            <w:rStyle w:val="Hypertextovodkaz"/>
            <w:color w:val="1F497D" w:themeColor="text2"/>
          </w:rPr>
          <w:t>http://cs.wikipedia.com/wiki/Soubor:IBM</w:t>
        </w:r>
      </w:hyperlink>
      <w:r>
        <w:rPr>
          <w:color w:val="1F497D" w:themeColor="text2"/>
          <w:u w:val="single"/>
        </w:rPr>
        <w:t xml:space="preserve"> </w:t>
      </w:r>
      <w:r w:rsidRPr="00FC3E2F">
        <w:rPr>
          <w:color w:val="1F497D" w:themeColor="text2"/>
          <w:u w:val="single"/>
        </w:rPr>
        <w:t>Thinkpad R51.jpg</w:t>
      </w:r>
    </w:p>
    <w:p w:rsidR="00FC3E2F" w:rsidRPr="00FC3E2F" w:rsidRDefault="00FC3E2F" w:rsidP="009F6F13">
      <w:r w:rsidRPr="00FC3E2F">
        <w:t xml:space="preserve">               počítač</w:t>
      </w:r>
      <w:r>
        <w:t xml:space="preserve">: </w:t>
      </w:r>
      <w:hyperlink r:id="rId9" w:history="1">
        <w:r w:rsidRPr="00FC3E2F">
          <w:rPr>
            <w:rStyle w:val="Hypertextovodkaz"/>
            <w:color w:val="1F497D" w:themeColor="text2"/>
          </w:rPr>
          <w:t>http://cs.wikipedia.org/wiki/Soubor:Siemens</w:t>
        </w:r>
      </w:hyperlink>
      <w:r w:rsidRPr="00FC3E2F">
        <w:rPr>
          <w:color w:val="1F497D" w:themeColor="text2"/>
          <w:u w:val="single"/>
        </w:rPr>
        <w:t xml:space="preserve"> mobile phone M65.jpg</w:t>
      </w:r>
    </w:p>
    <w:p w:rsidR="00FC3E2F" w:rsidRDefault="00FC3E2F" w:rsidP="009F6F13"/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Pr="00B121FF" w:rsidRDefault="00A6654D" w:rsidP="009F6F13">
      <w:r>
        <w:t>--</w:t>
      </w:r>
    </w:p>
    <w:sectPr w:rsidR="00623F17" w:rsidRPr="00B121FF" w:rsidSect="00A32F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A4A" w:rsidRDefault="00920A4A">
      <w:r>
        <w:separator/>
      </w:r>
    </w:p>
  </w:endnote>
  <w:endnote w:type="continuationSeparator" w:id="0">
    <w:p w:rsidR="00920A4A" w:rsidRDefault="00920A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DC4" w:rsidRDefault="00D02DC4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DC4" w:rsidRDefault="00D02DC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A4A" w:rsidRDefault="00920A4A">
      <w:r>
        <w:separator/>
      </w:r>
    </w:p>
  </w:footnote>
  <w:footnote w:type="continuationSeparator" w:id="0">
    <w:p w:rsidR="00920A4A" w:rsidRDefault="00920A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DC4" w:rsidRDefault="00D02DC4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Default="00B2015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D02DC4">
      <w:rPr>
        <w:bCs/>
      </w:rPr>
      <w:t>34.</w:t>
    </w:r>
    <w:r>
      <w:rPr>
        <w:bCs/>
      </w:rPr>
      <w:t>0325</w:t>
    </w:r>
  </w:p>
  <w:p w:rsidR="00484E3A" w:rsidRPr="00745A98" w:rsidRDefault="00FD7258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FD7258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4097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DC4" w:rsidRDefault="00D02DC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40C37"/>
    <w:rsid w:val="000547D9"/>
    <w:rsid w:val="00054DFD"/>
    <w:rsid w:val="0008527F"/>
    <w:rsid w:val="000A48C9"/>
    <w:rsid w:val="000B2930"/>
    <w:rsid w:val="000C1FE7"/>
    <w:rsid w:val="000C3E7E"/>
    <w:rsid w:val="000E29CB"/>
    <w:rsid w:val="0010546B"/>
    <w:rsid w:val="00163029"/>
    <w:rsid w:val="001A6A4C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B0297"/>
    <w:rsid w:val="003E4C3B"/>
    <w:rsid w:val="003E63C0"/>
    <w:rsid w:val="003F4DE8"/>
    <w:rsid w:val="0042348A"/>
    <w:rsid w:val="00434610"/>
    <w:rsid w:val="00444008"/>
    <w:rsid w:val="00445D3A"/>
    <w:rsid w:val="004621BF"/>
    <w:rsid w:val="0046688E"/>
    <w:rsid w:val="00467528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3E6A"/>
    <w:rsid w:val="005A62C1"/>
    <w:rsid w:val="005D030A"/>
    <w:rsid w:val="006027CC"/>
    <w:rsid w:val="00617152"/>
    <w:rsid w:val="00623F17"/>
    <w:rsid w:val="006A062F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20A4A"/>
    <w:rsid w:val="00930B79"/>
    <w:rsid w:val="009E736F"/>
    <w:rsid w:val="009F240C"/>
    <w:rsid w:val="009F6F13"/>
    <w:rsid w:val="00A32C1A"/>
    <w:rsid w:val="00A32F88"/>
    <w:rsid w:val="00A6654D"/>
    <w:rsid w:val="00A67905"/>
    <w:rsid w:val="00A739DB"/>
    <w:rsid w:val="00A92398"/>
    <w:rsid w:val="00AE0AB9"/>
    <w:rsid w:val="00B03303"/>
    <w:rsid w:val="00B11E31"/>
    <w:rsid w:val="00B121FF"/>
    <w:rsid w:val="00B2015A"/>
    <w:rsid w:val="00B43D79"/>
    <w:rsid w:val="00B73B73"/>
    <w:rsid w:val="00BA4C26"/>
    <w:rsid w:val="00BC3C15"/>
    <w:rsid w:val="00C067D2"/>
    <w:rsid w:val="00C36394"/>
    <w:rsid w:val="00C4283F"/>
    <w:rsid w:val="00C43F4C"/>
    <w:rsid w:val="00C560D6"/>
    <w:rsid w:val="00C61876"/>
    <w:rsid w:val="00C61B2E"/>
    <w:rsid w:val="00C841AF"/>
    <w:rsid w:val="00CB38DA"/>
    <w:rsid w:val="00CC59E8"/>
    <w:rsid w:val="00CF24A3"/>
    <w:rsid w:val="00D02DC4"/>
    <w:rsid w:val="00D62716"/>
    <w:rsid w:val="00D65D2B"/>
    <w:rsid w:val="00DB726E"/>
    <w:rsid w:val="00E12C07"/>
    <w:rsid w:val="00E462FE"/>
    <w:rsid w:val="00E85A23"/>
    <w:rsid w:val="00E96239"/>
    <w:rsid w:val="00EB152F"/>
    <w:rsid w:val="00EB331B"/>
    <w:rsid w:val="00ED00A5"/>
    <w:rsid w:val="00EE037D"/>
    <w:rsid w:val="00EF27D9"/>
    <w:rsid w:val="00EF7937"/>
    <w:rsid w:val="00F16660"/>
    <w:rsid w:val="00F21BB5"/>
    <w:rsid w:val="00F456CA"/>
    <w:rsid w:val="00F73128"/>
    <w:rsid w:val="00F77E1C"/>
    <w:rsid w:val="00FA168B"/>
    <w:rsid w:val="00FB5C94"/>
    <w:rsid w:val="00FC34AC"/>
    <w:rsid w:val="00FC3E2F"/>
    <w:rsid w:val="00FD0AE2"/>
    <w:rsid w:val="00FD69C2"/>
    <w:rsid w:val="00FD7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FC3E2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FC3E2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0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s.wikipedia.com/wiki/Soubor:IBM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file:///\\wgt\zpravy$\SABLONY_DUMY\POSTUP\Anotace1.docx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cs.wikipedia.org/wiki/Soubor:Siemens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16</TotalTime>
  <Pages>1</Pages>
  <Words>130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1273</CharactersWithSpaces>
  <SharedDoc>false</SharedDoc>
  <HLinks>
    <vt:vector size="6" baseType="variant">
      <vt:variant>
        <vt:i4>5177419</vt:i4>
      </vt:variant>
      <vt:variant>
        <vt:i4>24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12</cp:revision>
  <cp:lastPrinted>1900-12-31T23:00:00Z</cp:lastPrinted>
  <dcterms:created xsi:type="dcterms:W3CDTF">2012-11-19T18:04:00Z</dcterms:created>
  <dcterms:modified xsi:type="dcterms:W3CDTF">2014-05-05T11:50:00Z</dcterms:modified>
</cp:coreProperties>
</file>