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8C4" w:rsidRDefault="001158C4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proofErr w:type="spellStart"/>
      <w:r w:rsidR="000851F7">
        <w:rPr>
          <w:b/>
        </w:rPr>
        <w:t>Canada</w:t>
      </w:r>
      <w:proofErr w:type="spellEnd"/>
      <w:r w:rsidR="00C61594">
        <w:rPr>
          <w:b/>
        </w:rPr>
        <w:t xml:space="preserve"> – </w:t>
      </w:r>
      <w:proofErr w:type="spellStart"/>
      <w:r w:rsidR="00F17767">
        <w:rPr>
          <w:b/>
        </w:rPr>
        <w:t>History</w:t>
      </w:r>
      <w:proofErr w:type="spellEnd"/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C61594" w:rsidRPr="00F0607E">
        <w:t>Mgr. Magdalena Bušová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C61594">
        <w:t>3_</w:t>
      </w:r>
      <w:proofErr w:type="spellStart"/>
      <w:r w:rsidR="00C61594">
        <w:t>Global</w:t>
      </w:r>
      <w:proofErr w:type="spellEnd"/>
      <w:r w:rsidR="00C61594">
        <w:t xml:space="preserve"> </w:t>
      </w:r>
      <w:proofErr w:type="spellStart"/>
      <w:r w:rsidR="00C61594">
        <w:t>Issues</w:t>
      </w:r>
      <w:proofErr w:type="spellEnd"/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F17767">
        <w:t xml:space="preserve">10  </w:t>
      </w:r>
      <w:r w:rsidR="00592F82">
        <w:tab/>
        <w:t>Předmět:</w:t>
      </w:r>
      <w:r w:rsidR="00592F82">
        <w:tab/>
      </w:r>
      <w:r w:rsidR="00C61594">
        <w:t xml:space="preserve">anglický jazyk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B67DB6">
        <w:t>4</w:t>
      </w:r>
      <w:r w:rsidR="00C61594">
        <w:t>.6.2013</w:t>
      </w:r>
      <w:proofErr w:type="gramEnd"/>
      <w:r w:rsidR="00252E3F">
        <w:tab/>
      </w:r>
      <w:r>
        <w:t>Třída:</w:t>
      </w:r>
      <w:r w:rsidR="00163029">
        <w:tab/>
      </w:r>
      <w:r w:rsidR="00252E3F">
        <w:t>1.C</w:t>
      </w:r>
      <w:r w:rsidR="00A948AA">
        <w:t xml:space="preserve">            </w:t>
      </w:r>
      <w:r>
        <w:t>Ověřující učitel:</w:t>
      </w:r>
      <w:r w:rsidR="00A948AA">
        <w:t xml:space="preserve"> </w:t>
      </w:r>
      <w:r w:rsidR="00252E3F">
        <w:t xml:space="preserve">Mgr. Magdalena </w:t>
      </w:r>
      <w:proofErr w:type="spellStart"/>
      <w:r w:rsidR="00F0607E">
        <w:t>Bušov</w:t>
      </w:r>
      <w:proofErr w:type="spellEnd"/>
      <w:r w:rsidR="00252E3F">
        <w:tab/>
      </w:r>
      <w:r w:rsidR="0017092C">
        <w:t>á</w:t>
      </w:r>
      <w:r w:rsidR="00252E3F">
        <w:tab/>
      </w:r>
      <w:r w:rsidR="00252E3F">
        <w:tab/>
      </w:r>
      <w:r w:rsidR="00252E3F">
        <w:tab/>
      </w:r>
      <w:r w:rsidR="00252E3F">
        <w:tab/>
      </w:r>
      <w:r w:rsidR="00252E3F">
        <w:tab/>
        <w:t xml:space="preserve"> </w:t>
      </w:r>
    </w:p>
    <w:bookmarkStart w:id="0" w:name="_GoBack"/>
    <w:bookmarkEnd w:id="0"/>
    <w:p w:rsidR="00163029" w:rsidRPr="00501C29" w:rsidRDefault="00322245" w:rsidP="00163029">
      <w:pPr>
        <w:spacing w:before="240" w:line="360" w:lineRule="auto"/>
        <w:rPr>
          <w:b/>
        </w:rPr>
      </w:pPr>
      <w:r w:rsidRPr="00322245">
        <w:fldChar w:fldCharType="begin"/>
      </w:r>
      <w:r w:rsidR="00127325">
        <w:instrText xml:space="preserve"> HYPERLINK "file:///\\\\wgt\\zpravy$\\SABLONY_DUMY\\POSTUP\\Anotace1.docx" </w:instrText>
      </w:r>
      <w:r w:rsidRPr="00322245">
        <w:fldChar w:fldCharType="separate"/>
      </w:r>
      <w:r w:rsidR="00163029" w:rsidRPr="00501C29">
        <w:rPr>
          <w:rStyle w:val="Hypertextovodkaz"/>
          <w:b/>
          <w:color w:val="auto"/>
          <w:u w:val="none"/>
        </w:rPr>
        <w:t>Anotace materiálu:</w:t>
      </w:r>
      <w:r>
        <w:rPr>
          <w:rStyle w:val="Hypertextovodkaz"/>
          <w:b/>
          <w:color w:val="auto"/>
          <w:u w:val="none"/>
        </w:rPr>
        <w:fldChar w:fldCharType="end"/>
      </w:r>
    </w:p>
    <w:p w:rsidR="00745A98" w:rsidRDefault="00C61594" w:rsidP="00745A98">
      <w:bookmarkStart w:id="1" w:name="Text7"/>
      <w:r>
        <w:t xml:space="preserve">Aktivita seznamující </w:t>
      </w:r>
      <w:r w:rsidR="00F17767">
        <w:t>žáky</w:t>
      </w:r>
      <w:r>
        <w:t xml:space="preserve"> s některými zajímavými </w:t>
      </w:r>
      <w:bookmarkEnd w:id="1"/>
      <w:r w:rsidR="00F17767">
        <w:t>okolnostmi kanadské historie</w:t>
      </w:r>
    </w:p>
    <w:p w:rsidR="0017092C" w:rsidRDefault="0017092C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F17767" w:rsidRPr="00F17767" w:rsidRDefault="00F17767" w:rsidP="00745A98">
      <w:pPr>
        <w:spacing w:line="360" w:lineRule="auto"/>
      </w:pPr>
      <w:proofErr w:type="spellStart"/>
      <w:r w:rsidRPr="00F17767">
        <w:t>Aboriginal</w:t>
      </w:r>
      <w:proofErr w:type="spellEnd"/>
      <w:r w:rsidRPr="00F17767">
        <w:t xml:space="preserve"> </w:t>
      </w:r>
      <w:proofErr w:type="spellStart"/>
      <w:r w:rsidRPr="00F17767">
        <w:t>peoples</w:t>
      </w:r>
      <w:proofErr w:type="spellEnd"/>
      <w:r w:rsidRPr="00F17767">
        <w:t>,</w:t>
      </w:r>
      <w:r>
        <w:t xml:space="preserve"> </w:t>
      </w:r>
      <w:proofErr w:type="spellStart"/>
      <w:r>
        <w:t>human</w:t>
      </w:r>
      <w:proofErr w:type="spellEnd"/>
      <w:r>
        <w:t xml:space="preserve">, region, </w:t>
      </w:r>
      <w:proofErr w:type="spellStart"/>
      <w:r>
        <w:t>explore</w:t>
      </w:r>
      <w:proofErr w:type="spellEnd"/>
      <w:r>
        <w:t xml:space="preserve">, </w:t>
      </w:r>
      <w:proofErr w:type="spellStart"/>
      <w:r>
        <w:t>explorer</w:t>
      </w:r>
      <w:proofErr w:type="spellEnd"/>
      <w:r>
        <w:t xml:space="preserve">, drive in, </w:t>
      </w:r>
      <w:proofErr w:type="spellStart"/>
      <w:r>
        <w:t>Inuit</w:t>
      </w:r>
      <w:proofErr w:type="spellEnd"/>
      <w:r>
        <w:t xml:space="preserve">, </w:t>
      </w:r>
      <w:proofErr w:type="spellStart"/>
      <w:r>
        <w:t>settle</w:t>
      </w:r>
      <w:proofErr w:type="spellEnd"/>
      <w:r>
        <w:t xml:space="preserve">, </w:t>
      </w:r>
      <w:proofErr w:type="spellStart"/>
      <w:r>
        <w:t>settler</w:t>
      </w:r>
      <w:proofErr w:type="spellEnd"/>
      <w:r>
        <w:t xml:space="preserve">, </w:t>
      </w:r>
      <w:proofErr w:type="spellStart"/>
      <w:r>
        <w:t>colonization</w:t>
      </w:r>
      <w:proofErr w:type="spellEnd"/>
      <w:r>
        <w:t xml:space="preserve">, </w:t>
      </w:r>
      <w:proofErr w:type="spellStart"/>
      <w:r>
        <w:t>war</w:t>
      </w:r>
      <w:proofErr w:type="spellEnd"/>
      <w:r>
        <w:t xml:space="preserve">, </w:t>
      </w:r>
      <w:proofErr w:type="spellStart"/>
      <w:r>
        <w:t>maple</w:t>
      </w:r>
      <w:proofErr w:type="spellEnd"/>
      <w:r>
        <w:t xml:space="preserve"> </w:t>
      </w:r>
      <w:proofErr w:type="spellStart"/>
      <w:r>
        <w:t>leaf</w:t>
      </w:r>
      <w:proofErr w:type="spellEnd"/>
      <w:r>
        <w:t>, flag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3354B" w:rsidRDefault="0073354B" w:rsidP="0073354B">
      <w:pPr>
        <w:numPr>
          <w:ilvl w:val="0"/>
          <w:numId w:val="10"/>
        </w:numPr>
      </w:pPr>
      <w:r>
        <w:t xml:space="preserve">Učitel formou prezentace seznámí žáky s některými </w:t>
      </w:r>
      <w:r w:rsidR="00F17767">
        <w:t>historickými událostmi</w:t>
      </w:r>
      <w:r>
        <w:t xml:space="preserve"> </w:t>
      </w:r>
      <w:r w:rsidR="00F17767">
        <w:t xml:space="preserve">a osobnostmi </w:t>
      </w:r>
      <w:r w:rsidR="000851F7">
        <w:t>Kanady.</w:t>
      </w:r>
    </w:p>
    <w:p w:rsidR="0073354B" w:rsidRPr="0066651A" w:rsidRDefault="0073354B" w:rsidP="0073354B">
      <w:pPr>
        <w:numPr>
          <w:ilvl w:val="0"/>
          <w:numId w:val="10"/>
        </w:numPr>
      </w:pPr>
      <w:r>
        <w:t xml:space="preserve">Zeptá se, </w:t>
      </w:r>
      <w:r w:rsidR="0066651A">
        <w:t>jaké současné osobnosti společenského a politického života znají</w:t>
      </w:r>
      <w:r w:rsidR="00972EBB">
        <w:t>.</w:t>
      </w:r>
    </w:p>
    <w:p w:rsidR="00E272CB" w:rsidRDefault="0073354B" w:rsidP="000851F7">
      <w:pPr>
        <w:numPr>
          <w:ilvl w:val="0"/>
          <w:numId w:val="10"/>
        </w:numPr>
      </w:pPr>
      <w:r w:rsidRPr="0066651A">
        <w:t>Zadá úkol</w:t>
      </w:r>
      <w:r w:rsidR="000851F7" w:rsidRPr="0066651A">
        <w:t xml:space="preserve">: </w:t>
      </w:r>
      <w:r w:rsidR="00E272CB" w:rsidRPr="0066651A">
        <w:t>Žáci si připraví</w:t>
      </w:r>
      <w:r w:rsidR="00E272CB">
        <w:t xml:space="preserve"> </w:t>
      </w:r>
      <w:r w:rsidR="0066651A">
        <w:t>shrnutí historických událostí v tříminutovém ústním projevu.</w:t>
      </w:r>
      <w:r w:rsidR="00E272CB">
        <w:t xml:space="preserve"> </w:t>
      </w:r>
    </w:p>
    <w:p w:rsidR="00B67DB6" w:rsidRDefault="000851F7" w:rsidP="0066651A">
      <w:pPr>
        <w:ind w:left="1418"/>
      </w:pPr>
      <w:r>
        <w:t xml:space="preserve">      </w:t>
      </w:r>
      <w:r w:rsidR="00E272CB">
        <w:t xml:space="preserve"> 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05C86" w:rsidRPr="00605C86" w:rsidRDefault="00322245" w:rsidP="00605C86">
      <w:hyperlink r:id="rId8" w:history="1">
        <w:r w:rsidR="00605C86" w:rsidRPr="00605C86">
          <w:rPr>
            <w:rStyle w:val="Hypertextovodkaz"/>
            <w:color w:val="auto"/>
          </w:rPr>
          <w:t>http://en.wikipedia.org/wiki/Canada</w:t>
        </w:r>
      </w:hyperlink>
    </w:p>
    <w:p w:rsidR="00605C86" w:rsidRPr="00605C86" w:rsidRDefault="00322245" w:rsidP="00605C86">
      <w:hyperlink r:id="rId9" w:history="1">
        <w:r w:rsidR="00605C86" w:rsidRPr="00605C86">
          <w:rPr>
            <w:rStyle w:val="Hypertextovodkaz"/>
            <w:color w:val="auto"/>
          </w:rPr>
          <w:t>http://commons.wikimedia.org/wiki/File:Canadian_Aboriginal_Festival.jpg</w:t>
        </w:r>
      </w:hyperlink>
    </w:p>
    <w:p w:rsidR="00605C86" w:rsidRPr="00605C86" w:rsidRDefault="00322245" w:rsidP="00605C86">
      <w:hyperlink r:id="rId10" w:history="1">
        <w:r w:rsidR="00605C86" w:rsidRPr="00605C86">
          <w:rPr>
            <w:rStyle w:val="Hypertextovodkaz"/>
            <w:color w:val="auto"/>
          </w:rPr>
          <w:t>http://commons.wikimedia.org/wiki/File:Canadian_Flag_Blowing_In_The_Wind.jpg</w:t>
        </w:r>
      </w:hyperlink>
    </w:p>
    <w:p w:rsidR="00605C86" w:rsidRDefault="00605C86" w:rsidP="00956305">
      <w:pPr>
        <w:rPr>
          <w:b/>
        </w:rPr>
      </w:pPr>
    </w:p>
    <w:p w:rsidR="00623F17" w:rsidRPr="001C23C8" w:rsidRDefault="00623F17" w:rsidP="00956305">
      <w:pPr>
        <w:rPr>
          <w:b/>
          <w:color w:val="215868" w:themeColor="accent5" w:themeShade="80"/>
        </w:rPr>
      </w:pPr>
      <w:r w:rsidRPr="00EB331B">
        <w:rPr>
          <w:b/>
        </w:rPr>
        <w:t xml:space="preserve">Poznámka: </w:t>
      </w:r>
    </w:p>
    <w:p w:rsidR="00956305" w:rsidRPr="00EB331B" w:rsidRDefault="00956305" w:rsidP="00956305">
      <w:pPr>
        <w:rPr>
          <w:b/>
        </w:rPr>
      </w:pPr>
    </w:p>
    <w:p w:rsidR="00956305" w:rsidRDefault="00956305" w:rsidP="00956305">
      <w:pPr>
        <w:spacing w:line="276" w:lineRule="auto"/>
      </w:pPr>
      <w:r w:rsidRPr="001C69D2">
        <w:t>Časová náročnost materiálu: 1</w:t>
      </w:r>
      <w:r w:rsidR="0066651A">
        <w:t>0</w:t>
      </w:r>
      <w:r w:rsidRPr="001C69D2">
        <w:t xml:space="preserve"> minut</w:t>
      </w:r>
      <w:r w:rsidR="00FA77F8">
        <w:t xml:space="preserve"> + </w:t>
      </w:r>
      <w:r w:rsidR="0066651A">
        <w:t>5 min. shrnutí</w:t>
      </w:r>
    </w:p>
    <w:p w:rsidR="001C23C8" w:rsidRDefault="00E019C8" w:rsidP="00956305">
      <w:pPr>
        <w:spacing w:line="276" w:lineRule="auto"/>
      </w:pPr>
      <w:r>
        <w:lastRenderedPageBreak/>
        <w:t xml:space="preserve">Cílová </w:t>
      </w:r>
      <w:proofErr w:type="gramStart"/>
      <w:r>
        <w:t>skupina:1.-</w:t>
      </w:r>
      <w:r w:rsidR="0017092C">
        <w:t xml:space="preserve"> </w:t>
      </w:r>
      <w:r>
        <w:t>3. ročník</w:t>
      </w:r>
      <w:proofErr w:type="gramEnd"/>
    </w:p>
    <w:p w:rsidR="00623F17" w:rsidRDefault="00956305" w:rsidP="0017092C">
      <w:pPr>
        <w:spacing w:line="276" w:lineRule="auto"/>
        <w:jc w:val="both"/>
      </w:pPr>
      <w:r>
        <w:t xml:space="preserve">Aktivita splnila očekávání a </w:t>
      </w:r>
      <w:r w:rsidR="00FA77F8">
        <w:t>žáci</w:t>
      </w:r>
      <w:r>
        <w:t xml:space="preserve"> se seznámili s</w:t>
      </w:r>
      <w:r w:rsidR="00FA77F8">
        <w:t xml:space="preserve"> některými zajímavými </w:t>
      </w:r>
      <w:r w:rsidR="0066651A">
        <w:t xml:space="preserve">historickými událostmi </w:t>
      </w:r>
      <w:r w:rsidR="003D40AE">
        <w:t>Kanady</w:t>
      </w:r>
      <w:r w:rsidR="0066651A">
        <w:t xml:space="preserve">. </w:t>
      </w:r>
      <w:r w:rsidR="00FA77F8">
        <w:t>Prostřednictvím zadaného úkolu se nauč</w:t>
      </w:r>
      <w:r w:rsidR="0066651A">
        <w:t>ili vybrat podstatné informace a uvědomili si souvislost mezi historickými i současnými okamžiky ve vývoji amerického a evropského kontinentu.</w:t>
      </w:r>
      <w:r w:rsidR="00FA77F8">
        <w:t xml:space="preserve"> </w:t>
      </w:r>
    </w:p>
    <w:p w:rsidR="00623F17" w:rsidRPr="00B121FF" w:rsidRDefault="00623F17" w:rsidP="0017092C">
      <w:pPr>
        <w:spacing w:line="276" w:lineRule="auto"/>
        <w:jc w:val="both"/>
      </w:pPr>
    </w:p>
    <w:sectPr w:rsidR="00623F17" w:rsidRPr="00B121FF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325" w:rsidRDefault="00127325">
      <w:r>
        <w:separator/>
      </w:r>
    </w:p>
  </w:endnote>
  <w:endnote w:type="continuationSeparator" w:id="0">
    <w:p w:rsidR="00127325" w:rsidRDefault="00127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82" w:rsidRDefault="0085088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322245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322245">
      <w:rPr>
        <w:rStyle w:val="slostrnky"/>
        <w:b/>
        <w:bCs/>
      </w:rPr>
      <w:fldChar w:fldCharType="separate"/>
    </w:r>
    <w:r w:rsidR="00850882">
      <w:rPr>
        <w:rStyle w:val="slostrnky"/>
        <w:b/>
        <w:bCs/>
        <w:noProof/>
      </w:rPr>
      <w:t>1</w:t>
    </w:r>
    <w:r w:rsidR="00322245">
      <w:rPr>
        <w:rStyle w:val="slostrnky"/>
        <w:b/>
        <w:bCs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82" w:rsidRDefault="0085088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325" w:rsidRDefault="00127325">
      <w:r>
        <w:separator/>
      </w:r>
    </w:p>
  </w:footnote>
  <w:footnote w:type="continuationSeparator" w:id="0">
    <w:p w:rsidR="00127325" w:rsidRDefault="001273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82" w:rsidRDefault="0085088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D3769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50882">
      <w:rPr>
        <w:bCs/>
      </w:rPr>
      <w:t>34.</w:t>
    </w:r>
    <w:r>
      <w:rPr>
        <w:bCs/>
      </w:rPr>
      <w:t>0325</w:t>
    </w:r>
  </w:p>
  <w:p w:rsidR="00356EB4" w:rsidRPr="00745A98" w:rsidRDefault="0032224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32224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 xml:space="preserve">Gymnázium </w:t>
    </w:r>
    <w:proofErr w:type="spellStart"/>
    <w:r w:rsidR="00356EB4">
      <w:rPr>
        <w:bCs/>
      </w:rPr>
      <w:t>Pierra</w:t>
    </w:r>
    <w:proofErr w:type="spellEnd"/>
    <w:r w:rsidR="00356EB4">
      <w:rPr>
        <w:bCs/>
      </w:rPr>
      <w:t xml:space="preserve">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882" w:rsidRDefault="0085088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05972A3"/>
    <w:multiLevelType w:val="hybridMultilevel"/>
    <w:tmpl w:val="39EEB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851F7"/>
    <w:rsid w:val="000A48C9"/>
    <w:rsid w:val="000B2930"/>
    <w:rsid w:val="000C1FE7"/>
    <w:rsid w:val="000C3E7E"/>
    <w:rsid w:val="000E29CB"/>
    <w:rsid w:val="0010546B"/>
    <w:rsid w:val="001158C4"/>
    <w:rsid w:val="00127325"/>
    <w:rsid w:val="00163029"/>
    <w:rsid w:val="0017092C"/>
    <w:rsid w:val="001A6A4C"/>
    <w:rsid w:val="001C23C8"/>
    <w:rsid w:val="001F1A08"/>
    <w:rsid w:val="002267CF"/>
    <w:rsid w:val="00232FB1"/>
    <w:rsid w:val="00252E3F"/>
    <w:rsid w:val="0028489E"/>
    <w:rsid w:val="00290C19"/>
    <w:rsid w:val="00297870"/>
    <w:rsid w:val="002A290B"/>
    <w:rsid w:val="002A5BAC"/>
    <w:rsid w:val="00315130"/>
    <w:rsid w:val="00322245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D40AE"/>
    <w:rsid w:val="003E4C3B"/>
    <w:rsid w:val="003E63C0"/>
    <w:rsid w:val="003F0A9F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877B7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05C86"/>
    <w:rsid w:val="00623F17"/>
    <w:rsid w:val="0066651A"/>
    <w:rsid w:val="006A718D"/>
    <w:rsid w:val="006E792F"/>
    <w:rsid w:val="00700E72"/>
    <w:rsid w:val="00721A4A"/>
    <w:rsid w:val="0073354B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0882"/>
    <w:rsid w:val="008725F1"/>
    <w:rsid w:val="008B5602"/>
    <w:rsid w:val="008F1D94"/>
    <w:rsid w:val="009178A2"/>
    <w:rsid w:val="00930B79"/>
    <w:rsid w:val="00956305"/>
    <w:rsid w:val="00972EBB"/>
    <w:rsid w:val="009851AE"/>
    <w:rsid w:val="009E6D09"/>
    <w:rsid w:val="009E736F"/>
    <w:rsid w:val="009F240C"/>
    <w:rsid w:val="009F6F13"/>
    <w:rsid w:val="00A32C1A"/>
    <w:rsid w:val="00A32F88"/>
    <w:rsid w:val="00A55119"/>
    <w:rsid w:val="00A67905"/>
    <w:rsid w:val="00A739DB"/>
    <w:rsid w:val="00A92398"/>
    <w:rsid w:val="00A948AA"/>
    <w:rsid w:val="00AE0AB9"/>
    <w:rsid w:val="00B03303"/>
    <w:rsid w:val="00B0784A"/>
    <w:rsid w:val="00B11E31"/>
    <w:rsid w:val="00B121FF"/>
    <w:rsid w:val="00B43D79"/>
    <w:rsid w:val="00B60D91"/>
    <w:rsid w:val="00B67DB6"/>
    <w:rsid w:val="00B73B73"/>
    <w:rsid w:val="00BA4C26"/>
    <w:rsid w:val="00BC3C15"/>
    <w:rsid w:val="00C067D2"/>
    <w:rsid w:val="00C36394"/>
    <w:rsid w:val="00C43F4C"/>
    <w:rsid w:val="00C61594"/>
    <w:rsid w:val="00C61876"/>
    <w:rsid w:val="00C61B2E"/>
    <w:rsid w:val="00C841AF"/>
    <w:rsid w:val="00CB38DA"/>
    <w:rsid w:val="00CC59E8"/>
    <w:rsid w:val="00CF24A3"/>
    <w:rsid w:val="00D3769A"/>
    <w:rsid w:val="00D56ACA"/>
    <w:rsid w:val="00D62716"/>
    <w:rsid w:val="00D65D2B"/>
    <w:rsid w:val="00D71DC7"/>
    <w:rsid w:val="00DB726E"/>
    <w:rsid w:val="00E019C8"/>
    <w:rsid w:val="00E12C07"/>
    <w:rsid w:val="00E272CB"/>
    <w:rsid w:val="00E85A23"/>
    <w:rsid w:val="00E96239"/>
    <w:rsid w:val="00EB152F"/>
    <w:rsid w:val="00EB331B"/>
    <w:rsid w:val="00ED00A5"/>
    <w:rsid w:val="00EE037D"/>
    <w:rsid w:val="00EF7937"/>
    <w:rsid w:val="00F0607E"/>
    <w:rsid w:val="00F16660"/>
    <w:rsid w:val="00F17767"/>
    <w:rsid w:val="00F21BB5"/>
    <w:rsid w:val="00F456CA"/>
    <w:rsid w:val="00F73128"/>
    <w:rsid w:val="00F77E1C"/>
    <w:rsid w:val="00F811A9"/>
    <w:rsid w:val="00FA168B"/>
    <w:rsid w:val="00FA77F8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anad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ommons.wikimedia.org/wiki/File:Canadian_Flag_Blowing_In_The_Wind.jpg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commons.wikimedia.org/wiki/File:Canadian_Aboriginal_Festival.jp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8AE2E-D1A8-483C-B327-CB921FC8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62</TotalTime>
  <Pages>2</Pages>
  <Words>173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1806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15</cp:revision>
  <cp:lastPrinted>2013-06-05T10:36:00Z</cp:lastPrinted>
  <dcterms:created xsi:type="dcterms:W3CDTF">2013-06-05T09:50:00Z</dcterms:created>
  <dcterms:modified xsi:type="dcterms:W3CDTF">2014-05-05T12:38:00Z</dcterms:modified>
</cp:coreProperties>
</file>