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884BF7" w:rsidRDefault="009F6F13" w:rsidP="00884BF7">
      <w:pPr>
        <w:autoSpaceDE w:val="0"/>
        <w:autoSpaceDN w:val="0"/>
        <w:adjustRightInd w:val="0"/>
        <w:rPr>
          <w:rFonts w:ascii="Arial" w:hAnsi="Arial" w:cs="Arial"/>
          <w:color w:val="000000"/>
          <w:sz w:val="32"/>
          <w:szCs w:val="32"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1E295E">
        <w:rPr>
          <w:b/>
        </w:rPr>
        <w:t>Krycí pletiva</w:t>
      </w:r>
    </w:p>
    <w:p w:rsidR="009F6F13" w:rsidRPr="00884BF7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  <w:sz w:val="16"/>
          <w:szCs w:val="16"/>
        </w:rPr>
      </w:pP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D2E0A">
        <w:rPr>
          <w:b/>
        </w:rPr>
        <w:t>Mgr. Pavla Trčková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2D2E0A" w:rsidRDefault="009F6F13" w:rsidP="002D2E0A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D655C8">
        <w:t xml:space="preserve">: </w:t>
      </w:r>
      <w:r w:rsidR="00B62734">
        <w:t>1</w:t>
      </w:r>
      <w:r w:rsidR="00D655C8">
        <w:softHyphen/>
      </w:r>
      <w:r w:rsidR="00D655C8">
        <w:softHyphen/>
        <w:t>_</w:t>
      </w:r>
      <w:r w:rsidR="00D655C8" w:rsidRPr="00D655C8">
        <w:t xml:space="preserve"> </w:t>
      </w:r>
      <w:r w:rsidR="00D655C8" w:rsidRPr="002D2E0A">
        <w:t>Biologie nebun</w:t>
      </w:r>
      <w:r w:rsidR="00D655C8">
        <w:t xml:space="preserve">ěčných, prokaryot, rostlin a hub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D655C8">
        <w:t xml:space="preserve"> </w:t>
      </w:r>
      <w:r w:rsidR="001E295E">
        <w:t>05</w:t>
      </w:r>
      <w:r w:rsidR="00D655C8">
        <w:t xml:space="preserve">       </w:t>
      </w:r>
      <w:r w:rsidR="00592F82">
        <w:t>Předmět:</w:t>
      </w:r>
      <w:r w:rsidR="00592F82">
        <w:tab/>
      </w:r>
      <w:r w:rsidR="0004186D">
        <w:t>b</w:t>
      </w:r>
      <w:bookmarkStart w:id="0" w:name="_GoBack"/>
      <w:bookmarkEnd w:id="0"/>
      <w:r w:rsidR="002D2E0A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884BF7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  <w:ind w:right="-218"/>
      </w:pPr>
      <w:r>
        <w:t>Datum ověření:</w:t>
      </w:r>
      <w:r>
        <w:tab/>
      </w:r>
      <w:r w:rsidR="00884BF7">
        <w:t>1. 11</w:t>
      </w:r>
      <w:r w:rsidR="00D32D22">
        <w:t xml:space="preserve"> 2013</w:t>
      </w:r>
      <w:r w:rsidR="00163029">
        <w:tab/>
      </w:r>
      <w:r>
        <w:t>Třída:</w:t>
      </w:r>
      <w:r w:rsidR="00163029">
        <w:tab/>
      </w:r>
      <w:r w:rsidR="00D655C8">
        <w:t>MBB – 4. r</w:t>
      </w:r>
      <w:r w:rsidR="00884BF7">
        <w:t>oč.</w:t>
      </w:r>
      <w:r>
        <w:tab/>
        <w:t>Ověřující učitel:</w:t>
      </w:r>
      <w:r w:rsidR="002D2E0A">
        <w:t xml:space="preserve"> Mgr. </w:t>
      </w:r>
      <w:r w:rsidR="00884BF7">
        <w:t>H. Chotovinská</w:t>
      </w:r>
    </w:p>
    <w:p w:rsidR="00163029" w:rsidRPr="00501C29" w:rsidRDefault="002E4A23" w:rsidP="00163029">
      <w:pPr>
        <w:spacing w:before="240" w:line="360" w:lineRule="auto"/>
        <w:rPr>
          <w:b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884BF7" w:rsidP="00745A98">
      <w:r>
        <w:t>Problematika morfologie rostlin v návaznosti na praktické cvičení.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484E3A" w:rsidRDefault="00884BF7" w:rsidP="002121CB">
      <w:pPr>
        <w:pStyle w:val="Bezmezer"/>
        <w:rPr>
          <w:b/>
        </w:rPr>
      </w:pPr>
      <w:r w:rsidRPr="002121CB">
        <w:t xml:space="preserve">Pletiva, </w:t>
      </w:r>
      <w:r w:rsidR="001E295E" w:rsidRPr="002121CB">
        <w:t>epidermis, rhizodermis, průduchy typu Amaryllis, průduchy typu Gramineae, trichomy,</w:t>
      </w:r>
      <w:r w:rsidR="001E295E">
        <w:t xml:space="preserve"> </w:t>
      </w:r>
      <w:r w:rsidR="002121CB">
        <w:t>průduchové aparáty, krycí</w:t>
      </w:r>
      <w:r w:rsidR="001E295E">
        <w:t xml:space="preserve"> trichomy, žah</w:t>
      </w:r>
      <w:r w:rsidR="002121CB">
        <w:t>avé trichomy, žláznaté trichomy, jednoděložné rostliny, dvouděložné rostliny.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0E29DF" w:rsidRDefault="005F7209" w:rsidP="009F6F13">
      <w:r>
        <w:t xml:space="preserve">Materiál je určen pro </w:t>
      </w:r>
      <w:r w:rsidR="00B62734">
        <w:t>seznámení s </w:t>
      </w:r>
      <w:r w:rsidR="002121CB">
        <w:t>krycími</w:t>
      </w:r>
      <w:r w:rsidR="00B62734">
        <w:t xml:space="preserve"> pletivy – představuje </w:t>
      </w:r>
      <w:r w:rsidR="002121CB">
        <w:t>pokožku a její deriváty.</w:t>
      </w:r>
      <w:r w:rsidR="00884BF7">
        <w:t xml:space="preserve"> </w:t>
      </w:r>
      <w:r w:rsidR="002121CB">
        <w:t>Součástí úlohy je</w:t>
      </w:r>
      <w:r w:rsidR="00884BF7">
        <w:t xml:space="preserve"> práce s mikroskopem, při níž žáci ve vlastnoručně vytvořených preparátech </w:t>
      </w:r>
      <w:r w:rsidR="002121CB">
        <w:t>poznávají, zakreslují a popisují objekty (pokožku, průduchy, trichomy)</w:t>
      </w:r>
      <w:r w:rsidR="00884BF7">
        <w:t xml:space="preserve">, s nimiž se v úloze teoreticky seznámili. </w:t>
      </w:r>
      <w:r w:rsidR="000E29DF">
        <w:t>Pro žáky jsou připraveny pracovní listy.</w:t>
      </w:r>
    </w:p>
    <w:p w:rsidR="000E29DF" w:rsidRDefault="000E29DF" w:rsidP="009F6F13"/>
    <w:p w:rsidR="00745A98" w:rsidRDefault="00D32D22" w:rsidP="009F6F13">
      <w:r>
        <w:t xml:space="preserve">K užití je materiál vhodný </w:t>
      </w:r>
      <w:r w:rsidR="00884BF7">
        <w:t>v prvním ročníku v rámci praktického cvičení z morfologie rostlin, nebo ve volitelných předmětech (3. popř. 4. ročníku) pro opakování</w:t>
      </w:r>
      <w:r w:rsidR="000E29DF">
        <w:t>.</w:t>
      </w: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884BF7" w:rsidRPr="00884BF7" w:rsidRDefault="00884BF7" w:rsidP="00884BF7">
      <w:r w:rsidRPr="00884BF7">
        <w:t>Zdroj fotografií: Databáze úloh pro mikroskopická praktika: http://mikrosvet.mimoni.cz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D32D22" w:rsidP="00623F17">
      <w:r>
        <w:t xml:space="preserve">Časový prostor pro využití materiálu - </w:t>
      </w:r>
      <w:r w:rsidR="007A06C6">
        <w:t xml:space="preserve"> cca </w:t>
      </w:r>
      <w:r w:rsidR="00884BF7">
        <w:t>1 vyučovací hodina (45</w:t>
      </w:r>
      <w:r w:rsidR="007A06C6">
        <w:t xml:space="preserve"> minut</w:t>
      </w:r>
      <w:r w:rsidR="00884BF7">
        <w:t>)</w:t>
      </w:r>
      <w:r w:rsidR="007A06C6">
        <w:t>.</w:t>
      </w:r>
    </w:p>
    <w:p w:rsidR="00623F17" w:rsidRPr="00B121FF" w:rsidRDefault="00623F17" w:rsidP="009F6F13"/>
    <w:sectPr w:rsidR="00623F17" w:rsidRPr="00B121FF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BCC" w:rsidRDefault="00B82BCC">
      <w:r>
        <w:separator/>
      </w:r>
    </w:p>
  </w:endnote>
  <w:endnote w:type="continuationSeparator" w:id="0">
    <w:p w:rsidR="00B82BCC" w:rsidRDefault="00B82B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4E" w:rsidRDefault="00F5584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4E" w:rsidRDefault="00F5584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BCC" w:rsidRDefault="00B82BCC">
      <w:r>
        <w:separator/>
      </w:r>
    </w:p>
  </w:footnote>
  <w:footnote w:type="continuationSeparator" w:id="0">
    <w:p w:rsidR="00B82BCC" w:rsidRDefault="00B82B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4E" w:rsidRDefault="00F5584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F5584E">
      <w:rPr>
        <w:bCs/>
      </w:rPr>
      <w:t>34.</w:t>
    </w:r>
    <w:r>
      <w:rPr>
        <w:bCs/>
      </w:rPr>
      <w:t>0325</w:t>
    </w:r>
  </w:p>
  <w:p w:rsidR="00484E3A" w:rsidRPr="00745A98" w:rsidRDefault="002E4A2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2E4A23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84E" w:rsidRDefault="00F5584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4186D"/>
    <w:rsid w:val="000547D9"/>
    <w:rsid w:val="00054DFD"/>
    <w:rsid w:val="000A48C9"/>
    <w:rsid w:val="000B2930"/>
    <w:rsid w:val="000C1FE7"/>
    <w:rsid w:val="000C3E7E"/>
    <w:rsid w:val="000E29CB"/>
    <w:rsid w:val="000E29DF"/>
    <w:rsid w:val="0010546B"/>
    <w:rsid w:val="00163029"/>
    <w:rsid w:val="00184F77"/>
    <w:rsid w:val="001A6A4C"/>
    <w:rsid w:val="001E295E"/>
    <w:rsid w:val="001F1A08"/>
    <w:rsid w:val="002121CB"/>
    <w:rsid w:val="00232FB1"/>
    <w:rsid w:val="0028489E"/>
    <w:rsid w:val="00290C19"/>
    <w:rsid w:val="00297870"/>
    <w:rsid w:val="002A290B"/>
    <w:rsid w:val="002A5BAC"/>
    <w:rsid w:val="002D2E0A"/>
    <w:rsid w:val="002E4A23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2235"/>
    <w:rsid w:val="00484E3A"/>
    <w:rsid w:val="00490F9C"/>
    <w:rsid w:val="00493EE7"/>
    <w:rsid w:val="004B5A30"/>
    <w:rsid w:val="004C3049"/>
    <w:rsid w:val="00501C29"/>
    <w:rsid w:val="00512A86"/>
    <w:rsid w:val="00546A70"/>
    <w:rsid w:val="00574DD9"/>
    <w:rsid w:val="00592F82"/>
    <w:rsid w:val="005A62C1"/>
    <w:rsid w:val="005D030A"/>
    <w:rsid w:val="005F7209"/>
    <w:rsid w:val="006027CC"/>
    <w:rsid w:val="00623F17"/>
    <w:rsid w:val="006A718D"/>
    <w:rsid w:val="006E792F"/>
    <w:rsid w:val="00700E72"/>
    <w:rsid w:val="00745A98"/>
    <w:rsid w:val="007659FE"/>
    <w:rsid w:val="00771703"/>
    <w:rsid w:val="007A06C6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84BF7"/>
    <w:rsid w:val="00892A4A"/>
    <w:rsid w:val="008B5602"/>
    <w:rsid w:val="008F1D94"/>
    <w:rsid w:val="009178A2"/>
    <w:rsid w:val="00930B79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62734"/>
    <w:rsid w:val="00B73B73"/>
    <w:rsid w:val="00B82BCC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32D22"/>
    <w:rsid w:val="00D655C8"/>
    <w:rsid w:val="00D65D2B"/>
    <w:rsid w:val="00D90808"/>
    <w:rsid w:val="00DB726E"/>
    <w:rsid w:val="00E12C07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5584E"/>
    <w:rsid w:val="00F73128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2121C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Bezmezer">
    <w:name w:val="No Spacing"/>
    <w:uiPriority w:val="1"/>
    <w:qFormat/>
    <w:rsid w:val="002121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E:\&#353;ablony\DUM_dokumenty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</TotalTime>
  <Pages>1</Pages>
  <Words>188</Words>
  <Characters>1313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2013-11-19T19:07:00Z</cp:lastPrinted>
  <dcterms:created xsi:type="dcterms:W3CDTF">2013-11-09T10:28:00Z</dcterms:created>
  <dcterms:modified xsi:type="dcterms:W3CDTF">2014-05-05T12:59:00Z</dcterms:modified>
</cp:coreProperties>
</file>