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9458C">
        <w:rPr>
          <w:b/>
        </w:rPr>
        <w:t>Měkkýši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0" w:name="Text2"/>
      <w:r w:rsidR="0069458C">
        <w:t>Mgr. Ivana Turková</w:t>
      </w:r>
      <w:r w:rsidR="0069458C">
        <w:rPr>
          <w:b/>
        </w:rPr>
        <w:t xml:space="preserve"> </w:t>
      </w:r>
      <w:bookmarkEnd w:id="0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69458C" w:rsidRDefault="009F6F13" w:rsidP="0069458C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69458C">
        <w:t>:</w:t>
      </w:r>
      <w:r w:rsidR="0069458C" w:rsidRPr="0069458C">
        <w:t xml:space="preserve"> </w:t>
      </w:r>
      <w:r w:rsidR="00E84847">
        <w:t>2_ 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69458C">
        <w:t>03</w:t>
      </w:r>
      <w:r w:rsidR="00592F82">
        <w:tab/>
        <w:t>Předmět:</w:t>
      </w:r>
      <w:r w:rsidR="00592F82">
        <w:tab/>
      </w:r>
      <w:r w:rsidR="00185560">
        <w:t>b</w:t>
      </w:r>
      <w:bookmarkStart w:id="1" w:name="_GoBack"/>
      <w:bookmarkEnd w:id="1"/>
      <w:r w:rsidR="0069458C">
        <w:t>iologie</w:t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AC44A3">
        <w:t>18. 4. 2013</w:t>
      </w:r>
      <w:r w:rsidR="00163029">
        <w:tab/>
      </w:r>
      <w:r>
        <w:t>Třída:</w:t>
      </w:r>
      <w:r w:rsidR="00163029">
        <w:tab/>
      </w:r>
      <w:r w:rsidR="0069458C">
        <w:t>sekunda</w:t>
      </w:r>
      <w:r>
        <w:tab/>
        <w:t>Ověřující učitel:</w:t>
      </w:r>
      <w:r w:rsidR="0069458C">
        <w:t xml:space="preserve"> Mgr. Ivana Turková</w:t>
      </w:r>
    </w:p>
    <w:p w:rsidR="00163029" w:rsidRPr="00501C29" w:rsidRDefault="00BB622E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E5611" w:rsidP="00745A98">
      <w:r>
        <w:t>Hlavním úkolem této</w:t>
      </w:r>
      <w:r w:rsidRPr="004E5611">
        <w:t xml:space="preserve"> práce</w:t>
      </w:r>
      <w:r>
        <w:t xml:space="preserve"> je poznávání</w:t>
      </w:r>
      <w:r w:rsidR="00CB0A0D">
        <w:t xml:space="preserve"> </w:t>
      </w:r>
      <w:r>
        <w:t xml:space="preserve">zástupců měkkýšů. </w:t>
      </w:r>
      <w:r w:rsidR="00812411">
        <w:t>Použití tohoto výukového</w:t>
      </w:r>
      <w:r w:rsidR="00385C55" w:rsidRPr="00E91263">
        <w:t xml:space="preserve"> materiál</w:t>
      </w:r>
      <w:r w:rsidR="00812411">
        <w:t>u</w:t>
      </w:r>
      <w:r w:rsidR="00CB0A0D">
        <w:t xml:space="preserve"> musí předcházet cvičení věnované </w:t>
      </w:r>
      <w:r>
        <w:t>určování</w:t>
      </w:r>
      <w:r w:rsidR="00CB0A0D">
        <w:t xml:space="preserve"> schránek plžů a mlžů podle školních sbírek. </w:t>
      </w:r>
      <w:r w:rsidR="00982AF1" w:rsidRPr="00982AF1">
        <w:t xml:space="preserve">Díky počítačovému zpracování </w:t>
      </w:r>
      <w:r w:rsidR="00982AF1">
        <w:t>je možné snímky</w:t>
      </w:r>
      <w:r w:rsidR="00982AF1" w:rsidRPr="00982AF1">
        <w:t xml:space="preserve"> pozměňovat</w:t>
      </w:r>
      <w:r w:rsidR="00982AF1">
        <w:t>,</w:t>
      </w:r>
      <w:r w:rsidR="00982AF1" w:rsidRPr="00982AF1">
        <w:t xml:space="preserve"> </w:t>
      </w:r>
      <w:r w:rsidR="00982AF1">
        <w:t xml:space="preserve">a tak </w:t>
      </w:r>
      <w:r w:rsidR="00982AF1" w:rsidRPr="00982AF1">
        <w:t xml:space="preserve">opakovaně používat </w:t>
      </w:r>
      <w:r w:rsidR="00982AF1">
        <w:t>nebo využít i ve vyšších ročnících.</w:t>
      </w:r>
      <w:r w:rsidR="0018204F">
        <w:t xml:space="preserve"> </w:t>
      </w:r>
      <w:r w:rsidR="00385C55" w:rsidRPr="00E91263">
        <w:t>Interaktivní hry mají motivovat žáky</w:t>
      </w:r>
      <w:r w:rsidR="00385C55">
        <w:t xml:space="preserve"> a zároveň zvýšit jejich aktivitu</w:t>
      </w:r>
      <w:r w:rsidR="00385C55" w:rsidRPr="00E91263">
        <w:t xml:space="preserve"> v hodině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91719B">
        <w:rPr>
          <w:b/>
        </w:rPr>
        <w:t xml:space="preserve"> </w:t>
      </w:r>
      <w:r w:rsidR="0091719B">
        <w:t>měkkýši, plži, mlži</w:t>
      </w:r>
    </w:p>
    <w:p w:rsidR="00F73128" w:rsidRDefault="00501C29" w:rsidP="00A11079">
      <w:pPr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A11079" w:rsidRPr="00FF68D3" w:rsidRDefault="00A11079" w:rsidP="00A11079">
      <w:pPr>
        <w:rPr>
          <w:b/>
        </w:rPr>
      </w:pPr>
      <w:r w:rsidRPr="00FF68D3">
        <w:t>Zadání úkolů je uvedeno na jednotlivých snímcích</w:t>
      </w:r>
    </w:p>
    <w:p w:rsidR="0091719B" w:rsidRPr="00FF68D3" w:rsidRDefault="0091719B" w:rsidP="00A11079">
      <w:pPr>
        <w:rPr>
          <w:b/>
        </w:rPr>
      </w:pPr>
      <w:r w:rsidRPr="00FF68D3">
        <w:t>Aktivita 1 – str</w:t>
      </w:r>
      <w:r w:rsidR="00FB4950" w:rsidRPr="00FF68D3">
        <w:t>.</w:t>
      </w:r>
      <w:r w:rsidR="008A52FA" w:rsidRPr="00FF68D3">
        <w:t>3</w:t>
      </w:r>
      <w:r w:rsidR="00FB4950" w:rsidRPr="00FF68D3">
        <w:t xml:space="preserve"> </w:t>
      </w:r>
      <w:r w:rsidRPr="00FF68D3">
        <w:t xml:space="preserve"> – </w:t>
      </w:r>
      <w:r w:rsidR="00FB4950" w:rsidRPr="00FF68D3">
        <w:t>přiřazování zástupců do tříd</w:t>
      </w:r>
    </w:p>
    <w:p w:rsidR="0091719B" w:rsidRPr="00FF68D3" w:rsidRDefault="0091719B" w:rsidP="00A11079">
      <w:r w:rsidRPr="00FF68D3">
        <w:t>Aktivita 2 – str.</w:t>
      </w:r>
      <w:r w:rsidR="008A52FA" w:rsidRPr="00FF68D3">
        <w:t>4</w:t>
      </w:r>
      <w:r w:rsidRPr="00FF68D3">
        <w:t xml:space="preserve"> – </w:t>
      </w:r>
      <w:r w:rsidR="00FB4950" w:rsidRPr="00FF68D3">
        <w:t xml:space="preserve">poznávačka plžů </w:t>
      </w:r>
      <w:r w:rsidR="00752B3D" w:rsidRPr="00FF68D3">
        <w:t>žijících v ČR</w:t>
      </w:r>
      <w:r w:rsidRPr="00FF68D3">
        <w:t xml:space="preserve"> </w:t>
      </w:r>
    </w:p>
    <w:p w:rsidR="0091719B" w:rsidRPr="00FF68D3" w:rsidRDefault="0091719B" w:rsidP="00A11079">
      <w:r w:rsidRPr="00FF68D3">
        <w:t>Aktivita 3 – str.</w:t>
      </w:r>
      <w:r w:rsidR="00FF68D3" w:rsidRPr="00FF68D3">
        <w:t>5</w:t>
      </w:r>
      <w:r w:rsidRPr="00FF68D3">
        <w:t xml:space="preserve"> – </w:t>
      </w:r>
      <w:r w:rsidR="00752B3D" w:rsidRPr="00FF68D3">
        <w:t>poznávačka mořských plžů</w:t>
      </w:r>
    </w:p>
    <w:p w:rsidR="0091719B" w:rsidRPr="00FF68D3" w:rsidRDefault="00752B3D" w:rsidP="00A11079">
      <w:r w:rsidRPr="00FF68D3">
        <w:t>Aktivita 4 – str.</w:t>
      </w:r>
      <w:r w:rsidR="00FF68D3" w:rsidRPr="00FF68D3">
        <w:t xml:space="preserve">6,7 </w:t>
      </w:r>
      <w:r w:rsidR="0091719B" w:rsidRPr="00FF68D3">
        <w:t xml:space="preserve">– </w:t>
      </w:r>
      <w:r w:rsidRPr="00FF68D3">
        <w:t>poznávačka sladkovodních a mořských mlžů</w:t>
      </w:r>
      <w:r w:rsidR="00FF68D3" w:rsidRPr="00FF68D3">
        <w:t>, určování rodových jmen</w:t>
      </w:r>
    </w:p>
    <w:p w:rsidR="00A11079" w:rsidRPr="00FF68D3" w:rsidRDefault="00A11079" w:rsidP="00A11079"/>
    <w:p w:rsidR="00EB331B" w:rsidRPr="00623F17" w:rsidRDefault="00623F17" w:rsidP="00A11079">
      <w:pPr>
        <w:rPr>
          <w:b/>
        </w:rPr>
      </w:pPr>
      <w:r w:rsidRPr="00623F17">
        <w:rPr>
          <w:b/>
        </w:rPr>
        <w:t>Seznam literatury a pramenů:</w:t>
      </w:r>
    </w:p>
    <w:p w:rsidR="00FB4950" w:rsidRPr="00FB4950" w:rsidRDefault="00FB4950" w:rsidP="00FB4950">
      <w:r w:rsidRPr="00FB4950">
        <w:t xml:space="preserve">hry – SMART Notebook 11, Lesson Activity Toolkit </w:t>
      </w:r>
    </w:p>
    <w:p w:rsidR="00FB4950" w:rsidRPr="00FB4950" w:rsidRDefault="00FB4950" w:rsidP="00FB4950">
      <w:r w:rsidRPr="00FB4950">
        <w:t>fotografie - vlastní originální tvorb</w:t>
      </w:r>
      <w:r w:rsidR="004E28E0">
        <w:t>a</w:t>
      </w:r>
      <w:r w:rsidRPr="00FB4950">
        <w:t xml:space="preserve"> autora</w:t>
      </w:r>
      <w:r w:rsidR="004E28E0">
        <w:t>, podle dle školních sbírek</w:t>
      </w:r>
    </w:p>
    <w:p w:rsidR="00FB4950" w:rsidRPr="00FB4950" w:rsidRDefault="00FB4950" w:rsidP="00FB4950">
      <w:r w:rsidRPr="00FB4950">
        <w:t>učebnice – Kvasničková, D</w:t>
      </w:r>
      <w:r w:rsidRPr="00FB4950">
        <w:rPr>
          <w:i/>
          <w:iCs/>
        </w:rPr>
        <w:t>. Ekologický přírodopis pro 7. ročník základní školy (2. část)</w:t>
      </w:r>
      <w:r w:rsidRPr="00FB4950">
        <w:t>, Praha: Fortuna, 1997</w:t>
      </w:r>
    </w:p>
    <w:p w:rsidR="00FB4950" w:rsidRPr="00FB4950" w:rsidRDefault="00FB4950" w:rsidP="00FB4950">
      <w:r w:rsidRPr="00FB4950">
        <w:t xml:space="preserve">učebnice – Smrž, J. </w:t>
      </w:r>
      <w:r w:rsidRPr="00FB4950">
        <w:rPr>
          <w:i/>
          <w:iCs/>
        </w:rPr>
        <w:t>Biologie živočichů</w:t>
      </w:r>
      <w:r w:rsidRPr="00FB4950">
        <w:t xml:space="preserve">. Praha: Fortuna, 2004 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C077A3">
        <w:rPr>
          <w:b/>
        </w:rPr>
        <w:t>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2AD" w:rsidRDefault="00E602AD">
      <w:r>
        <w:separator/>
      </w:r>
    </w:p>
  </w:endnote>
  <w:endnote w:type="continuationSeparator" w:id="0">
    <w:p w:rsidR="00E602AD" w:rsidRDefault="00E60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727" w:rsidRDefault="00A4272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727" w:rsidRDefault="00A4272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2AD" w:rsidRDefault="00E602AD">
      <w:r>
        <w:separator/>
      </w:r>
    </w:p>
  </w:footnote>
  <w:footnote w:type="continuationSeparator" w:id="0">
    <w:p w:rsidR="00E602AD" w:rsidRDefault="00E602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727" w:rsidRDefault="00A4272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A42727">
      <w:rPr>
        <w:bCs/>
      </w:rPr>
      <w:t>34.</w:t>
    </w:r>
    <w:r>
      <w:rPr>
        <w:bCs/>
      </w:rPr>
      <w:t>0325</w:t>
    </w:r>
  </w:p>
  <w:p w:rsidR="00484E3A" w:rsidRPr="00745A98" w:rsidRDefault="00BB622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BB622E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727" w:rsidRDefault="00A4272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131A9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8204F"/>
    <w:rsid w:val="00185560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85C55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0445"/>
    <w:rsid w:val="004E28E0"/>
    <w:rsid w:val="004E5611"/>
    <w:rsid w:val="00501C29"/>
    <w:rsid w:val="00511B6D"/>
    <w:rsid w:val="00512A86"/>
    <w:rsid w:val="00533B71"/>
    <w:rsid w:val="00546A70"/>
    <w:rsid w:val="00574DD9"/>
    <w:rsid w:val="00592F82"/>
    <w:rsid w:val="005A62C1"/>
    <w:rsid w:val="005D030A"/>
    <w:rsid w:val="006027CC"/>
    <w:rsid w:val="00623F17"/>
    <w:rsid w:val="0069458C"/>
    <w:rsid w:val="006A718D"/>
    <w:rsid w:val="006E792F"/>
    <w:rsid w:val="00700E72"/>
    <w:rsid w:val="00745A98"/>
    <w:rsid w:val="0075242A"/>
    <w:rsid w:val="00752B3D"/>
    <w:rsid w:val="007659FE"/>
    <w:rsid w:val="00771703"/>
    <w:rsid w:val="007C424F"/>
    <w:rsid w:val="007C52F1"/>
    <w:rsid w:val="007F02F7"/>
    <w:rsid w:val="007F06C8"/>
    <w:rsid w:val="00801324"/>
    <w:rsid w:val="00812228"/>
    <w:rsid w:val="00812411"/>
    <w:rsid w:val="0082351D"/>
    <w:rsid w:val="00823D1E"/>
    <w:rsid w:val="008725F1"/>
    <w:rsid w:val="008A52FA"/>
    <w:rsid w:val="008B5602"/>
    <w:rsid w:val="008C122F"/>
    <w:rsid w:val="008F1D94"/>
    <w:rsid w:val="0091719B"/>
    <w:rsid w:val="009178A2"/>
    <w:rsid w:val="00925A12"/>
    <w:rsid w:val="00930B79"/>
    <w:rsid w:val="00982AF1"/>
    <w:rsid w:val="009E736F"/>
    <w:rsid w:val="009F240C"/>
    <w:rsid w:val="009F6F13"/>
    <w:rsid w:val="00A11079"/>
    <w:rsid w:val="00A32C1A"/>
    <w:rsid w:val="00A32F88"/>
    <w:rsid w:val="00A42727"/>
    <w:rsid w:val="00A67905"/>
    <w:rsid w:val="00A739DB"/>
    <w:rsid w:val="00A92398"/>
    <w:rsid w:val="00AC44A3"/>
    <w:rsid w:val="00AE0AB9"/>
    <w:rsid w:val="00AE4E08"/>
    <w:rsid w:val="00B03303"/>
    <w:rsid w:val="00B11E31"/>
    <w:rsid w:val="00B121FF"/>
    <w:rsid w:val="00B43D79"/>
    <w:rsid w:val="00B73B73"/>
    <w:rsid w:val="00BA4C26"/>
    <w:rsid w:val="00BB622E"/>
    <w:rsid w:val="00BC3C15"/>
    <w:rsid w:val="00BD521A"/>
    <w:rsid w:val="00C067D2"/>
    <w:rsid w:val="00C077A3"/>
    <w:rsid w:val="00C14523"/>
    <w:rsid w:val="00C36394"/>
    <w:rsid w:val="00C43F4C"/>
    <w:rsid w:val="00C60183"/>
    <w:rsid w:val="00C61876"/>
    <w:rsid w:val="00C61B2E"/>
    <w:rsid w:val="00C841AF"/>
    <w:rsid w:val="00CB0A0D"/>
    <w:rsid w:val="00CB38DA"/>
    <w:rsid w:val="00CC59E8"/>
    <w:rsid w:val="00CF24A3"/>
    <w:rsid w:val="00D65D2B"/>
    <w:rsid w:val="00DB726E"/>
    <w:rsid w:val="00E12C07"/>
    <w:rsid w:val="00E602AD"/>
    <w:rsid w:val="00E84847"/>
    <w:rsid w:val="00E85A23"/>
    <w:rsid w:val="00E92BBF"/>
    <w:rsid w:val="00E96239"/>
    <w:rsid w:val="00EB152F"/>
    <w:rsid w:val="00EB331B"/>
    <w:rsid w:val="00EC1FC7"/>
    <w:rsid w:val="00ED00A5"/>
    <w:rsid w:val="00EE037D"/>
    <w:rsid w:val="00EF7937"/>
    <w:rsid w:val="00F16660"/>
    <w:rsid w:val="00F21BB5"/>
    <w:rsid w:val="00F456CA"/>
    <w:rsid w:val="00F73128"/>
    <w:rsid w:val="00FA168B"/>
    <w:rsid w:val="00FB4950"/>
    <w:rsid w:val="00FC34AC"/>
    <w:rsid w:val="00FD69C2"/>
    <w:rsid w:val="00FF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125</TotalTime>
  <Pages>1</Pages>
  <Words>194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31</cp:revision>
  <cp:lastPrinted>2013-06-27T20:47:00Z</cp:lastPrinted>
  <dcterms:created xsi:type="dcterms:W3CDTF">2012-09-30T18:31:00Z</dcterms:created>
  <dcterms:modified xsi:type="dcterms:W3CDTF">2014-05-05T13:06:00Z</dcterms:modified>
</cp:coreProperties>
</file>