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41644">
        <w:rPr>
          <w:b/>
        </w:rPr>
        <w:t>Kroužkovci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016C3">
        <w:rPr>
          <w:b/>
        </w:rPr>
        <w:t xml:space="preserve">Mgr. </w:t>
      </w:r>
      <w:r w:rsidR="00D41644">
        <w:rPr>
          <w:b/>
        </w:rPr>
        <w:t>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</w:t>
      </w:r>
      <w:r w:rsidR="00DB2F80" w:rsidRPr="00CF432F">
        <w:t xml:space="preserve">: </w:t>
      </w:r>
      <w:r w:rsidR="00CF432F" w:rsidRPr="00CF432F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E5E4A">
        <w:t xml:space="preserve"> </w:t>
      </w:r>
      <w:r w:rsidR="002016C3">
        <w:t xml:space="preserve"> </w:t>
      </w:r>
      <w:r w:rsidR="00D41644">
        <w:t>04</w:t>
      </w:r>
      <w:r w:rsidR="00592F82">
        <w:tab/>
      </w:r>
      <w:r w:rsidR="002016C3">
        <w:t xml:space="preserve">             </w:t>
      </w:r>
      <w:r w:rsidR="00592F82">
        <w:t>Předmět:</w:t>
      </w:r>
      <w:r w:rsidR="00592F82">
        <w:tab/>
      </w:r>
      <w:r w:rsidR="00FC66DA">
        <w:t>b</w:t>
      </w:r>
      <w:bookmarkStart w:id="0" w:name="_GoBack"/>
      <w:bookmarkEnd w:id="0"/>
      <w:r w:rsidR="00D41644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C0370">
        <w:t>18. 4. 2013</w:t>
      </w:r>
      <w:r w:rsidR="00163029">
        <w:tab/>
      </w:r>
      <w:r>
        <w:t>Třída:</w:t>
      </w:r>
      <w:r w:rsidR="00163029">
        <w:tab/>
      </w:r>
      <w:r w:rsidR="005E5E4A">
        <w:t>sekunda</w:t>
      </w:r>
      <w:r>
        <w:tab/>
        <w:t>Ověřující učitel:</w:t>
      </w:r>
      <w:r w:rsidR="002016C3">
        <w:t xml:space="preserve"> Mgr.</w:t>
      </w:r>
      <w:r w:rsidR="005E5E4A">
        <w:t xml:space="preserve"> </w:t>
      </w:r>
      <w:r w:rsidR="00D41644">
        <w:t>Ivana Turková</w:t>
      </w:r>
    </w:p>
    <w:p w:rsidR="00163029" w:rsidRPr="00501C29" w:rsidRDefault="00CC1048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E3F71" w:rsidRPr="007E3F71" w:rsidRDefault="000F7FB4" w:rsidP="00150E36">
      <w:r>
        <w:t xml:space="preserve">Materiál je určen pro žáky </w:t>
      </w:r>
      <w:r w:rsidR="007E3F71">
        <w:t>druhého ročníku víceletého gymnázia.</w:t>
      </w:r>
      <w:r w:rsidR="007E3F71" w:rsidRPr="007E3F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E3F71" w:rsidRPr="007E3F71">
        <w:t>Jeho cílem je shrnout a procvičit učivo</w:t>
      </w:r>
      <w:r w:rsidR="007E3F71">
        <w:t xml:space="preserve"> o kroužkovcích.</w:t>
      </w:r>
      <w:r w:rsidR="009624EF">
        <w:t xml:space="preserve"> Úkoly jsou zaměřeny na zopakování základních pojmů a určení zástupců kmene kroužkovci. </w:t>
      </w:r>
      <w:r w:rsidR="00C924F1">
        <w:t>Pro větší názornost je vhodné doplnit</w:t>
      </w:r>
      <w:r w:rsidR="009C0FE8">
        <w:t xml:space="preserve"> text</w:t>
      </w:r>
      <w:r w:rsidR="00C924F1">
        <w:t xml:space="preserve"> nástěnnými obrazy a sbírkovým materiálem.</w:t>
      </w:r>
    </w:p>
    <w:p w:rsidR="00745A98" w:rsidRDefault="007E3F71" w:rsidP="00745A98"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B154C5">
        <w:rPr>
          <w:b/>
        </w:rPr>
        <w:t xml:space="preserve"> </w:t>
      </w:r>
      <w:r w:rsidR="00B154C5">
        <w:t>k</w:t>
      </w:r>
      <w:r w:rsidR="00D41644">
        <w:t>roužkovci, žížala,</w:t>
      </w:r>
      <w:r w:rsidR="006A4E4A">
        <w:t xml:space="preserve"> nitěnka, pijavice,</w:t>
      </w:r>
      <w:r w:rsidR="00D41644">
        <w:t xml:space="preserve"> obojetník, </w:t>
      </w:r>
      <w:r w:rsidR="000F7FB4">
        <w:t>hermafrodit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37CD4" w:rsidRDefault="00137CD4" w:rsidP="006A4E4A">
      <w:r>
        <w:t>Zadání úkolů je uvedeno na jednotlivých snímcích.</w:t>
      </w:r>
    </w:p>
    <w:p w:rsidR="006A4E4A" w:rsidRDefault="006A4E4A" w:rsidP="006A4E4A">
      <w:r>
        <w:t xml:space="preserve">Aktivita 1 – str. </w:t>
      </w:r>
      <w:r w:rsidR="00137CD4">
        <w:t>4</w:t>
      </w:r>
      <w:r>
        <w:t xml:space="preserve"> – </w:t>
      </w:r>
      <w:r w:rsidR="009539B4">
        <w:t>opakování základních pojmů pomocí přesmyček</w:t>
      </w:r>
    </w:p>
    <w:p w:rsidR="006A4E4A" w:rsidRDefault="006A4E4A" w:rsidP="006A4E4A">
      <w:r>
        <w:t xml:space="preserve">Aktivita 2 – str. </w:t>
      </w:r>
      <w:r w:rsidR="00137CD4">
        <w:t>5</w:t>
      </w:r>
      <w:r>
        <w:t xml:space="preserve"> – </w:t>
      </w:r>
      <w:r w:rsidR="009539B4">
        <w:t>vybrat zástupce kroužkovců</w:t>
      </w:r>
    </w:p>
    <w:p w:rsidR="006A4E4A" w:rsidRDefault="006A4E4A" w:rsidP="006A4E4A">
      <w:r>
        <w:t xml:space="preserve">Aktivita 3 – str. </w:t>
      </w:r>
      <w:r w:rsidR="00137CD4">
        <w:t>6</w:t>
      </w:r>
      <w:r>
        <w:t xml:space="preserve"> – </w:t>
      </w:r>
      <w:r w:rsidR="009539B4">
        <w:t>vědomostní test</w:t>
      </w:r>
      <w:r w:rsidR="000F7FB4">
        <w:t>- výběr odpovědi ze čtyř možností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36B39" w:rsidRDefault="00F36B39" w:rsidP="00F36B39">
      <w:bookmarkStart w:id="1" w:name="Text9"/>
      <w:r>
        <w:t xml:space="preserve">hry – SMART Notebook 11, Lesson Activity Toolkit </w:t>
      </w:r>
    </w:p>
    <w:p w:rsidR="00F36B39" w:rsidRDefault="00F36B39" w:rsidP="00F36B39">
      <w:r>
        <w:t>obrázky – SMART Notebook 11, Základní prvky Galerie</w:t>
      </w:r>
    </w:p>
    <w:p w:rsidR="00F36B39" w:rsidRDefault="00F36B39" w:rsidP="00F36B39">
      <w:r>
        <w:t>učebnice – Kvasničková, D</w:t>
      </w:r>
      <w:r w:rsidRPr="007053BD">
        <w:rPr>
          <w:i/>
        </w:rPr>
        <w:t>. Ekologický přírodopis</w:t>
      </w:r>
      <w:r>
        <w:rPr>
          <w:i/>
        </w:rPr>
        <w:t xml:space="preserve"> pro 7. ročník základní školy (2. část)</w:t>
      </w:r>
      <w:r>
        <w:t>, Praha: Fortuna, 1997</w:t>
      </w:r>
    </w:p>
    <w:bookmarkEnd w:id="1"/>
    <w:p w:rsidR="00F36B39" w:rsidRDefault="00F36B39" w:rsidP="00F36B39">
      <w:r>
        <w:t xml:space="preserve">učebnice – 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623F17" w:rsidRPr="002016C3" w:rsidRDefault="00623F17" w:rsidP="002016C3">
      <w:pPr>
        <w:spacing w:before="240" w:line="360" w:lineRule="auto"/>
      </w:pPr>
      <w:r w:rsidRPr="00EB331B">
        <w:rPr>
          <w:b/>
        </w:rPr>
        <w:t xml:space="preserve">Poznámka: </w:t>
      </w:r>
      <w:r w:rsidR="002016C3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1C" w:rsidRDefault="004F051C">
      <w:r>
        <w:separator/>
      </w:r>
    </w:p>
  </w:endnote>
  <w:endnote w:type="continuationSeparator" w:id="0">
    <w:p w:rsidR="004F051C" w:rsidRDefault="004F0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43" w:rsidRDefault="00CB53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43" w:rsidRDefault="00CB53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1C" w:rsidRDefault="004F051C">
      <w:r>
        <w:separator/>
      </w:r>
    </w:p>
  </w:footnote>
  <w:footnote w:type="continuationSeparator" w:id="0">
    <w:p w:rsidR="004F051C" w:rsidRDefault="004F0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43" w:rsidRDefault="00CB53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B5343">
      <w:rPr>
        <w:bCs/>
      </w:rPr>
      <w:t>34.</w:t>
    </w:r>
    <w:r>
      <w:rPr>
        <w:bCs/>
      </w:rPr>
      <w:t>0325</w:t>
    </w:r>
  </w:p>
  <w:p w:rsidR="00484E3A" w:rsidRPr="00745A98" w:rsidRDefault="00CC104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CC1048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43" w:rsidRDefault="00CB53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16D4"/>
    <w:rsid w:val="00040C37"/>
    <w:rsid w:val="000547D9"/>
    <w:rsid w:val="00054DFD"/>
    <w:rsid w:val="000A48C9"/>
    <w:rsid w:val="000B2930"/>
    <w:rsid w:val="000C1FE7"/>
    <w:rsid w:val="000C3E7E"/>
    <w:rsid w:val="000E29CB"/>
    <w:rsid w:val="000F7FB4"/>
    <w:rsid w:val="0010546B"/>
    <w:rsid w:val="00137CD4"/>
    <w:rsid w:val="00150E36"/>
    <w:rsid w:val="00163029"/>
    <w:rsid w:val="0017550A"/>
    <w:rsid w:val="001A6A4C"/>
    <w:rsid w:val="001F1A08"/>
    <w:rsid w:val="002016C3"/>
    <w:rsid w:val="00232FB1"/>
    <w:rsid w:val="002702D0"/>
    <w:rsid w:val="0028489E"/>
    <w:rsid w:val="00290C19"/>
    <w:rsid w:val="00297870"/>
    <w:rsid w:val="002A290B"/>
    <w:rsid w:val="002A5BAC"/>
    <w:rsid w:val="002A7C6F"/>
    <w:rsid w:val="002F625D"/>
    <w:rsid w:val="0033262C"/>
    <w:rsid w:val="0034544A"/>
    <w:rsid w:val="00353FD9"/>
    <w:rsid w:val="0036718C"/>
    <w:rsid w:val="003761B0"/>
    <w:rsid w:val="003835AF"/>
    <w:rsid w:val="00394D93"/>
    <w:rsid w:val="003A5AD6"/>
    <w:rsid w:val="003D381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F051C"/>
    <w:rsid w:val="00501C29"/>
    <w:rsid w:val="00512A86"/>
    <w:rsid w:val="00546A70"/>
    <w:rsid w:val="00574DD9"/>
    <w:rsid w:val="00592F82"/>
    <w:rsid w:val="005A62C1"/>
    <w:rsid w:val="005D030A"/>
    <w:rsid w:val="005D6D4C"/>
    <w:rsid w:val="005E5E4A"/>
    <w:rsid w:val="006027CC"/>
    <w:rsid w:val="00623F17"/>
    <w:rsid w:val="006A4E4A"/>
    <w:rsid w:val="006A718D"/>
    <w:rsid w:val="006E792F"/>
    <w:rsid w:val="00700E72"/>
    <w:rsid w:val="00711503"/>
    <w:rsid w:val="00745A98"/>
    <w:rsid w:val="007659FE"/>
    <w:rsid w:val="00771703"/>
    <w:rsid w:val="007C424F"/>
    <w:rsid w:val="007C52F1"/>
    <w:rsid w:val="007E3F7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39B4"/>
    <w:rsid w:val="009624EF"/>
    <w:rsid w:val="009C0FE8"/>
    <w:rsid w:val="009E736F"/>
    <w:rsid w:val="009F240C"/>
    <w:rsid w:val="009F6005"/>
    <w:rsid w:val="009F6F13"/>
    <w:rsid w:val="00A03BB1"/>
    <w:rsid w:val="00A32C1A"/>
    <w:rsid w:val="00A32F88"/>
    <w:rsid w:val="00A67905"/>
    <w:rsid w:val="00A739DB"/>
    <w:rsid w:val="00A92398"/>
    <w:rsid w:val="00AB0C78"/>
    <w:rsid w:val="00AE0AB9"/>
    <w:rsid w:val="00B03303"/>
    <w:rsid w:val="00B11E31"/>
    <w:rsid w:val="00B121FF"/>
    <w:rsid w:val="00B154C5"/>
    <w:rsid w:val="00B43D79"/>
    <w:rsid w:val="00B73B73"/>
    <w:rsid w:val="00BA4C26"/>
    <w:rsid w:val="00BC0370"/>
    <w:rsid w:val="00BC3C15"/>
    <w:rsid w:val="00C067D2"/>
    <w:rsid w:val="00C36394"/>
    <w:rsid w:val="00C43F4C"/>
    <w:rsid w:val="00C61876"/>
    <w:rsid w:val="00C61B2E"/>
    <w:rsid w:val="00C841AF"/>
    <w:rsid w:val="00C924F1"/>
    <w:rsid w:val="00CB38DA"/>
    <w:rsid w:val="00CB5343"/>
    <w:rsid w:val="00CC1048"/>
    <w:rsid w:val="00CC59E8"/>
    <w:rsid w:val="00CF24A3"/>
    <w:rsid w:val="00CF432F"/>
    <w:rsid w:val="00D41644"/>
    <w:rsid w:val="00D619F8"/>
    <w:rsid w:val="00D65D2B"/>
    <w:rsid w:val="00DB2F80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6B39"/>
    <w:rsid w:val="00F456CA"/>
    <w:rsid w:val="00F73128"/>
    <w:rsid w:val="00FA168B"/>
    <w:rsid w:val="00FC34AC"/>
    <w:rsid w:val="00FC66DA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102</TotalTime>
  <Pages>1</Pages>
  <Words>179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25</cp:revision>
  <cp:lastPrinted>2013-06-27T20:44:00Z</cp:lastPrinted>
  <dcterms:created xsi:type="dcterms:W3CDTF">2012-09-30T18:31:00Z</dcterms:created>
  <dcterms:modified xsi:type="dcterms:W3CDTF">2014-05-05T13:07:00Z</dcterms:modified>
</cp:coreProperties>
</file>