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r w:rsidR="00681DA2">
        <w:rPr>
          <w:b/>
        </w:rPr>
        <w:t>Ži</w:t>
      </w:r>
      <w:bookmarkEnd w:id="0"/>
      <w:r w:rsidR="00681DA2">
        <w:rPr>
          <w:b/>
        </w:rPr>
        <w:t xml:space="preserve">vočichové tunder a polárních </w:t>
      </w:r>
      <w:r w:rsidR="003D65F5">
        <w:rPr>
          <w:b/>
        </w:rPr>
        <w:t>oblastí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681DA2">
        <w:rPr>
          <w:b/>
        </w:rPr>
        <w:t>Mgr. Ivana Turková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F66F60">
        <w:t>: 2_Zoologie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AA6AFE">
        <w:t>14</w:t>
      </w:r>
      <w:r w:rsidR="00592F82">
        <w:tab/>
        <w:t>Předmět:</w:t>
      </w:r>
      <w:r w:rsidR="00592F82">
        <w:tab/>
      </w:r>
      <w:bookmarkStart w:id="1" w:name="Text3"/>
      <w:r w:rsidR="00681DA2">
        <w:t>Biologie</w:t>
      </w:r>
      <w:bookmarkEnd w:id="1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81DA2">
        <w:t>7. 1. 2013</w:t>
      </w:r>
      <w:r w:rsidR="00163029">
        <w:tab/>
      </w:r>
      <w:r>
        <w:t>Třída:</w:t>
      </w:r>
      <w:r w:rsidR="00163029">
        <w:tab/>
      </w:r>
      <w:r w:rsidR="00681DA2">
        <w:t>sekunda</w:t>
      </w:r>
      <w:r>
        <w:tab/>
        <w:t>Ověřující učitel:</w:t>
      </w:r>
      <w:r w:rsidR="00C2187C">
        <w:t xml:space="preserve"> Mgr. Ivana Turková</w:t>
      </w:r>
    </w:p>
    <w:p w:rsidR="00163029" w:rsidRPr="00501C29" w:rsidRDefault="002C61CF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5689C" w:rsidRPr="00E91263" w:rsidRDefault="00006AB1" w:rsidP="00A5689C">
      <w:r>
        <w:t xml:space="preserve">Výukový materiál je kombinací výkladové hodiny a procvičování tématu. Lze uplatnit při výuce ekologie </w:t>
      </w:r>
      <w:r w:rsidR="00042195">
        <w:t>na vyšším i nižším stupni gymnázia.</w:t>
      </w:r>
      <w:r w:rsidR="00A5689C">
        <w:t xml:space="preserve"> </w:t>
      </w:r>
      <w:r w:rsidR="00A5689C" w:rsidRPr="00E91263">
        <w:t>Práce je určena na interaktivní tabuli SMART Board.</w:t>
      </w:r>
      <w:r w:rsidR="00A5689C">
        <w:t xml:space="preserve"> </w:t>
      </w:r>
      <w:r w:rsidR="00A5689C" w:rsidRPr="00E91263">
        <w:t>Metodické pokyny jsou u každého cvičení.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042195" w:rsidP="00745A98">
      <w:pPr>
        <w:spacing w:before="240" w:line="360" w:lineRule="auto"/>
        <w:rPr>
          <w:b/>
        </w:rPr>
      </w:pPr>
      <w:r>
        <w:t>T</w:t>
      </w:r>
      <w:r w:rsidR="00C2187C">
        <w:t>undra, ploutvonožci, tučňák, medvěd</w:t>
      </w:r>
      <w:r>
        <w:t>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042195" w:rsidRDefault="00042195" w:rsidP="00042195">
      <w:r>
        <w:t>Aktivita 1 – str.</w:t>
      </w:r>
      <w:r w:rsidR="00C93D70">
        <w:t xml:space="preserve"> 4, 5</w:t>
      </w:r>
      <w:r>
        <w:t xml:space="preserve"> – </w:t>
      </w:r>
      <w:r w:rsidR="00C93D70">
        <w:t>práce s mapou</w:t>
      </w:r>
    </w:p>
    <w:p w:rsidR="00042195" w:rsidRDefault="00042195" w:rsidP="00042195">
      <w:r>
        <w:t xml:space="preserve">Aktivita 2 – str. </w:t>
      </w:r>
      <w:r w:rsidR="00C93D70">
        <w:t>6</w:t>
      </w:r>
      <w:r>
        <w:t xml:space="preserve"> – </w:t>
      </w:r>
      <w:r w:rsidR="00C93D70">
        <w:t>charakteristika tundry - tabulka</w:t>
      </w:r>
    </w:p>
    <w:p w:rsidR="00745A98" w:rsidRDefault="00042195" w:rsidP="00042195">
      <w:r>
        <w:t xml:space="preserve">Aktivita 3 – str. </w:t>
      </w:r>
      <w:r w:rsidR="00C93D70">
        <w:t>7, 8, 9</w:t>
      </w:r>
      <w:r>
        <w:t xml:space="preserve"> – </w:t>
      </w:r>
      <w:r w:rsidR="00C93D70">
        <w:t>práce s literaturou, dialog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C2187C" w:rsidRDefault="00C2187C" w:rsidP="00C2187C">
      <w:r>
        <w:t>obrázky a mapy – SMART Notebook 11, Základní prvky Galerie</w:t>
      </w:r>
    </w:p>
    <w:p w:rsidR="00C2187C" w:rsidRDefault="00C2187C" w:rsidP="00C2187C">
      <w:r>
        <w:t>učebnice – Kvasničková, D</w:t>
      </w:r>
      <w:r w:rsidRPr="007053BD">
        <w:rPr>
          <w:i/>
        </w:rPr>
        <w:t>. Ekologický přírodopis</w:t>
      </w:r>
      <w:r>
        <w:rPr>
          <w:i/>
        </w:rPr>
        <w:t xml:space="preserve"> pro 7. ročník základní školy (1. část)</w:t>
      </w:r>
      <w:r>
        <w:t>, Praha: Fortuna, 1997</w:t>
      </w:r>
    </w:p>
    <w:p w:rsidR="00C2187C" w:rsidRDefault="00C2187C" w:rsidP="00C2187C">
      <w:r>
        <w:t xml:space="preserve">učebnice – Smrž, J. </w:t>
      </w:r>
      <w:r w:rsidRPr="00D02DDD">
        <w:rPr>
          <w:i/>
        </w:rPr>
        <w:t>Biologie živočichů</w:t>
      </w:r>
      <w:r>
        <w:t xml:space="preserve">. Praha: Fortuna, 2004 </w:t>
      </w:r>
    </w:p>
    <w:p w:rsidR="00C2187C" w:rsidRDefault="00C2187C" w:rsidP="00C2187C">
      <w:r>
        <w:t xml:space="preserve">učebnice – Šlégr, J. </w:t>
      </w:r>
      <w:r w:rsidRPr="00E67C8F">
        <w:rPr>
          <w:i/>
        </w:rPr>
        <w:t>Ekologie a ochrana životního prostředí</w:t>
      </w:r>
      <w:r>
        <w:t>. Praha: Fortuna, 2002</w:t>
      </w:r>
    </w:p>
    <w:p w:rsidR="00623F17" w:rsidRDefault="00623F17" w:rsidP="009F6F13"/>
    <w:p w:rsidR="00623F17" w:rsidRDefault="00623F17" w:rsidP="00C2187C">
      <w:pPr>
        <w:spacing w:before="240" w:line="360" w:lineRule="auto"/>
      </w:pPr>
      <w:r w:rsidRPr="00EB331B">
        <w:rPr>
          <w:b/>
        </w:rPr>
        <w:t xml:space="preserve">Poznámka: </w:t>
      </w:r>
      <w:r w:rsidR="00C2187C">
        <w:rPr>
          <w:b/>
          <w:color w:val="0070C0"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F5F" w:rsidRDefault="00651F5F">
      <w:r>
        <w:separator/>
      </w:r>
    </w:p>
  </w:endnote>
  <w:endnote w:type="continuationSeparator" w:id="0">
    <w:p w:rsidR="00651F5F" w:rsidRDefault="00651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F60" w:rsidRDefault="00F66F6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bookmarkStart w:id="2" w:name="_GoBack"/>
    <w:bookmarkEnd w:id="2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F60" w:rsidRDefault="00F66F6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F5F" w:rsidRDefault="00651F5F">
      <w:r>
        <w:separator/>
      </w:r>
    </w:p>
  </w:footnote>
  <w:footnote w:type="continuationSeparator" w:id="0">
    <w:p w:rsidR="00651F5F" w:rsidRDefault="00651F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F60" w:rsidRDefault="00F66F6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FF11CE">
      <w:rPr>
        <w:bCs/>
      </w:rPr>
      <w:t>34.</w:t>
    </w:r>
    <w:r>
      <w:rPr>
        <w:bCs/>
      </w:rPr>
      <w:t>0325</w:t>
    </w:r>
  </w:p>
  <w:p w:rsidR="00484E3A" w:rsidRPr="00745A98" w:rsidRDefault="002C61C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2C61CF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F60" w:rsidRDefault="00F66F6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06AB1"/>
    <w:rsid w:val="00040C37"/>
    <w:rsid w:val="00042195"/>
    <w:rsid w:val="000547D9"/>
    <w:rsid w:val="00054DFD"/>
    <w:rsid w:val="000A48C9"/>
    <w:rsid w:val="000B2930"/>
    <w:rsid w:val="000C1FE7"/>
    <w:rsid w:val="000C3E7E"/>
    <w:rsid w:val="000D7888"/>
    <w:rsid w:val="000E29CB"/>
    <w:rsid w:val="0010546B"/>
    <w:rsid w:val="00155954"/>
    <w:rsid w:val="00163029"/>
    <w:rsid w:val="001A6A4C"/>
    <w:rsid w:val="001F1A08"/>
    <w:rsid w:val="00232FB1"/>
    <w:rsid w:val="00241D71"/>
    <w:rsid w:val="0028489E"/>
    <w:rsid w:val="00290C19"/>
    <w:rsid w:val="00297870"/>
    <w:rsid w:val="002A290B"/>
    <w:rsid w:val="002A5BAC"/>
    <w:rsid w:val="002C61CF"/>
    <w:rsid w:val="0033262C"/>
    <w:rsid w:val="0034544A"/>
    <w:rsid w:val="00353FD9"/>
    <w:rsid w:val="0036718C"/>
    <w:rsid w:val="003761B0"/>
    <w:rsid w:val="003835AF"/>
    <w:rsid w:val="00394D93"/>
    <w:rsid w:val="003A5AD6"/>
    <w:rsid w:val="003D65F5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5475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51F5F"/>
    <w:rsid w:val="00681DA2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5689C"/>
    <w:rsid w:val="00A67905"/>
    <w:rsid w:val="00A739DB"/>
    <w:rsid w:val="00A92398"/>
    <w:rsid w:val="00AA6AFE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2187C"/>
    <w:rsid w:val="00C36394"/>
    <w:rsid w:val="00C43F4C"/>
    <w:rsid w:val="00C61876"/>
    <w:rsid w:val="00C61B2E"/>
    <w:rsid w:val="00C841AF"/>
    <w:rsid w:val="00C93D70"/>
    <w:rsid w:val="00CB38DA"/>
    <w:rsid w:val="00CC59E8"/>
    <w:rsid w:val="00CF24A3"/>
    <w:rsid w:val="00D65D2B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66F60"/>
    <w:rsid w:val="00F73128"/>
    <w:rsid w:val="00FA168B"/>
    <w:rsid w:val="00FC34AC"/>
    <w:rsid w:val="00FD69C2"/>
    <w:rsid w:val="00FF1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84</TotalTime>
  <Pages>1</Pages>
  <Words>169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21</cp:revision>
  <cp:lastPrinted>1900-12-31T23:00:00Z</cp:lastPrinted>
  <dcterms:created xsi:type="dcterms:W3CDTF">2012-09-30T18:31:00Z</dcterms:created>
  <dcterms:modified xsi:type="dcterms:W3CDTF">2014-05-05T13:41:00Z</dcterms:modified>
</cp:coreProperties>
</file>