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6017EC">
        <w:rPr>
          <w:b/>
        </w:rPr>
        <w:t>Živočichové pouští a polopouští</w:t>
      </w:r>
      <w:r w:rsidR="0036718C">
        <w:rPr>
          <w:b/>
        </w:rPr>
        <w:tab/>
      </w:r>
    </w:p>
    <w:p w:rsidR="009F6F13" w:rsidRPr="00A32F88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bookmarkStart w:id="0" w:name="Text2"/>
      <w:r w:rsidR="006017EC">
        <w:rPr>
          <w:b/>
        </w:rPr>
        <w:t xml:space="preserve">Mgr. </w:t>
      </w:r>
      <w:bookmarkEnd w:id="0"/>
      <w:r w:rsidR="006017EC">
        <w:rPr>
          <w:b/>
        </w:rPr>
        <w:t>Ivana Turková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>Sada</w:t>
      </w:r>
      <w:r w:rsidR="006017EC">
        <w:t>:</w:t>
      </w:r>
      <w:r w:rsidR="00B66046">
        <w:t xml:space="preserve"> </w:t>
      </w:r>
      <w:r w:rsidR="006017EC">
        <w:t>2_</w:t>
      </w:r>
      <w:r w:rsidR="00B66046">
        <w:t xml:space="preserve"> </w:t>
      </w:r>
      <w:r w:rsidR="003155E1">
        <w:t>Zoologie</w:t>
      </w:r>
      <w:r w:rsidR="00163029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163029">
        <w:tab/>
      </w:r>
      <w:r w:rsidR="006017EC">
        <w:t>18</w:t>
      </w:r>
      <w:r w:rsidR="008F5266">
        <w:t xml:space="preserve">          </w:t>
      </w:r>
      <w:bookmarkStart w:id="1" w:name="_GoBack"/>
      <w:bookmarkEnd w:id="1"/>
      <w:r w:rsidR="008F5266">
        <w:t xml:space="preserve"> Předmět: </w:t>
      </w:r>
      <w:r w:rsidR="003155E1">
        <w:t>b</w:t>
      </w:r>
      <w:r w:rsidR="006017EC">
        <w:t>iologie</w:t>
      </w:r>
      <w:r w:rsidR="008F5266">
        <w:t xml:space="preserve"> (přírodopis)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2236A9" w:rsidRDefault="009F6F13" w:rsidP="002236A9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r w:rsidR="006017EC">
        <w:t>13. 12. 2012</w:t>
      </w:r>
      <w:r w:rsidR="00163029">
        <w:tab/>
      </w:r>
      <w:r>
        <w:t>Třída:</w:t>
      </w:r>
      <w:r w:rsidR="00163029">
        <w:tab/>
      </w:r>
      <w:r w:rsidR="006017EC">
        <w:t>sekunda</w:t>
      </w:r>
      <w:r>
        <w:tab/>
        <w:t>Ověřující učitel:</w:t>
      </w:r>
      <w:r w:rsidR="00B66046">
        <w:t xml:space="preserve"> </w:t>
      </w:r>
      <w:r w:rsidR="006017EC" w:rsidRPr="006017EC">
        <w:t>Mgr. Ivana Turková</w:t>
      </w:r>
    </w:p>
    <w:p w:rsidR="00163029" w:rsidRPr="002236A9" w:rsidRDefault="00621F93" w:rsidP="002236A9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hyperlink r:id="rId7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B66046" w:rsidRDefault="00B463CF" w:rsidP="00B66046">
      <w:bookmarkStart w:id="2" w:name="Text7"/>
      <w:r w:rsidRPr="00E91263">
        <w:t xml:space="preserve">Práce je určena na </w:t>
      </w:r>
      <w:r>
        <w:t xml:space="preserve">interaktivní tabuli SMART Board </w:t>
      </w:r>
      <w:r w:rsidR="00B66046">
        <w:t xml:space="preserve">pro výuku ekologického přírodopisu ve 2. ročníku osmiletého studia. </w:t>
      </w:r>
      <w:r w:rsidR="00B66046" w:rsidRPr="00E91263">
        <w:t>Inter</w:t>
      </w:r>
      <w:r w:rsidR="00B66046">
        <w:t>aktivní hry mají za úkol aktiv</w:t>
      </w:r>
      <w:r w:rsidR="00B66046" w:rsidRPr="00E91263">
        <w:t>ovat a motivovat žáky v</w:t>
      </w:r>
      <w:r w:rsidR="00B66046">
        <w:t> </w:t>
      </w:r>
      <w:r w:rsidR="00B66046" w:rsidRPr="00E91263">
        <w:t>hodině</w:t>
      </w:r>
      <w:r w:rsidR="00B66046">
        <w:t>. Poznatky shrnuté v tabul</w:t>
      </w:r>
      <w:r>
        <w:t>ce</w:t>
      </w:r>
      <w:r w:rsidR="00B66046">
        <w:t xml:space="preserve"> lze využít pro zápis do sešitů.</w:t>
      </w:r>
      <w:r w:rsidR="00B66046" w:rsidRPr="00E91263">
        <w:t xml:space="preserve"> Metodické pokyny jsou u každého cvičení</w:t>
      </w:r>
      <w:r w:rsidR="00B66046">
        <w:t xml:space="preserve">. </w:t>
      </w:r>
    </w:p>
    <w:p w:rsidR="00B66046" w:rsidRDefault="00B66046" w:rsidP="00B66046">
      <w:r>
        <w:t xml:space="preserve">Ekologie je také součástí předmětu biologie ve vyšších ročnících či seminářích, proto lze tyto materiály využít i tam, kde se biomy učí. V tomto případě však vyučující vyžaduje vyšší stupeň znalostí. </w:t>
      </w:r>
      <w:bookmarkEnd w:id="2"/>
    </w:p>
    <w:p w:rsidR="00484E3A" w:rsidRDefault="00484E3A" w:rsidP="00745A98">
      <w:pPr>
        <w:spacing w:before="240" w:line="360" w:lineRule="auto"/>
        <w:rPr>
          <w:b/>
        </w:rPr>
      </w:pPr>
      <w:r>
        <w:rPr>
          <w:b/>
        </w:rPr>
        <w:t>Klíčová slova:</w:t>
      </w:r>
      <w:r w:rsidR="002236A9">
        <w:rPr>
          <w:b/>
        </w:rPr>
        <w:t xml:space="preserve"> </w:t>
      </w:r>
      <w:r w:rsidR="00B66046">
        <w:t>poušť, velbloud, štír, zmije rohatá, želva stepní</w:t>
      </w:r>
    </w:p>
    <w:p w:rsidR="00F73128" w:rsidRPr="00A32F88" w:rsidRDefault="00501C29" w:rsidP="00745A98">
      <w:pPr>
        <w:spacing w:before="240"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0D2216" w:rsidRDefault="000D2216" w:rsidP="000D2216">
      <w:r>
        <w:t>Aktivita 1 – str. 4 – práce s mapou, lokalizace pouští</w:t>
      </w:r>
    </w:p>
    <w:p w:rsidR="000D2216" w:rsidRDefault="000D2216" w:rsidP="000D2216">
      <w:r>
        <w:t xml:space="preserve">Aktivita 2 – str. 5 – </w:t>
      </w:r>
      <w:r w:rsidR="00671A45">
        <w:t>soutěž – vyhledávání pouští v různých světadílech</w:t>
      </w:r>
    </w:p>
    <w:p w:rsidR="00745A98" w:rsidRDefault="000D2216" w:rsidP="00B463CF">
      <w:pPr>
        <w:pBdr>
          <w:bottom w:val="single" w:sz="6" w:space="3" w:color="auto"/>
        </w:pBdr>
      </w:pPr>
      <w:r>
        <w:t xml:space="preserve">Aktivita 3 – str. </w:t>
      </w:r>
      <w:r w:rsidR="00671A45">
        <w:t>6</w:t>
      </w:r>
      <w:r>
        <w:t xml:space="preserve"> – </w:t>
      </w:r>
      <w:r w:rsidR="00671A45">
        <w:t>poznávání živočichů na obrázcích</w:t>
      </w:r>
    </w:p>
    <w:p w:rsidR="00671A45" w:rsidRDefault="00671A45" w:rsidP="00B463CF">
      <w:pPr>
        <w:pBdr>
          <w:bottom w:val="single" w:sz="6" w:space="3" w:color="auto"/>
        </w:pBdr>
      </w:pPr>
      <w:r>
        <w:t>Aktivita 4 – str. 7 – doplňování tabulky</w:t>
      </w:r>
      <w:r w:rsidR="005018E2">
        <w:t xml:space="preserve"> na základě diskuse o předchozích živočiších</w:t>
      </w:r>
      <w:r>
        <w:t xml:space="preserve"> </w:t>
      </w:r>
    </w:p>
    <w:p w:rsidR="00EB331B" w:rsidRPr="00623F17" w:rsidRDefault="00623F17" w:rsidP="00623F17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7F6E72" w:rsidRDefault="007F6E72" w:rsidP="007F6E72">
      <w:r>
        <w:t xml:space="preserve">SMART Notebook 11, Lesson Activity Toolkit </w:t>
      </w:r>
    </w:p>
    <w:p w:rsidR="007F6E72" w:rsidRDefault="007F6E72" w:rsidP="007F6E72">
      <w:r>
        <w:t>SMART Notebook 11, Základní prvky Galerie</w:t>
      </w:r>
    </w:p>
    <w:p w:rsidR="007F6E72" w:rsidRDefault="007F6E72" w:rsidP="007F6E72">
      <w:r>
        <w:t>Kvasničková, D</w:t>
      </w:r>
      <w:r w:rsidRPr="007053BD">
        <w:rPr>
          <w:i/>
        </w:rPr>
        <w:t>. Ekologický přírodopis</w:t>
      </w:r>
      <w:r>
        <w:rPr>
          <w:i/>
        </w:rPr>
        <w:t xml:space="preserve"> pro 7. ročník základní školy</w:t>
      </w:r>
      <w:r w:rsidR="00B66046">
        <w:rPr>
          <w:i/>
        </w:rPr>
        <w:t xml:space="preserve"> (</w:t>
      </w:r>
      <w:r w:rsidR="00BE37DD">
        <w:rPr>
          <w:i/>
        </w:rPr>
        <w:t>1.</w:t>
      </w:r>
      <w:r w:rsidR="00B66046">
        <w:rPr>
          <w:i/>
        </w:rPr>
        <w:t xml:space="preserve"> </w:t>
      </w:r>
      <w:r>
        <w:rPr>
          <w:i/>
        </w:rPr>
        <w:t>část)</w:t>
      </w:r>
      <w:r>
        <w:t xml:space="preserve">, Praha: Fortuna, 1997 </w:t>
      </w:r>
    </w:p>
    <w:p w:rsidR="000026CE" w:rsidRDefault="000026CE" w:rsidP="000026CE">
      <w:r>
        <w:t xml:space="preserve">Smrž, J. </w:t>
      </w:r>
      <w:r w:rsidRPr="00D02DDD">
        <w:rPr>
          <w:i/>
        </w:rPr>
        <w:t>Biologie živočichů</w:t>
      </w:r>
      <w:r>
        <w:t xml:space="preserve">. Praha: Fortuna, 2004 </w:t>
      </w:r>
    </w:p>
    <w:p w:rsidR="000026CE" w:rsidRDefault="000026CE" w:rsidP="000026CE">
      <w:r>
        <w:t xml:space="preserve">Šlégr, J. </w:t>
      </w:r>
      <w:r w:rsidRPr="00E67C8F">
        <w:rPr>
          <w:i/>
        </w:rPr>
        <w:t>Ekologie a ochrana životního prostředí</w:t>
      </w:r>
      <w:r>
        <w:t>. Praha: Fortuna, 2002</w:t>
      </w:r>
    </w:p>
    <w:p w:rsidR="00623F17" w:rsidRPr="006017EC" w:rsidRDefault="00623F17" w:rsidP="00623F17">
      <w:pPr>
        <w:spacing w:before="240" w:line="360" w:lineRule="auto"/>
        <w:rPr>
          <w:b/>
        </w:rPr>
      </w:pPr>
      <w:r w:rsidRPr="00EB331B">
        <w:rPr>
          <w:b/>
        </w:rPr>
        <w:t xml:space="preserve">Poznámka: </w:t>
      </w:r>
      <w:r w:rsidR="006017EC">
        <w:rPr>
          <w:b/>
        </w:rPr>
        <w:t>-</w:t>
      </w:r>
    </w:p>
    <w:bookmarkStart w:id="3" w:name="Text10"/>
    <w:p w:rsidR="00623F17" w:rsidRPr="00B121FF" w:rsidRDefault="00621F93" w:rsidP="009F6F13">
      <w:r>
        <w:fldChar w:fldCharType="begin">
          <w:ffData>
            <w:name w:val="Text10"/>
            <w:enabled/>
            <w:calcOnExit w:val="0"/>
            <w:textInput/>
          </w:ffData>
        </w:fldChar>
      </w:r>
      <w:r w:rsidR="00FC34AC">
        <w:instrText xml:space="preserve"> FORMTEXT </w:instrText>
      </w:r>
      <w:r>
        <w:fldChar w:fldCharType="separate"/>
      </w:r>
      <w:r w:rsidR="00FC34AC">
        <w:rPr>
          <w:noProof/>
        </w:rPr>
        <w:t> </w:t>
      </w:r>
      <w:r w:rsidR="00FC34AC">
        <w:rPr>
          <w:noProof/>
        </w:rPr>
        <w:t> </w:t>
      </w:r>
      <w:r w:rsidR="00FC34AC">
        <w:rPr>
          <w:noProof/>
        </w:rPr>
        <w:t> </w:t>
      </w:r>
      <w:r w:rsidR="00FC34AC">
        <w:rPr>
          <w:noProof/>
        </w:rPr>
        <w:t> </w:t>
      </w:r>
      <w:r w:rsidR="00FC34AC">
        <w:rPr>
          <w:noProof/>
        </w:rPr>
        <w:t> </w:t>
      </w:r>
      <w:r>
        <w:fldChar w:fldCharType="end"/>
      </w:r>
      <w:bookmarkEnd w:id="3"/>
    </w:p>
    <w:sectPr w:rsidR="00623F17" w:rsidRPr="00B121FF" w:rsidSect="00A32F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561B" w:rsidRDefault="0053561B">
      <w:r>
        <w:separator/>
      </w:r>
    </w:p>
  </w:endnote>
  <w:endnote w:type="continuationSeparator" w:id="0">
    <w:p w:rsidR="0053561B" w:rsidRDefault="005356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62ED" w:rsidRDefault="008F62ED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E3A" w:rsidRPr="008F1D94" w:rsidRDefault="00484E3A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62ED" w:rsidRDefault="008F62ED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561B" w:rsidRDefault="0053561B">
      <w:r>
        <w:separator/>
      </w:r>
    </w:p>
  </w:footnote>
  <w:footnote w:type="continuationSeparator" w:id="0">
    <w:p w:rsidR="0053561B" w:rsidRDefault="005356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62ED" w:rsidRDefault="008F62ED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>registrační č. projektu CZ.1.07/1.5.00/</w:t>
    </w:r>
    <w:r w:rsidR="008F62ED">
      <w:rPr>
        <w:bCs/>
      </w:rPr>
      <w:t>34.</w:t>
    </w:r>
    <w:r>
      <w:rPr>
        <w:bCs/>
      </w:rPr>
      <w:t>0325</w:t>
    </w:r>
  </w:p>
  <w:p w:rsidR="00484E3A" w:rsidRPr="00745A98" w:rsidRDefault="00621F93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 w:rsidRPr="00621F93"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2" type="#_x0000_t32" style="position:absolute;margin-left:-1.35pt;margin-top:19.55pt;width:463.8pt;height:0;z-index:251658240" o:connectortype="straight"/>
      </w:pict>
    </w:r>
    <w:r w:rsidR="00484E3A">
      <w:rPr>
        <w:bCs/>
      </w:rPr>
      <w:t>Příjemce:</w:t>
    </w:r>
    <w:r w:rsidR="00484E3A">
      <w:rPr>
        <w:bCs/>
      </w:rPr>
      <w:tab/>
      <w:t>Gymnázium Pierra de Coubertina, Tábor, Náměstí Františka Křižíka 860, 390 01 Tábor</w:t>
    </w:r>
    <w:r w:rsidR="00484E3A" w:rsidRPr="00745A98"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62ED" w:rsidRDefault="008F62ED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attachedTemplate r:id="rId1"/>
  <w:stylePaneFormatFilter w:val="3F01"/>
  <w:defaultTabStop w:val="709"/>
  <w:hyphenationZone w:val="425"/>
  <w:noPunctuationKerning/>
  <w:characterSpacingControl w:val="doNotCompress"/>
  <w:hdrShapeDefaults>
    <o:shapedefaults v:ext="edit" spidmax="2053"/>
    <o:shapelayout v:ext="edit">
      <o:idmap v:ext="edit" data="2"/>
      <o:rules v:ext="edit">
        <o:r id="V:Rule2" type="connector" idref="#_x0000_s2052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3E4C3B"/>
    <w:rsid w:val="000026CE"/>
    <w:rsid w:val="00040C37"/>
    <w:rsid w:val="000547D9"/>
    <w:rsid w:val="00054DFD"/>
    <w:rsid w:val="000A48C9"/>
    <w:rsid w:val="000B2930"/>
    <w:rsid w:val="000C1FE7"/>
    <w:rsid w:val="000C3E7E"/>
    <w:rsid w:val="000D2216"/>
    <w:rsid w:val="000E29CB"/>
    <w:rsid w:val="0010546B"/>
    <w:rsid w:val="00163029"/>
    <w:rsid w:val="001A6A4C"/>
    <w:rsid w:val="001D1525"/>
    <w:rsid w:val="001F1A08"/>
    <w:rsid w:val="002236A9"/>
    <w:rsid w:val="00232FB1"/>
    <w:rsid w:val="0028489E"/>
    <w:rsid w:val="00290C19"/>
    <w:rsid w:val="00297870"/>
    <w:rsid w:val="002A290B"/>
    <w:rsid w:val="002A5BAC"/>
    <w:rsid w:val="003155E1"/>
    <w:rsid w:val="0033262C"/>
    <w:rsid w:val="0034544A"/>
    <w:rsid w:val="00353FD9"/>
    <w:rsid w:val="0036718C"/>
    <w:rsid w:val="003761B0"/>
    <w:rsid w:val="003835AF"/>
    <w:rsid w:val="00394D93"/>
    <w:rsid w:val="003A5AD6"/>
    <w:rsid w:val="003E4C3B"/>
    <w:rsid w:val="003E63C0"/>
    <w:rsid w:val="003F4DE8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A3CFE"/>
    <w:rsid w:val="004C3049"/>
    <w:rsid w:val="005018E2"/>
    <w:rsid w:val="00501C29"/>
    <w:rsid w:val="00512A86"/>
    <w:rsid w:val="0053561B"/>
    <w:rsid w:val="00546A70"/>
    <w:rsid w:val="00574DD9"/>
    <w:rsid w:val="00592F82"/>
    <w:rsid w:val="005A62C1"/>
    <w:rsid w:val="005D030A"/>
    <w:rsid w:val="006017EC"/>
    <w:rsid w:val="006027CC"/>
    <w:rsid w:val="00621F93"/>
    <w:rsid w:val="00623F17"/>
    <w:rsid w:val="00671A45"/>
    <w:rsid w:val="006A718D"/>
    <w:rsid w:val="006E792F"/>
    <w:rsid w:val="00700E72"/>
    <w:rsid w:val="00745A98"/>
    <w:rsid w:val="007659FE"/>
    <w:rsid w:val="00771703"/>
    <w:rsid w:val="007C424F"/>
    <w:rsid w:val="007C52F1"/>
    <w:rsid w:val="007F02F7"/>
    <w:rsid w:val="007F06C8"/>
    <w:rsid w:val="007F6E72"/>
    <w:rsid w:val="00801324"/>
    <w:rsid w:val="00812228"/>
    <w:rsid w:val="0082351D"/>
    <w:rsid w:val="00823D1E"/>
    <w:rsid w:val="008725F1"/>
    <w:rsid w:val="008B5602"/>
    <w:rsid w:val="008C1923"/>
    <w:rsid w:val="008F1D94"/>
    <w:rsid w:val="008F5266"/>
    <w:rsid w:val="008F62ED"/>
    <w:rsid w:val="009178A2"/>
    <w:rsid w:val="00930B79"/>
    <w:rsid w:val="009E736F"/>
    <w:rsid w:val="009F240C"/>
    <w:rsid w:val="009F6F13"/>
    <w:rsid w:val="00A32C1A"/>
    <w:rsid w:val="00A32F88"/>
    <w:rsid w:val="00A67905"/>
    <w:rsid w:val="00A739DB"/>
    <w:rsid w:val="00A92398"/>
    <w:rsid w:val="00AE0AB9"/>
    <w:rsid w:val="00B03303"/>
    <w:rsid w:val="00B11E31"/>
    <w:rsid w:val="00B121FF"/>
    <w:rsid w:val="00B43D79"/>
    <w:rsid w:val="00B463CF"/>
    <w:rsid w:val="00B66046"/>
    <w:rsid w:val="00B73B73"/>
    <w:rsid w:val="00BA4C26"/>
    <w:rsid w:val="00BC3C15"/>
    <w:rsid w:val="00BE37DD"/>
    <w:rsid w:val="00C067D2"/>
    <w:rsid w:val="00C36394"/>
    <w:rsid w:val="00C43F4C"/>
    <w:rsid w:val="00C61876"/>
    <w:rsid w:val="00C61B2E"/>
    <w:rsid w:val="00C841AF"/>
    <w:rsid w:val="00CB38DA"/>
    <w:rsid w:val="00CC59E8"/>
    <w:rsid w:val="00CF24A3"/>
    <w:rsid w:val="00D27454"/>
    <w:rsid w:val="00D65D2B"/>
    <w:rsid w:val="00D87793"/>
    <w:rsid w:val="00DB726E"/>
    <w:rsid w:val="00E12C07"/>
    <w:rsid w:val="00E85A23"/>
    <w:rsid w:val="00E96239"/>
    <w:rsid w:val="00EB152F"/>
    <w:rsid w:val="00EB331B"/>
    <w:rsid w:val="00ED00A5"/>
    <w:rsid w:val="00EE037D"/>
    <w:rsid w:val="00EF7937"/>
    <w:rsid w:val="00F16660"/>
    <w:rsid w:val="00F21BB5"/>
    <w:rsid w:val="00F456CA"/>
    <w:rsid w:val="00F73128"/>
    <w:rsid w:val="00FA168B"/>
    <w:rsid w:val="00FC34AC"/>
    <w:rsid w:val="00FD69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Zhlav">
    <w:name w:val="Styl1"/>
    <w:pPr>
      <w:numPr>
        <w:numId w:val="7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Anotace1.docx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90</TotalTime>
  <Pages>1</Pages>
  <Words>228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svp</dc:creator>
  <cp:keywords/>
  <cp:lastModifiedBy>hchotovinska</cp:lastModifiedBy>
  <cp:revision>21</cp:revision>
  <cp:lastPrinted>1900-12-31T23:00:00Z</cp:lastPrinted>
  <dcterms:created xsi:type="dcterms:W3CDTF">2012-09-30T18:31:00Z</dcterms:created>
  <dcterms:modified xsi:type="dcterms:W3CDTF">2014-05-05T13:42:00Z</dcterms:modified>
</cp:coreProperties>
</file>