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D55228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D55228" w:rsidRPr="00D55228">
        <w:rPr>
          <w:b/>
        </w:rPr>
        <w:t>Domácí živočichové</w:t>
      </w:r>
      <w:bookmarkEnd w:id="0"/>
      <w:r w:rsidR="0036718C">
        <w:rPr>
          <w:b/>
        </w:rPr>
        <w:tab/>
      </w:r>
    </w:p>
    <w:p w:rsidR="00D55228" w:rsidRPr="00D55228" w:rsidRDefault="009F6F13" w:rsidP="00D55228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D55228" w:rsidRPr="00D55228">
        <w:rPr>
          <w:b/>
        </w:rPr>
        <w:t>Mgr. Ivana Turková</w:t>
      </w:r>
    </w:p>
    <w:bookmarkEnd w:id="1"/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F61F76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2_</w:t>
      </w:r>
      <w:r w:rsidR="00D3360B">
        <w:t xml:space="preserve"> Zoologie</w:t>
      </w:r>
      <w:r w:rsidR="00163029">
        <w:tab/>
      </w:r>
      <w:r w:rsidR="008725F1">
        <w:t>Č</w:t>
      </w:r>
      <w:r w:rsidR="009F6F13">
        <w:t>íslo</w:t>
      </w:r>
      <w:r w:rsidR="008725F1">
        <w:t xml:space="preserve"> DUM</w:t>
      </w:r>
      <w:r w:rsidR="009F6F13">
        <w:t>:</w:t>
      </w:r>
      <w:r w:rsidR="00163029">
        <w:tab/>
      </w:r>
      <w:r w:rsidR="00D55228">
        <w:t>19</w:t>
      </w:r>
      <w:r w:rsidR="001A01DE">
        <w:t xml:space="preserve">         </w:t>
      </w:r>
      <w:bookmarkStart w:id="2" w:name="_GoBack"/>
      <w:bookmarkEnd w:id="2"/>
      <w:r w:rsidR="00592F82">
        <w:t>Předmět:</w:t>
      </w:r>
      <w:r w:rsidR="00592F82">
        <w:tab/>
      </w:r>
      <w:r w:rsidR="00D3360B">
        <w:t>b</w:t>
      </w:r>
      <w:r w:rsidR="00D55228">
        <w:t>iologie</w:t>
      </w:r>
      <w:r w:rsidR="001A01DE">
        <w:t xml:space="preserve"> (přírodopis)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D55228" w:rsidRPr="00D55228" w:rsidRDefault="009F6F13" w:rsidP="00D5522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C1128">
        <w:t xml:space="preserve"> 29. 11. 2012</w:t>
      </w:r>
      <w:r w:rsidR="00163029">
        <w:tab/>
      </w:r>
      <w:r>
        <w:t>Třída:</w:t>
      </w:r>
      <w:r w:rsidR="00163029">
        <w:tab/>
      </w:r>
      <w:r w:rsidR="000C1128">
        <w:t>sekunda</w:t>
      </w:r>
      <w:r w:rsidR="00D55228">
        <w:t xml:space="preserve">            </w:t>
      </w:r>
      <w:r>
        <w:t>Ověřující učitel:</w:t>
      </w:r>
      <w:r w:rsidR="00D55228">
        <w:t xml:space="preserve"> </w:t>
      </w:r>
      <w:r w:rsidR="00D55228" w:rsidRPr="00D55228">
        <w:t>Mgr. Ivana Turková</w:t>
      </w:r>
    </w:p>
    <w:p w:rsidR="00163029" w:rsidRPr="00661A02" w:rsidRDefault="00387717" w:rsidP="00661A02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661A02" w:rsidRPr="00E91263" w:rsidRDefault="00CB2AB0" w:rsidP="00661A02">
      <w:r>
        <w:t>Cílem materiálů je zopakovat a shrnout probrané učivo na t</w:t>
      </w:r>
      <w:r w:rsidR="00F71783">
        <w:t>é</w:t>
      </w:r>
      <w:r>
        <w:t>ma domestikace živočichů.</w:t>
      </w:r>
      <w:r w:rsidR="00D15C5A" w:rsidRPr="00E91263">
        <w:t xml:space="preserve"> </w:t>
      </w:r>
      <w:r w:rsidR="00661A02" w:rsidRPr="00E91263">
        <w:t>Interaktivní hry mají motivovat žáky</w:t>
      </w:r>
      <w:r w:rsidR="00F71783">
        <w:t xml:space="preserve"> 2. ročníků víceletých gymnázií</w:t>
      </w:r>
      <w:r w:rsidR="00D15C5A">
        <w:t xml:space="preserve"> a </w:t>
      </w:r>
      <w:r w:rsidR="00970299">
        <w:t xml:space="preserve">zároveň </w:t>
      </w:r>
      <w:r w:rsidR="00D15C5A">
        <w:t>zvýšit jejich aktivitu</w:t>
      </w:r>
      <w:r w:rsidR="00661A02" w:rsidRPr="00E91263">
        <w:t xml:space="preserve"> v hodině.</w:t>
      </w:r>
      <w:r w:rsidR="00EE1F9B">
        <w:t xml:space="preserve"> </w:t>
      </w:r>
      <w:r w:rsidR="00D15C5A">
        <w:t>N</w:t>
      </w:r>
      <w:r w:rsidR="00661A02" w:rsidRPr="00E91263">
        <w:t xml:space="preserve">a úvod </w:t>
      </w:r>
      <w:r w:rsidR="00EE1F9B">
        <w:t xml:space="preserve">je </w:t>
      </w:r>
      <w:r w:rsidR="00661A02" w:rsidRPr="00E91263">
        <w:t>zařazen</w:t>
      </w:r>
      <w:r w:rsidR="00EE1F9B">
        <w:t>a</w:t>
      </w:r>
      <w:r w:rsidR="00661A02" w:rsidRPr="00E91263">
        <w:t xml:space="preserve"> přesmyčk</w:t>
      </w:r>
      <w:r w:rsidR="00EE1F9B">
        <w:t>a. Potom</w:t>
      </w:r>
      <w:r w:rsidR="00661A02" w:rsidRPr="00E91263">
        <w:t xml:space="preserve"> </w:t>
      </w:r>
      <w:r w:rsidR="00EE1F9B">
        <w:t>n</w:t>
      </w:r>
      <w:r w:rsidR="00661A02" w:rsidRPr="00E91263">
        <w:t>ásleduj</w:t>
      </w:r>
      <w:r w:rsidR="00EE1F9B">
        <w:t>í úkoly</w:t>
      </w:r>
      <w:r w:rsidR="00F71783">
        <w:t xml:space="preserve">, které žáci vypracovávají samostatně do sešitů. </w:t>
      </w:r>
      <w:r w:rsidR="00661A02" w:rsidRPr="00E91263">
        <w:t>Metodické pokyny</w:t>
      </w:r>
      <w:r w:rsidR="00F71783">
        <w:t xml:space="preserve"> a řešení</w:t>
      </w:r>
      <w:r w:rsidR="00661A02" w:rsidRPr="00E91263">
        <w:t xml:space="preserve"> jsou u každého cvičení.</w:t>
      </w:r>
      <w:r w:rsidR="00970299">
        <w:t xml:space="preserve"> Výukový materiál lze také využít pro výuku biologie v seminářích</w:t>
      </w:r>
      <w:r w:rsidR="00F71783">
        <w:t xml:space="preserve"> </w:t>
      </w:r>
      <w:r w:rsidR="00970299">
        <w:t>vyšších roční</w:t>
      </w:r>
      <w:r w:rsidR="00465047">
        <w:t>ků čtyřletých gymnázií</w:t>
      </w:r>
      <w:r w:rsidR="00970299">
        <w:t>.</w:t>
      </w:r>
    </w:p>
    <w:p w:rsidR="00745A98" w:rsidRDefault="00745A98" w:rsidP="00745A98"/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0C1128" w:rsidP="00745A98">
      <w:pPr>
        <w:spacing w:before="240" w:line="360" w:lineRule="auto"/>
        <w:rPr>
          <w:b/>
        </w:rPr>
      </w:pPr>
      <w:r>
        <w:t>domestikace, pes, kočka, tur, ovce, kůň králík, koza, ovce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985344" w:rsidRDefault="00985344" w:rsidP="00661A02">
      <w:r>
        <w:t>Aktivita 1 – str. 4 – anagram</w:t>
      </w:r>
      <w:r w:rsidR="00D15C5A">
        <w:t xml:space="preserve"> - přesmyčka</w:t>
      </w:r>
      <w:r>
        <w:t xml:space="preserve">  </w:t>
      </w:r>
    </w:p>
    <w:p w:rsidR="00985344" w:rsidRDefault="00985344" w:rsidP="00661A02">
      <w:r>
        <w:t>Aktivita 2 – str. 6,7 – pojmenovat živočichy na obrázcích a napsat jejich prapředky</w:t>
      </w:r>
    </w:p>
    <w:p w:rsidR="00985344" w:rsidRDefault="00985344" w:rsidP="00661A02">
      <w:r>
        <w:t>Aktivita 3 – str. 10 – přiřazování plemen zvířat (možná práce s literaturou)</w:t>
      </w:r>
    </w:p>
    <w:p w:rsidR="00EB331B" w:rsidRPr="00623F17" w:rsidRDefault="00623F17" w:rsidP="00985344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985344" w:rsidRDefault="00985344" w:rsidP="00985344">
      <w:r>
        <w:t xml:space="preserve">SMART Notebook 11, Lesson Activity Toolkit </w:t>
      </w:r>
    </w:p>
    <w:p w:rsidR="00985344" w:rsidRDefault="00985344" w:rsidP="00985344">
      <w:r>
        <w:t>SMART Notebook 11, Základní prvky Galerie</w:t>
      </w:r>
    </w:p>
    <w:p w:rsidR="00985344" w:rsidRDefault="00985344" w:rsidP="00985344">
      <w:r>
        <w:t>Kvasničková, D</w:t>
      </w:r>
      <w:r w:rsidRPr="007053BD">
        <w:rPr>
          <w:i/>
        </w:rPr>
        <w:t>. Ekologický přírodopis</w:t>
      </w:r>
      <w:r>
        <w:rPr>
          <w:i/>
        </w:rPr>
        <w:t xml:space="preserve"> pro 7. ročník základní školy (1. část)</w:t>
      </w:r>
      <w:r>
        <w:t>, Praha: Fortuna, 1997</w:t>
      </w:r>
    </w:p>
    <w:p w:rsidR="00985344" w:rsidRDefault="00985344" w:rsidP="00985344">
      <w:r>
        <w:t xml:space="preserve">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623F17" w:rsidRPr="000C1128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="000C1128">
        <w:rPr>
          <w:b/>
        </w:rPr>
        <w:t xml:space="preserve"> </w:t>
      </w:r>
      <w:r w:rsidRPr="00EB331B">
        <w:rPr>
          <w:b/>
        </w:rPr>
        <w:t xml:space="preserve"> </w:t>
      </w:r>
      <w:r w:rsidR="000C1128">
        <w:rPr>
          <w:b/>
        </w:rPr>
        <w:t>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8E7" w:rsidRDefault="006E58E7">
      <w:r>
        <w:separator/>
      </w:r>
    </w:p>
  </w:endnote>
  <w:endnote w:type="continuationSeparator" w:id="0">
    <w:p w:rsidR="006E58E7" w:rsidRDefault="006E5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E5" w:rsidRDefault="00535BE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E5" w:rsidRDefault="00535BE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8E7" w:rsidRDefault="006E58E7">
      <w:r>
        <w:separator/>
      </w:r>
    </w:p>
  </w:footnote>
  <w:footnote w:type="continuationSeparator" w:id="0">
    <w:p w:rsidR="006E58E7" w:rsidRDefault="006E5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E5" w:rsidRDefault="00535BE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35BE5">
      <w:rPr>
        <w:bCs/>
      </w:rPr>
      <w:t>34.</w:t>
    </w:r>
    <w:r>
      <w:rPr>
        <w:bCs/>
      </w:rPr>
      <w:t>0325</w:t>
    </w:r>
  </w:p>
  <w:p w:rsidR="00484E3A" w:rsidRPr="00745A98" w:rsidRDefault="0038771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87717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E5" w:rsidRDefault="00535B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128"/>
    <w:rsid w:val="000C1FE7"/>
    <w:rsid w:val="000C3E7E"/>
    <w:rsid w:val="000E29CB"/>
    <w:rsid w:val="0010546B"/>
    <w:rsid w:val="0015615C"/>
    <w:rsid w:val="00163029"/>
    <w:rsid w:val="00167908"/>
    <w:rsid w:val="001A01DE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87717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5047"/>
    <w:rsid w:val="0046688E"/>
    <w:rsid w:val="00471A18"/>
    <w:rsid w:val="00484E3A"/>
    <w:rsid w:val="00490F9C"/>
    <w:rsid w:val="00493EE7"/>
    <w:rsid w:val="004C3049"/>
    <w:rsid w:val="00501C29"/>
    <w:rsid w:val="00512A86"/>
    <w:rsid w:val="00535BE5"/>
    <w:rsid w:val="00546A70"/>
    <w:rsid w:val="00574DD9"/>
    <w:rsid w:val="00592F82"/>
    <w:rsid w:val="005A62C1"/>
    <w:rsid w:val="005D030A"/>
    <w:rsid w:val="006027CC"/>
    <w:rsid w:val="00623F17"/>
    <w:rsid w:val="00661A02"/>
    <w:rsid w:val="006A718D"/>
    <w:rsid w:val="006E58E7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70299"/>
    <w:rsid w:val="0098534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2AB0"/>
    <w:rsid w:val="00CB38DA"/>
    <w:rsid w:val="00CC59E8"/>
    <w:rsid w:val="00CF24A3"/>
    <w:rsid w:val="00D15C5A"/>
    <w:rsid w:val="00D3360B"/>
    <w:rsid w:val="00D55228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E1F9B"/>
    <w:rsid w:val="00EF7937"/>
    <w:rsid w:val="00F16660"/>
    <w:rsid w:val="00F21BB5"/>
    <w:rsid w:val="00F456CA"/>
    <w:rsid w:val="00F61F76"/>
    <w:rsid w:val="00F71783"/>
    <w:rsid w:val="00F73128"/>
    <w:rsid w:val="00FA168B"/>
    <w:rsid w:val="00FB1184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98</TotalTime>
  <Pages>1</Pages>
  <Words>197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20</cp:revision>
  <cp:lastPrinted>1900-12-31T23:00:00Z</cp:lastPrinted>
  <dcterms:created xsi:type="dcterms:W3CDTF">2012-09-30T18:31:00Z</dcterms:created>
  <dcterms:modified xsi:type="dcterms:W3CDTF">2014-05-05T13:42:00Z</dcterms:modified>
</cp:coreProperties>
</file>