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F47393">
        <w:rPr>
          <w:b/>
        </w:rPr>
        <w:t>Dihybridní křížení</w:t>
      </w:r>
      <w:r w:rsidR="00462CBD">
        <w:rPr>
          <w:b/>
        </w:rPr>
        <w:t xml:space="preserve"> – příklad k procvičení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916773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3665C9">
        <w:t xml:space="preserve">: </w:t>
      </w:r>
      <w:r w:rsidR="009C56CF">
        <w:t>3</w:t>
      </w:r>
      <w:r w:rsidR="00916773">
        <w:t>_</w:t>
      </w:r>
      <w:r w:rsidR="00916773" w:rsidRPr="00916773">
        <w:t xml:space="preserve"> </w:t>
      </w:r>
      <w:r w:rsidR="00916773" w:rsidRPr="002D2E0A">
        <w:t xml:space="preserve">Biologie </w:t>
      </w:r>
      <w:r w:rsidR="00916773">
        <w:t xml:space="preserve">člověka a genetika       </w:t>
      </w:r>
      <w:r w:rsidR="00187537">
        <w:t xml:space="preserve"> </w:t>
      </w:r>
      <w:r w:rsidR="00A33751">
        <w:t xml:space="preserve">    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462CBD">
        <w:t xml:space="preserve"> </w:t>
      </w:r>
      <w:r w:rsidR="00A33751">
        <w:t xml:space="preserve">                      </w:t>
      </w:r>
      <w:bookmarkStart w:id="0" w:name="_GoBack"/>
      <w:bookmarkEnd w:id="0"/>
      <w:r w:rsidR="00916773">
        <w:t xml:space="preserve">   </w:t>
      </w:r>
      <w:r w:rsidR="00187537">
        <w:t xml:space="preserve">Předmět: </w:t>
      </w:r>
      <w:r w:rsidR="00A33751">
        <w:t>b</w:t>
      </w:r>
      <w:r w:rsidR="00916773">
        <w:t xml:space="preserve">iologie   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F47393">
        <w:t>6</w:t>
      </w:r>
      <w:r w:rsidR="00462CBD">
        <w:t>. 5. 2013</w:t>
      </w:r>
      <w:r w:rsidR="00163029">
        <w:tab/>
      </w:r>
      <w:r>
        <w:t>Třída:</w:t>
      </w:r>
      <w:r w:rsidR="00163029">
        <w:tab/>
      </w:r>
      <w:r w:rsidR="00462CBD">
        <w:t>3.C</w:t>
      </w:r>
      <w:r>
        <w:tab/>
        <w:t>Ověřující učitel:</w:t>
      </w:r>
      <w:r w:rsidR="002D2E0A">
        <w:t xml:space="preserve"> Mgr. P. Trčková</w:t>
      </w:r>
    </w:p>
    <w:p w:rsidR="00163029" w:rsidRPr="00501C29" w:rsidRDefault="000537F5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462CBD" w:rsidP="00745A98">
      <w:r>
        <w:t xml:space="preserve">Příklad na procvičování křížení </w:t>
      </w:r>
      <w:r w:rsidR="00F47393">
        <w:t>dihybrida.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87537" w:rsidRPr="009C56CF" w:rsidRDefault="00F47393" w:rsidP="00745A98">
      <w:pPr>
        <w:spacing w:before="240" w:line="360" w:lineRule="auto"/>
      </w:pPr>
      <w:r>
        <w:t>Vztahy alel</w:t>
      </w:r>
      <w:r w:rsidR="00462CBD">
        <w:t xml:space="preserve">, </w:t>
      </w:r>
      <w:r>
        <w:t>di</w:t>
      </w:r>
      <w:r w:rsidR="00462CBD">
        <w:t xml:space="preserve">hybrid, </w:t>
      </w:r>
      <w:r>
        <w:t xml:space="preserve">dominance a recesivita, </w:t>
      </w:r>
      <w:r w:rsidR="00462CBD">
        <w:t>gen, znak, alela, homozygot, heterozygot, genotyp, fenotyp.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87537" w:rsidRDefault="005F7209" w:rsidP="009F6F13">
      <w:r>
        <w:t>Materiál je vytvořen pr</w:t>
      </w:r>
      <w:r w:rsidR="000919B9">
        <w:t>o použití s interaktivní tabulí</w:t>
      </w:r>
      <w:r>
        <w:t>.</w:t>
      </w:r>
      <w:r w:rsidR="009C56CF">
        <w:t xml:space="preserve"> </w:t>
      </w:r>
    </w:p>
    <w:p w:rsidR="00745A98" w:rsidRDefault="00187537" w:rsidP="009F6F13">
      <w:r>
        <w:t xml:space="preserve">Materiál je vhodný pro užití </w:t>
      </w:r>
      <w:r w:rsidR="000A3DAF">
        <w:t>k procvičen</w:t>
      </w:r>
      <w:r>
        <w:t>í</w:t>
      </w:r>
      <w:r w:rsidR="000A3DAF">
        <w:t xml:space="preserve"> problematiky </w:t>
      </w:r>
      <w:r w:rsidR="009135D2">
        <w:t>dihybridního křížení</w:t>
      </w:r>
      <w:r w:rsidR="000A3DAF">
        <w:t xml:space="preserve"> nebo pro užití v souhrnném opakování genetiky.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F7209" w:rsidP="009F6F13">
      <w:r>
        <w:t>Obrázky i texty – autorka DUM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184F77" w:rsidP="00623F17">
      <w:r>
        <w:t xml:space="preserve">Aktivita trvá zhruba </w:t>
      </w:r>
      <w:r w:rsidR="00187537">
        <w:t>25 - 30</w:t>
      </w:r>
      <w:r w:rsidR="009C56CF">
        <w:t xml:space="preserve"> minut</w:t>
      </w:r>
      <w:r w:rsidR="00187537">
        <w:t>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D23" w:rsidRDefault="008E0D23">
      <w:r>
        <w:separator/>
      </w:r>
    </w:p>
  </w:endnote>
  <w:endnote w:type="continuationSeparator" w:id="0">
    <w:p w:rsidR="008E0D23" w:rsidRDefault="008E0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773" w:rsidRDefault="0091677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0537F5">
    <w:pPr>
      <w:pStyle w:val="Zpat"/>
      <w:tabs>
        <w:tab w:val="clear" w:pos="9072"/>
        <w:tab w:val="right" w:pos="9540"/>
      </w:tabs>
      <w:rPr>
        <w:bCs/>
      </w:rPr>
    </w:pP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553A4B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773" w:rsidRDefault="0091677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D23" w:rsidRDefault="008E0D23">
      <w:r>
        <w:separator/>
      </w:r>
    </w:p>
  </w:footnote>
  <w:footnote w:type="continuationSeparator" w:id="0">
    <w:p w:rsidR="008E0D23" w:rsidRDefault="008E0D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773" w:rsidRDefault="0091677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553A4B">
      <w:rPr>
        <w:bCs/>
      </w:rPr>
      <w:t>34.</w:t>
    </w:r>
    <w:r>
      <w:rPr>
        <w:bCs/>
      </w:rPr>
      <w:t>0325</w:t>
    </w:r>
  </w:p>
  <w:p w:rsidR="00484E3A" w:rsidRPr="00745A98" w:rsidRDefault="000537F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0537F5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773" w:rsidRDefault="0091677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37F5"/>
    <w:rsid w:val="000547D9"/>
    <w:rsid w:val="00054DFD"/>
    <w:rsid w:val="000919B9"/>
    <w:rsid w:val="000A3DAF"/>
    <w:rsid w:val="000A48C9"/>
    <w:rsid w:val="000B2930"/>
    <w:rsid w:val="000C1FE7"/>
    <w:rsid w:val="000C3E7E"/>
    <w:rsid w:val="000E29CB"/>
    <w:rsid w:val="0010546B"/>
    <w:rsid w:val="00163029"/>
    <w:rsid w:val="00184F77"/>
    <w:rsid w:val="00187537"/>
    <w:rsid w:val="001A6A4C"/>
    <w:rsid w:val="001F1A08"/>
    <w:rsid w:val="00232FB1"/>
    <w:rsid w:val="0028489E"/>
    <w:rsid w:val="00290C19"/>
    <w:rsid w:val="00297870"/>
    <w:rsid w:val="002A290B"/>
    <w:rsid w:val="002A5BAC"/>
    <w:rsid w:val="002D2E0A"/>
    <w:rsid w:val="0033262C"/>
    <w:rsid w:val="0034544A"/>
    <w:rsid w:val="00353FD9"/>
    <w:rsid w:val="003665C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2CBD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53A4B"/>
    <w:rsid w:val="00574DD9"/>
    <w:rsid w:val="00592F82"/>
    <w:rsid w:val="005A62C1"/>
    <w:rsid w:val="005D030A"/>
    <w:rsid w:val="005F7209"/>
    <w:rsid w:val="006027CC"/>
    <w:rsid w:val="0062196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E0D23"/>
    <w:rsid w:val="008F0F33"/>
    <w:rsid w:val="008F1D94"/>
    <w:rsid w:val="009135D2"/>
    <w:rsid w:val="00916773"/>
    <w:rsid w:val="009178A2"/>
    <w:rsid w:val="00930B79"/>
    <w:rsid w:val="009C56CF"/>
    <w:rsid w:val="009D2BD8"/>
    <w:rsid w:val="009E736F"/>
    <w:rsid w:val="009F240C"/>
    <w:rsid w:val="009F6F13"/>
    <w:rsid w:val="00A32C1A"/>
    <w:rsid w:val="00A32F88"/>
    <w:rsid w:val="00A33751"/>
    <w:rsid w:val="00A64FA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03D76"/>
    <w:rsid w:val="00F16660"/>
    <w:rsid w:val="00F21BB5"/>
    <w:rsid w:val="00F456CA"/>
    <w:rsid w:val="00F47393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213</TotalTime>
  <Pages>1</Pages>
  <Words>119</Words>
  <Characters>868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9</cp:revision>
  <cp:lastPrinted>1900-12-31T23:00:00Z</cp:lastPrinted>
  <dcterms:created xsi:type="dcterms:W3CDTF">2013-11-09T14:18:00Z</dcterms:created>
  <dcterms:modified xsi:type="dcterms:W3CDTF">2014-05-05T13:43:00Z</dcterms:modified>
</cp:coreProperties>
</file>