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187537">
        <w:rPr>
          <w:b/>
        </w:rPr>
        <w:t>Operonová teorie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7F1C51" w:rsidRDefault="009F6F13" w:rsidP="007F1C51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7F1C51">
        <w:t xml:space="preserve">: </w:t>
      </w:r>
      <w:r w:rsidR="009C56CF">
        <w:t>3</w:t>
      </w:r>
      <w:r w:rsidR="007F1C51">
        <w:t>_</w:t>
      </w:r>
      <w:r w:rsidR="007F1C51" w:rsidRPr="007F1C51">
        <w:t xml:space="preserve"> </w:t>
      </w:r>
      <w:r w:rsidR="007F1C51" w:rsidRPr="002D2E0A">
        <w:t xml:space="preserve">Biologie </w:t>
      </w:r>
      <w:r w:rsidR="007F1C51">
        <w:t xml:space="preserve">člověka a genetika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7F1C51">
        <w:t xml:space="preserve">  </w:t>
      </w:r>
      <w:r w:rsidR="009C56CF">
        <w:t>1</w:t>
      </w:r>
      <w:r w:rsidR="00187537">
        <w:t xml:space="preserve">5    </w:t>
      </w:r>
    </w:p>
    <w:p w:rsidR="002D2E0A" w:rsidRDefault="007F1C51" w:rsidP="007F1C51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Předmět: v</w:t>
      </w:r>
      <w:r w:rsidR="00187537">
        <w:t>olitelné předměty - MBB, CvBi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  <w:bookmarkStart w:id="0" w:name="_GoBack"/>
      <w:bookmarkEnd w:id="0"/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187537">
        <w:t>25. 1. 2013</w:t>
      </w:r>
      <w:r w:rsidR="00163029">
        <w:tab/>
      </w:r>
      <w:r>
        <w:t>Třída:</w:t>
      </w:r>
      <w:r w:rsidR="00163029">
        <w:tab/>
      </w:r>
      <w:r w:rsidR="00187537">
        <w:t>MBB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B40057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187537" w:rsidP="00745A98">
      <w:r>
        <w:t>Objasnění způsobu řízení metabolismu u prokaryot – seznámení s operonovou teorií.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87537" w:rsidRPr="009C56CF" w:rsidRDefault="00187537" w:rsidP="00745A98">
      <w:pPr>
        <w:spacing w:before="240" w:line="360" w:lineRule="auto"/>
      </w:pPr>
      <w:r>
        <w:t>Genetika prokaryot, řízení metabolismu, zpětná vazba, operon, operonová teorie.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87537" w:rsidRDefault="005F7209" w:rsidP="009F6F13">
      <w:r>
        <w:t>Materiál je vytvořen pr</w:t>
      </w:r>
      <w:r w:rsidR="000919B9">
        <w:t>o použití s interaktivní tabulí</w:t>
      </w:r>
      <w:r>
        <w:t>.</w:t>
      </w:r>
      <w:r w:rsidR="009C56CF">
        <w:t xml:space="preserve"> </w:t>
      </w:r>
      <w:r w:rsidR="00187537">
        <w:t>Pro žáky je připraven pracovní list. Na základě informací v pracovním listu se s použitím interaktivní tabule názorně vysvětlí funkce operonu.</w:t>
      </w:r>
    </w:p>
    <w:p w:rsidR="00745A98" w:rsidRDefault="00187537" w:rsidP="009F6F13">
      <w:r>
        <w:t>Materiál je vhodný pro užití v předmětech s rozšiřující výukou biologie. Jedná se o volitelné předměty Molekulární a buněčná biologie a Cvičení s biologie.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187537">
        <w:t>25 - 30</w:t>
      </w:r>
      <w:r w:rsidR="009C56CF">
        <w:t xml:space="preserve"> minut</w:t>
      </w:r>
      <w:r w:rsidR="00187537">
        <w:t>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AC" w:rsidRDefault="00EF0CAC">
      <w:r>
        <w:separator/>
      </w:r>
    </w:p>
  </w:endnote>
  <w:endnote w:type="continuationSeparator" w:id="0">
    <w:p w:rsidR="00EF0CAC" w:rsidRDefault="00EF0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3A" w:rsidRDefault="007B613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3A" w:rsidRDefault="007B61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AC" w:rsidRDefault="00EF0CAC">
      <w:r>
        <w:separator/>
      </w:r>
    </w:p>
  </w:footnote>
  <w:footnote w:type="continuationSeparator" w:id="0">
    <w:p w:rsidR="00EF0CAC" w:rsidRDefault="00EF0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3A" w:rsidRDefault="007B613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B613A">
      <w:rPr>
        <w:bCs/>
      </w:rPr>
      <w:t>34.</w:t>
    </w:r>
    <w:r>
      <w:rPr>
        <w:bCs/>
      </w:rPr>
      <w:t>0325</w:t>
    </w:r>
  </w:p>
  <w:p w:rsidR="00484E3A" w:rsidRPr="00745A98" w:rsidRDefault="00B4005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40057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13A" w:rsidRDefault="007B613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919B9"/>
    <w:rsid w:val="000A48C9"/>
    <w:rsid w:val="000B2930"/>
    <w:rsid w:val="000C1FE7"/>
    <w:rsid w:val="000C3E7E"/>
    <w:rsid w:val="000E29CB"/>
    <w:rsid w:val="0010546B"/>
    <w:rsid w:val="00163029"/>
    <w:rsid w:val="00184F77"/>
    <w:rsid w:val="0018753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196C"/>
    <w:rsid w:val="00623F17"/>
    <w:rsid w:val="006A718D"/>
    <w:rsid w:val="006E792F"/>
    <w:rsid w:val="00700E72"/>
    <w:rsid w:val="00745A98"/>
    <w:rsid w:val="007659FE"/>
    <w:rsid w:val="00771703"/>
    <w:rsid w:val="007B613A"/>
    <w:rsid w:val="007C424F"/>
    <w:rsid w:val="007C52F1"/>
    <w:rsid w:val="007F02F7"/>
    <w:rsid w:val="007F06C8"/>
    <w:rsid w:val="007F1C51"/>
    <w:rsid w:val="00801324"/>
    <w:rsid w:val="00812228"/>
    <w:rsid w:val="0082351D"/>
    <w:rsid w:val="00823D1E"/>
    <w:rsid w:val="008725F1"/>
    <w:rsid w:val="008B5602"/>
    <w:rsid w:val="008F0F33"/>
    <w:rsid w:val="008F1D94"/>
    <w:rsid w:val="009178A2"/>
    <w:rsid w:val="00930B79"/>
    <w:rsid w:val="009C56CF"/>
    <w:rsid w:val="009D2BD8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0057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0CAC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</TotalTime>
  <Pages>1</Pages>
  <Words>150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2013-11-09T12:14:00Z</dcterms:created>
  <dcterms:modified xsi:type="dcterms:W3CDTF">2014-05-05T13:48:00Z</dcterms:modified>
</cp:coreProperties>
</file>