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6C39FE" w:rsidRDefault="009F6F13" w:rsidP="006C39FE">
      <w:pPr>
        <w:autoSpaceDE w:val="0"/>
        <w:autoSpaceDN w:val="0"/>
        <w:adjustRightInd w:val="0"/>
        <w:rPr>
          <w:rFonts w:ascii="Arial" w:hAnsi="Arial" w:cs="Arial"/>
          <w:color w:val="000000"/>
          <w:sz w:val="32"/>
          <w:szCs w:val="32"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6C39FE" w:rsidRPr="006C39FE">
        <w:rPr>
          <w:b/>
        </w:rPr>
        <w:t>Zjištění síly vazby mezi geny u dihybrida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2D2E0A">
        <w:rPr>
          <w:b/>
        </w:rPr>
        <w:t>Mgr. Pavla Trčková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2D2E0A" w:rsidRDefault="009F6F13" w:rsidP="002D2E0A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76139A">
        <w:t xml:space="preserve"> :</w:t>
      </w:r>
      <w:r>
        <w:t xml:space="preserve"> </w:t>
      </w:r>
      <w:r w:rsidR="0084442D">
        <w:t>3_</w:t>
      </w:r>
      <w:r w:rsidR="0076139A" w:rsidRPr="002D2E0A">
        <w:t xml:space="preserve">Biologie </w:t>
      </w:r>
      <w:r w:rsidR="0076139A">
        <w:t xml:space="preserve">člověka a genetika     </w:t>
      </w:r>
      <w:r w:rsidR="0084442D">
        <w:t xml:space="preserve">   </w:t>
      </w:r>
      <w:bookmarkStart w:id="0" w:name="_GoBack"/>
      <w:bookmarkEnd w:id="0"/>
      <w:r w:rsidR="008725F1">
        <w:t>Č</w:t>
      </w:r>
      <w:r>
        <w:t>íslo</w:t>
      </w:r>
      <w:r w:rsidR="008725F1">
        <w:t xml:space="preserve"> DUM</w:t>
      </w:r>
      <w:r>
        <w:t>:</w:t>
      </w:r>
      <w:r w:rsidR="0076139A">
        <w:t xml:space="preserve"> </w:t>
      </w:r>
      <w:r w:rsidR="006C39FE">
        <w:t>20</w:t>
      </w:r>
      <w:r w:rsidR="002D2E0A">
        <w:tab/>
      </w:r>
      <w:r w:rsidR="00592F82">
        <w:t>Předmět:</w:t>
      </w:r>
      <w:r w:rsidR="00592F82">
        <w:tab/>
      </w:r>
      <w:r w:rsidR="002D2E0A">
        <w:t>Biologie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D32D22">
        <w:t>2</w:t>
      </w:r>
      <w:r w:rsidR="000E29DF">
        <w:t>5</w:t>
      </w:r>
      <w:r w:rsidR="00D32D22">
        <w:t xml:space="preserve">. </w:t>
      </w:r>
      <w:r w:rsidR="000E29DF">
        <w:t>2</w:t>
      </w:r>
      <w:r w:rsidR="00D32D22">
        <w:t>. 2013</w:t>
      </w:r>
      <w:r w:rsidR="00163029">
        <w:tab/>
      </w:r>
      <w:r>
        <w:t>Třída:</w:t>
      </w:r>
      <w:r w:rsidR="00163029">
        <w:tab/>
      </w:r>
      <w:r w:rsidR="00D32D22">
        <w:t>3.C</w:t>
      </w:r>
      <w:r>
        <w:tab/>
        <w:t>Ověřující učitel:</w:t>
      </w:r>
      <w:r w:rsidR="002D2E0A">
        <w:t xml:space="preserve"> Mgr. P. Trčková</w:t>
      </w:r>
    </w:p>
    <w:p w:rsidR="00163029" w:rsidRPr="00501C29" w:rsidRDefault="001C3B6F" w:rsidP="00163029">
      <w:pPr>
        <w:spacing w:before="240" w:line="360" w:lineRule="auto"/>
        <w:rPr>
          <w:b/>
        </w:rPr>
      </w:pPr>
      <w:hyperlink r:id="rId7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6C39FE" w:rsidP="00745A98">
      <w:r>
        <w:t>Výpočet síly</w:t>
      </w:r>
      <w:r w:rsidR="000E29DF">
        <w:t xml:space="preserve"> vazby genů na příklad</w:t>
      </w:r>
      <w:r>
        <w:t>u dihybrida s úplnou dominancí.</w:t>
      </w:r>
    </w:p>
    <w:p w:rsidR="006C39FE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Default="006C39FE" w:rsidP="00745A98">
      <w:pPr>
        <w:spacing w:before="240" w:line="360" w:lineRule="auto"/>
        <w:rPr>
          <w:b/>
        </w:rPr>
      </w:pPr>
      <w:r>
        <w:t>V</w:t>
      </w:r>
      <w:r w:rsidR="000E29DF">
        <w:t xml:space="preserve">azba CIS, vazba TRANS, </w:t>
      </w:r>
      <w:r>
        <w:t xml:space="preserve">Morganovo číslo, Batesnovo číslo, </w:t>
      </w:r>
      <w:r w:rsidR="000E29DF">
        <w:t xml:space="preserve">zpětné křížení, genové rekombinace, crossing-over, </w:t>
      </w:r>
      <w:r>
        <w:t>meióza, rekombinované gamety, nerekombinované gamety.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0E29DF" w:rsidRDefault="005F7209" w:rsidP="009F6F13">
      <w:r>
        <w:t xml:space="preserve">Materiál je určen pro </w:t>
      </w:r>
      <w:r w:rsidR="000E29DF">
        <w:t>výklad problematiky vazby genů. Pro žáky jsou připraveny pracovní listy.</w:t>
      </w:r>
      <w:r w:rsidR="006C39FE">
        <w:t xml:space="preserve"> Materiál navazuje na materiál Bi_3_07 – vazba genů. Oba materiály je vhodné využít během jedné vyučovací hodiny nebo ve dvou po sobě následujících hodinách.</w:t>
      </w:r>
    </w:p>
    <w:p w:rsidR="00745A98" w:rsidRDefault="00D32D22" w:rsidP="009F6F13">
      <w:r>
        <w:t>K u</w:t>
      </w:r>
      <w:r w:rsidR="006C39FE">
        <w:t>žití je materiál vhodný ve třetím</w:t>
      </w:r>
      <w:r>
        <w:t xml:space="preserve"> ročníku při výkladu problematiky </w:t>
      </w:r>
      <w:r w:rsidR="000E29DF">
        <w:t>vazby genů</w:t>
      </w:r>
      <w:r>
        <w:t>.</w:t>
      </w:r>
      <w:r w:rsidR="000E29DF">
        <w:t xml:space="preserve"> </w:t>
      </w:r>
      <w:r w:rsidR="005F7209">
        <w:t>Materiál je vytvořen pro</w:t>
      </w:r>
      <w:r w:rsidR="007A06C6">
        <w:t xml:space="preserve"> použití s interaktivní tabulí.</w:t>
      </w:r>
      <w:r w:rsidR="000E29DF">
        <w:t xml:space="preserve"> Při výkladu žáci doplňují do materiálu a do pracovních listů správné řešení, učitel dává žákům zpětnou vazbu.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623F17" w:rsidRDefault="005F7209" w:rsidP="009F6F13">
      <w:r>
        <w:t>Obrázky i texty – autorka DUM</w:t>
      </w: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</w:p>
    <w:p w:rsidR="00623F17" w:rsidRDefault="00D32D22" w:rsidP="00623F17">
      <w:r>
        <w:t xml:space="preserve">Časový prostor pro využití materiálu - </w:t>
      </w:r>
      <w:r w:rsidR="007A06C6">
        <w:t xml:space="preserve"> cca 20</w:t>
      </w:r>
      <w:r>
        <w:t xml:space="preserve"> - 25</w:t>
      </w:r>
      <w:r w:rsidR="007A06C6">
        <w:t xml:space="preserve"> minut.</w:t>
      </w:r>
    </w:p>
    <w:p w:rsidR="00623F17" w:rsidRPr="00B121FF" w:rsidRDefault="00623F17" w:rsidP="009F6F13"/>
    <w:sectPr w:rsidR="00623F17" w:rsidRPr="00B121FF" w:rsidSect="00A32F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DA7" w:rsidRDefault="004F1DA7">
      <w:r>
        <w:separator/>
      </w:r>
    </w:p>
  </w:endnote>
  <w:endnote w:type="continuationSeparator" w:id="0">
    <w:p w:rsidR="004F1DA7" w:rsidRDefault="004F1D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9FB" w:rsidRDefault="00D969FB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9FB" w:rsidRDefault="00D969F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DA7" w:rsidRDefault="004F1DA7">
      <w:r>
        <w:separator/>
      </w:r>
    </w:p>
  </w:footnote>
  <w:footnote w:type="continuationSeparator" w:id="0">
    <w:p w:rsidR="004F1DA7" w:rsidRDefault="004F1D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9FB" w:rsidRDefault="00D969FB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D969FB">
      <w:rPr>
        <w:bCs/>
      </w:rPr>
      <w:t>34.</w:t>
    </w:r>
    <w:r>
      <w:rPr>
        <w:bCs/>
      </w:rPr>
      <w:t>0325</w:t>
    </w:r>
  </w:p>
  <w:p w:rsidR="00484E3A" w:rsidRPr="00745A98" w:rsidRDefault="001C3B6F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 w:rsidRPr="001C3B6F"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4097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9FB" w:rsidRDefault="00D969F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hyphenationZone w:val="425"/>
  <w:noPunctuationKerning/>
  <w:characterSpacingControl w:val="doNotCompress"/>
  <w:hdrShapeDefaults>
    <o:shapedefaults v:ext="edit" spidmax="4098"/>
    <o:shapelayout v:ext="edit">
      <o:idmap v:ext="edit" data="4"/>
      <o:rules v:ext="edit">
        <o:r id="V:Rule1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0E29DF"/>
    <w:rsid w:val="0010546B"/>
    <w:rsid w:val="00163029"/>
    <w:rsid w:val="00184F77"/>
    <w:rsid w:val="001A6A4C"/>
    <w:rsid w:val="001C3B6F"/>
    <w:rsid w:val="001F1A08"/>
    <w:rsid w:val="00232FB1"/>
    <w:rsid w:val="0028489E"/>
    <w:rsid w:val="00290C19"/>
    <w:rsid w:val="00297870"/>
    <w:rsid w:val="002A290B"/>
    <w:rsid w:val="002A5BAC"/>
    <w:rsid w:val="002D2E0A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4F1DA7"/>
    <w:rsid w:val="00501C29"/>
    <w:rsid w:val="00512A86"/>
    <w:rsid w:val="00546A70"/>
    <w:rsid w:val="00574DD9"/>
    <w:rsid w:val="00592F82"/>
    <w:rsid w:val="005A62C1"/>
    <w:rsid w:val="005D030A"/>
    <w:rsid w:val="005F7209"/>
    <w:rsid w:val="006027CC"/>
    <w:rsid w:val="00623F17"/>
    <w:rsid w:val="006A718D"/>
    <w:rsid w:val="006C39FE"/>
    <w:rsid w:val="006E792F"/>
    <w:rsid w:val="00700E72"/>
    <w:rsid w:val="00745A98"/>
    <w:rsid w:val="0076139A"/>
    <w:rsid w:val="007659FE"/>
    <w:rsid w:val="00771703"/>
    <w:rsid w:val="007A06C6"/>
    <w:rsid w:val="007A542F"/>
    <w:rsid w:val="007C424F"/>
    <w:rsid w:val="007C52F1"/>
    <w:rsid w:val="007F02F7"/>
    <w:rsid w:val="007F06C8"/>
    <w:rsid w:val="00801324"/>
    <w:rsid w:val="00812228"/>
    <w:rsid w:val="0082351D"/>
    <w:rsid w:val="00823D1E"/>
    <w:rsid w:val="0084442D"/>
    <w:rsid w:val="008725F1"/>
    <w:rsid w:val="00892A4A"/>
    <w:rsid w:val="008B5602"/>
    <w:rsid w:val="008F1D94"/>
    <w:rsid w:val="009178A2"/>
    <w:rsid w:val="00930B7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32D22"/>
    <w:rsid w:val="00D65D2B"/>
    <w:rsid w:val="00D90808"/>
    <w:rsid w:val="00D969FB"/>
    <w:rsid w:val="00DB726E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file:///E:\&#353;ablony\DUM_dokumenty\Anotace1.docx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8</TotalTime>
  <Pages>1</Pages>
  <Words>186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8</cp:revision>
  <cp:lastPrinted>1900-12-31T23:00:00Z</cp:lastPrinted>
  <dcterms:created xsi:type="dcterms:W3CDTF">2013-06-16T20:40:00Z</dcterms:created>
  <dcterms:modified xsi:type="dcterms:W3CDTF">2014-05-05T13:50:00Z</dcterms:modified>
</cp:coreProperties>
</file>