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83D2C">
        <w:rPr>
          <w:b/>
        </w:rPr>
        <w:t>Hormony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07048A">
        <w:rPr>
          <w:b/>
        </w:rPr>
        <w:t>Marie Nováková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  <w:r w:rsidR="001E56DF">
        <w:rPr>
          <w:b/>
        </w:rPr>
        <w:t xml:space="preserve"> 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07048A" w:rsidRDefault="009F6F13" w:rsidP="0007048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</w:pPr>
      <w:r>
        <w:t>Sada</w:t>
      </w:r>
      <w:r w:rsidR="00A7037B">
        <w:t>: 3_O</w:t>
      </w:r>
      <w:r w:rsidR="00475F08">
        <w:t>rganická chemie</w:t>
      </w:r>
      <w:r w:rsidR="0007048A">
        <w:t xml:space="preserve"> a</w:t>
      </w:r>
      <w:r w:rsidR="00A7037B">
        <w:t xml:space="preserve"> biochemie   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475F08">
        <w:t xml:space="preserve">  </w:t>
      </w:r>
      <w:r w:rsidR="001960F3">
        <w:t>19</w:t>
      </w:r>
      <w:r w:rsidR="00592F82">
        <w:tab/>
      </w:r>
      <w:r w:rsidR="00475F08">
        <w:t xml:space="preserve"> </w:t>
      </w:r>
      <w:r w:rsidR="00592F82">
        <w:t>Předmět:</w:t>
      </w:r>
      <w:r w:rsidR="00791BDD">
        <w:t xml:space="preserve"> c</w:t>
      </w:r>
      <w:r w:rsidR="00475F08">
        <w:t>hemie</w:t>
      </w:r>
    </w:p>
    <w:p w:rsidR="009F6F13" w:rsidRDefault="0007048A" w:rsidP="0007048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</w:pPr>
      <w:r>
        <w:t xml:space="preserve">                                               </w:t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60DAB">
        <w:t xml:space="preserve"> 29. 4. 2013</w:t>
      </w:r>
      <w:r w:rsidR="00011DC1">
        <w:tab/>
      </w:r>
      <w:r>
        <w:t>Třída:</w:t>
      </w:r>
      <w:r w:rsidR="00A7037B">
        <w:t xml:space="preserve"> s</w:t>
      </w:r>
      <w:r w:rsidR="00960DAB">
        <w:t>eptima</w:t>
      </w:r>
      <w:r w:rsidR="009A410C">
        <w:t xml:space="preserve">    </w:t>
      </w:r>
      <w:r>
        <w:t>Ověřující učitel:</w:t>
      </w:r>
      <w:r w:rsidR="009A410C">
        <w:t xml:space="preserve">  </w:t>
      </w:r>
      <w:r w:rsidR="001E56DF">
        <w:t xml:space="preserve">Mgr. </w:t>
      </w:r>
      <w:r w:rsidR="001960F3">
        <w:t>Martina Černá</w:t>
      </w:r>
    </w:p>
    <w:p w:rsidR="00163029" w:rsidRPr="00501C29" w:rsidRDefault="00380AFF" w:rsidP="00163029">
      <w:pPr>
        <w:spacing w:before="240" w:line="360" w:lineRule="auto"/>
        <w:rPr>
          <w:b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7048A" w:rsidP="00745A98">
      <w:r>
        <w:t>Vytvořený mater</w:t>
      </w:r>
      <w:r w:rsidR="00475F08">
        <w:t xml:space="preserve">iál </w:t>
      </w:r>
      <w:r w:rsidR="009A410C">
        <w:t>je</w:t>
      </w:r>
      <w:r w:rsidR="003C0886">
        <w:t xml:space="preserve"> zaměř</w:t>
      </w:r>
      <w:r w:rsidR="009A410C">
        <w:t>en</w:t>
      </w:r>
      <w:r w:rsidR="003C0886">
        <w:t xml:space="preserve"> na téma „</w:t>
      </w:r>
      <w:r w:rsidR="001960F3">
        <w:t>Hormony</w:t>
      </w:r>
      <w:r w:rsidR="00A9139B">
        <w:t>“</w:t>
      </w:r>
      <w:r w:rsidR="00E0399E">
        <w:t>. O</w:t>
      </w:r>
      <w:r w:rsidR="000A2FA5">
        <w:t xml:space="preserve">bsahuje </w:t>
      </w:r>
      <w:r w:rsidR="009A410C">
        <w:t>několik</w:t>
      </w:r>
      <w:r w:rsidR="00A9139B">
        <w:t xml:space="preserve"> </w:t>
      </w:r>
      <w:r w:rsidR="000A2FA5">
        <w:t>aktivit pro žáky s využitím interaktivní tabule</w:t>
      </w:r>
      <w:r w:rsidR="00E0399E">
        <w:t>.</w:t>
      </w:r>
      <w:r w:rsidR="000A2FA5">
        <w:t xml:space="preserve"> </w:t>
      </w:r>
    </w:p>
    <w:p w:rsidR="00484E3A" w:rsidRDefault="00484E3A" w:rsidP="0007048A">
      <w:pPr>
        <w:spacing w:before="240" w:line="276" w:lineRule="auto"/>
        <w:rPr>
          <w:b/>
        </w:rPr>
      </w:pPr>
      <w:r>
        <w:rPr>
          <w:b/>
        </w:rPr>
        <w:t>Klíčová slova:</w:t>
      </w:r>
    </w:p>
    <w:p w:rsidR="00484E3A" w:rsidRPr="0007048A" w:rsidRDefault="001960F3" w:rsidP="0007048A">
      <w:pPr>
        <w:spacing w:before="240" w:line="276" w:lineRule="auto"/>
      </w:pPr>
      <w:r>
        <w:t>Hormony, žlázy s vnitřní sekrecí, fytohormony, hormony u hmyzu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475F08" w:rsidP="009F6F13">
      <w:r>
        <w:t xml:space="preserve">Materiál je vytvořen pro </w:t>
      </w:r>
      <w:r w:rsidR="00A44E54">
        <w:t xml:space="preserve">práci s </w:t>
      </w:r>
      <w:r w:rsidR="00F5246B">
        <w:t>interaktivní tabul</w:t>
      </w:r>
      <w:r w:rsidR="00A44E54">
        <w:t>í.</w:t>
      </w:r>
      <w:r w:rsidR="00E0399E">
        <w:t xml:space="preserve"> </w:t>
      </w:r>
      <w:r w:rsidR="001960F3">
        <w:t>Je určen</w:t>
      </w:r>
      <w:r w:rsidR="00011DC1">
        <w:t xml:space="preserve"> k procvičení a opakování učiva</w:t>
      </w:r>
      <w:r w:rsidR="001960F3">
        <w:t>.</w:t>
      </w:r>
    </w:p>
    <w:p w:rsidR="00011DC1" w:rsidRPr="001960F3" w:rsidRDefault="00623F17" w:rsidP="001960F3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1960F3" w:rsidRPr="001960F3" w:rsidRDefault="001960F3" w:rsidP="001960F3">
      <w:pPr>
        <w:autoSpaceDE w:val="0"/>
        <w:autoSpaceDN w:val="0"/>
        <w:adjustRightInd w:val="0"/>
        <w:rPr>
          <w:color w:val="000000"/>
        </w:rPr>
      </w:pPr>
      <w:r w:rsidRPr="001960F3">
        <w:rPr>
          <w:color w:val="000000"/>
        </w:rPr>
        <w:t xml:space="preserve">1. Kolář K. a kol. </w:t>
      </w:r>
      <w:r w:rsidRPr="001960F3">
        <w:rPr>
          <w:i/>
          <w:iCs/>
          <w:color w:val="000000"/>
        </w:rPr>
        <w:t>Chemie II (organická a biochemie) pro gymnázia</w:t>
      </w:r>
      <w:r w:rsidRPr="001960F3">
        <w:rPr>
          <w:color w:val="000000"/>
        </w:rPr>
        <w:t>. Praha: SPN 1997</w:t>
      </w:r>
    </w:p>
    <w:p w:rsidR="001960F3" w:rsidRPr="001960F3" w:rsidRDefault="001960F3" w:rsidP="001960F3">
      <w:pPr>
        <w:autoSpaceDE w:val="0"/>
        <w:autoSpaceDN w:val="0"/>
        <w:adjustRightInd w:val="0"/>
        <w:rPr>
          <w:color w:val="000000"/>
        </w:rPr>
      </w:pPr>
      <w:r w:rsidRPr="001960F3">
        <w:rPr>
          <w:color w:val="000000"/>
        </w:rPr>
        <w:t xml:space="preserve">2. Čársky J. a kol. </w:t>
      </w:r>
      <w:r w:rsidRPr="001960F3">
        <w:rPr>
          <w:i/>
          <w:iCs/>
          <w:color w:val="000000"/>
        </w:rPr>
        <w:t>Chemie pro III.</w:t>
      </w:r>
      <w:r w:rsidR="0083478C">
        <w:rPr>
          <w:i/>
          <w:iCs/>
          <w:color w:val="000000"/>
        </w:rPr>
        <w:t xml:space="preserve"> </w:t>
      </w:r>
      <w:r w:rsidRPr="001960F3">
        <w:rPr>
          <w:i/>
          <w:iCs/>
          <w:color w:val="000000"/>
        </w:rPr>
        <w:t xml:space="preserve">ročník gymnázií. </w:t>
      </w:r>
      <w:r w:rsidRPr="001960F3">
        <w:rPr>
          <w:color w:val="000000"/>
        </w:rPr>
        <w:t>Praha: SPN 1986</w:t>
      </w:r>
    </w:p>
    <w:p w:rsidR="001960F3" w:rsidRPr="001960F3" w:rsidRDefault="001960F3" w:rsidP="001960F3">
      <w:pPr>
        <w:autoSpaceDE w:val="0"/>
        <w:autoSpaceDN w:val="0"/>
        <w:adjustRightInd w:val="0"/>
        <w:rPr>
          <w:color w:val="000000"/>
        </w:rPr>
      </w:pPr>
      <w:r w:rsidRPr="001960F3">
        <w:rPr>
          <w:color w:val="000000"/>
        </w:rPr>
        <w:t xml:space="preserve">3. Kotlík B.,Růžičková K. </w:t>
      </w:r>
      <w:r w:rsidRPr="001960F3">
        <w:rPr>
          <w:i/>
          <w:iCs/>
          <w:color w:val="000000"/>
        </w:rPr>
        <w:t xml:space="preserve">Chemie II v kostce pro střední školy. </w:t>
      </w:r>
      <w:r w:rsidRPr="001960F3">
        <w:rPr>
          <w:color w:val="000000"/>
        </w:rPr>
        <w:t>Praha: FRAGMENT 1997</w:t>
      </w:r>
    </w:p>
    <w:p w:rsidR="001960F3" w:rsidRPr="001960F3" w:rsidRDefault="001960F3" w:rsidP="001960F3">
      <w:pPr>
        <w:autoSpaceDE w:val="0"/>
        <w:autoSpaceDN w:val="0"/>
        <w:adjustRightInd w:val="0"/>
        <w:rPr>
          <w:color w:val="000000"/>
        </w:rPr>
      </w:pPr>
      <w:r w:rsidRPr="001960F3">
        <w:rPr>
          <w:color w:val="000000"/>
        </w:rPr>
        <w:t xml:space="preserve">4. Dundr M., Klímová H. </w:t>
      </w:r>
      <w:r w:rsidRPr="001960F3">
        <w:rPr>
          <w:i/>
          <w:iCs/>
          <w:color w:val="000000"/>
        </w:rPr>
        <w:t xml:space="preserve">Znáte přírodní látky a biochemii ? </w:t>
      </w:r>
      <w:r w:rsidRPr="001960F3">
        <w:rPr>
          <w:color w:val="000000"/>
        </w:rPr>
        <w:t xml:space="preserve"> Praha: PROSPEKTRUM 1998</w:t>
      </w:r>
    </w:p>
    <w:p w:rsidR="001960F3" w:rsidRPr="001960F3" w:rsidRDefault="001960F3" w:rsidP="001960F3">
      <w:pPr>
        <w:autoSpaceDE w:val="0"/>
        <w:autoSpaceDN w:val="0"/>
        <w:adjustRightInd w:val="0"/>
        <w:rPr>
          <w:color w:val="000000"/>
        </w:rPr>
      </w:pPr>
      <w:r w:rsidRPr="001960F3">
        <w:rPr>
          <w:color w:val="000000"/>
        </w:rPr>
        <w:t>5. http://de.wikipedia.org/wiki/Antidiuretisches_Hormon</w:t>
      </w:r>
    </w:p>
    <w:p w:rsidR="00E57E04" w:rsidRDefault="00E57E04" w:rsidP="00623F17">
      <w:pPr>
        <w:spacing w:before="240" w:line="360" w:lineRule="auto"/>
        <w:rPr>
          <w:b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E57E04">
        <w:rPr>
          <w:b/>
        </w:rPr>
        <w:t xml:space="preserve"> ---------</w:t>
      </w:r>
    </w:p>
    <w:sectPr w:rsidR="00623F17" w:rsidRPr="00EB331B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7D" w:rsidRDefault="008D6E7D">
      <w:r>
        <w:separator/>
      </w:r>
    </w:p>
  </w:endnote>
  <w:endnote w:type="continuationSeparator" w:id="0">
    <w:p w:rsidR="008D6E7D" w:rsidRDefault="008D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FF" w:rsidRDefault="00380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FF" w:rsidRDefault="00380AF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FF" w:rsidRDefault="00380A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7D" w:rsidRDefault="008D6E7D">
      <w:r>
        <w:separator/>
      </w:r>
    </w:p>
  </w:footnote>
  <w:footnote w:type="continuationSeparator" w:id="0">
    <w:p w:rsidR="008D6E7D" w:rsidRDefault="008D6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FF" w:rsidRDefault="00380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E04" w:rsidRDefault="00A83D2C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Pr="00394D93" w:rsidRDefault="00E57E0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E57E04" w:rsidRPr="00745A98" w:rsidRDefault="00E57E0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80AFF">
      <w:rPr>
        <w:bCs/>
      </w:rPr>
      <w:t>34.</w:t>
    </w:r>
    <w:bookmarkStart w:id="0" w:name="_GoBack"/>
    <w:bookmarkEnd w:id="0"/>
    <w:r>
      <w:rPr>
        <w:bCs/>
      </w:rPr>
      <w:t>0325</w:t>
    </w:r>
  </w:p>
  <w:p w:rsidR="00E57E04" w:rsidRPr="00745A98" w:rsidRDefault="00380AF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E57E04">
      <w:rPr>
        <w:bCs/>
      </w:rPr>
      <w:t>Příjemce:</w:t>
    </w:r>
    <w:r w:rsidR="00E57E04">
      <w:rPr>
        <w:bCs/>
      </w:rPr>
      <w:tab/>
      <w:t>Gymnázium Pierra de Coubertina, Tábor, Náměstí Františka Křižíka 860, 390 01 Tábor</w:t>
    </w:r>
    <w:r w:rsidR="00E57E0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FF" w:rsidRDefault="00380AF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11DC1"/>
    <w:rsid w:val="00040C37"/>
    <w:rsid w:val="000547D9"/>
    <w:rsid w:val="00054DFD"/>
    <w:rsid w:val="0007048A"/>
    <w:rsid w:val="000A2FA5"/>
    <w:rsid w:val="000A48C9"/>
    <w:rsid w:val="000B2930"/>
    <w:rsid w:val="000C1FE7"/>
    <w:rsid w:val="000C3E7E"/>
    <w:rsid w:val="000E29CB"/>
    <w:rsid w:val="000E65B4"/>
    <w:rsid w:val="0010546B"/>
    <w:rsid w:val="001330A9"/>
    <w:rsid w:val="00163029"/>
    <w:rsid w:val="00171869"/>
    <w:rsid w:val="001960F3"/>
    <w:rsid w:val="001A6A4C"/>
    <w:rsid w:val="001C6D4E"/>
    <w:rsid w:val="001E56DF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0AFF"/>
    <w:rsid w:val="003835AF"/>
    <w:rsid w:val="00394D93"/>
    <w:rsid w:val="003A5AD6"/>
    <w:rsid w:val="003C0886"/>
    <w:rsid w:val="003E4C3B"/>
    <w:rsid w:val="003E63C0"/>
    <w:rsid w:val="003F4DE8"/>
    <w:rsid w:val="004233C5"/>
    <w:rsid w:val="0042348A"/>
    <w:rsid w:val="00434610"/>
    <w:rsid w:val="00445D3A"/>
    <w:rsid w:val="004621BF"/>
    <w:rsid w:val="0046688E"/>
    <w:rsid w:val="00471A18"/>
    <w:rsid w:val="00475F08"/>
    <w:rsid w:val="00484E3A"/>
    <w:rsid w:val="00490F9C"/>
    <w:rsid w:val="00492DB6"/>
    <w:rsid w:val="00493EE7"/>
    <w:rsid w:val="004C3049"/>
    <w:rsid w:val="00501C29"/>
    <w:rsid w:val="00512A86"/>
    <w:rsid w:val="005467CC"/>
    <w:rsid w:val="00546A70"/>
    <w:rsid w:val="00557CA4"/>
    <w:rsid w:val="00574DD9"/>
    <w:rsid w:val="00592F82"/>
    <w:rsid w:val="005A3E6A"/>
    <w:rsid w:val="005A62C1"/>
    <w:rsid w:val="005D030A"/>
    <w:rsid w:val="005E5A41"/>
    <w:rsid w:val="006027CC"/>
    <w:rsid w:val="00623F17"/>
    <w:rsid w:val="00642349"/>
    <w:rsid w:val="006A718D"/>
    <w:rsid w:val="006E792F"/>
    <w:rsid w:val="00700E72"/>
    <w:rsid w:val="0074174A"/>
    <w:rsid w:val="00745A98"/>
    <w:rsid w:val="007659FE"/>
    <w:rsid w:val="00771703"/>
    <w:rsid w:val="00783BD9"/>
    <w:rsid w:val="00791BDD"/>
    <w:rsid w:val="00793E94"/>
    <w:rsid w:val="007C424F"/>
    <w:rsid w:val="007C52F1"/>
    <w:rsid w:val="007F02F7"/>
    <w:rsid w:val="007F06C8"/>
    <w:rsid w:val="007F4093"/>
    <w:rsid w:val="007F6B61"/>
    <w:rsid w:val="00801324"/>
    <w:rsid w:val="008029D4"/>
    <w:rsid w:val="00812228"/>
    <w:rsid w:val="0081448B"/>
    <w:rsid w:val="0082351D"/>
    <w:rsid w:val="00823D1E"/>
    <w:rsid w:val="0083478C"/>
    <w:rsid w:val="008725F1"/>
    <w:rsid w:val="008B5602"/>
    <w:rsid w:val="008D6E7D"/>
    <w:rsid w:val="008F1D94"/>
    <w:rsid w:val="009178A2"/>
    <w:rsid w:val="00930B79"/>
    <w:rsid w:val="00960DAB"/>
    <w:rsid w:val="009A410C"/>
    <w:rsid w:val="009D53CE"/>
    <w:rsid w:val="009E25C7"/>
    <w:rsid w:val="009E736F"/>
    <w:rsid w:val="009F240C"/>
    <w:rsid w:val="009F6F13"/>
    <w:rsid w:val="00A32C1A"/>
    <w:rsid w:val="00A32F88"/>
    <w:rsid w:val="00A44E54"/>
    <w:rsid w:val="00A67905"/>
    <w:rsid w:val="00A7037B"/>
    <w:rsid w:val="00A739DB"/>
    <w:rsid w:val="00A83D2C"/>
    <w:rsid w:val="00A9139B"/>
    <w:rsid w:val="00A92398"/>
    <w:rsid w:val="00AB5B00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A4443"/>
    <w:rsid w:val="00CB38DA"/>
    <w:rsid w:val="00CC3F2D"/>
    <w:rsid w:val="00CC59E8"/>
    <w:rsid w:val="00CF24A3"/>
    <w:rsid w:val="00D022FC"/>
    <w:rsid w:val="00D62716"/>
    <w:rsid w:val="00D65D2B"/>
    <w:rsid w:val="00DB726E"/>
    <w:rsid w:val="00E0399E"/>
    <w:rsid w:val="00E04B18"/>
    <w:rsid w:val="00E12C07"/>
    <w:rsid w:val="00E57E04"/>
    <w:rsid w:val="00E85A23"/>
    <w:rsid w:val="00E96239"/>
    <w:rsid w:val="00E97AE0"/>
    <w:rsid w:val="00EB152F"/>
    <w:rsid w:val="00EB331B"/>
    <w:rsid w:val="00ED00A5"/>
    <w:rsid w:val="00EE037D"/>
    <w:rsid w:val="00EE2021"/>
    <w:rsid w:val="00EF7937"/>
    <w:rsid w:val="00F1448C"/>
    <w:rsid w:val="00F16660"/>
    <w:rsid w:val="00F21BB5"/>
    <w:rsid w:val="00F32B12"/>
    <w:rsid w:val="00F456CA"/>
    <w:rsid w:val="00F5246B"/>
    <w:rsid w:val="00F73128"/>
    <w:rsid w:val="00F73FAE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E:\sada3\AppData\Local\Microsoft\Windows\Temporary%20Internet%20Files\Content.IE5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7C1F9-BF8E-4AFD-AE72-EC334BF8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158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list</vt:lpstr>
    </vt:vector>
  </TitlesOfParts>
  <Company>Základní škola Jablonné nad Orlicí</Company>
  <LinksUpToDate>false</LinksUpToDate>
  <CharactersWithSpaces>1305</CharactersWithSpaces>
  <SharedDoc>false</SharedDoc>
  <HLinks>
    <vt:vector size="6" baseType="variant">
      <vt:variant>
        <vt:i4>1704013</vt:i4>
      </vt:variant>
      <vt:variant>
        <vt:i4>0</vt:i4>
      </vt:variant>
      <vt:variant>
        <vt:i4>0</vt:i4>
      </vt:variant>
      <vt:variant>
        <vt:i4>5</vt:i4>
      </vt:variant>
      <vt:variant>
        <vt:lpwstr>../AppData/Local/Microsoft/Windows/Temporary Internet Files/Content.IE5/Anotace1.docx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list</dc:title>
  <dc:subject/>
  <dc:creator>svp</dc:creator>
  <cp:keywords/>
  <cp:lastModifiedBy>doma</cp:lastModifiedBy>
  <cp:revision>10</cp:revision>
  <cp:lastPrinted>2013-06-27T21:50:00Z</cp:lastPrinted>
  <dcterms:created xsi:type="dcterms:W3CDTF">2013-03-16T18:36:00Z</dcterms:created>
  <dcterms:modified xsi:type="dcterms:W3CDTF">2014-05-05T21:58:00Z</dcterms:modified>
</cp:coreProperties>
</file>