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0DC" w:rsidRDefault="002660DC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BC5F6F">
        <w:rPr>
          <w:b/>
        </w:rPr>
        <w:t>Emanuel Chalupný. Sociolog</w:t>
      </w:r>
      <w:r w:rsidR="0036718C">
        <w:rPr>
          <w:b/>
        </w:rPr>
        <w:tab/>
      </w:r>
    </w:p>
    <w:p w:rsidR="009F6F13" w:rsidRPr="002660DC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1F5C12" w:rsidRPr="002660DC">
        <w:t xml:space="preserve">PhDr. </w:t>
      </w:r>
      <w:r w:rsidR="00C913CD" w:rsidRPr="002660DC">
        <w:t>Jiří Kálal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E653A1">
        <w:t>1_Osobnosti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BC5F6F">
        <w:t xml:space="preserve"> 17</w:t>
      </w:r>
      <w:r w:rsidR="00E653A1">
        <w:t xml:space="preserve">  </w:t>
      </w:r>
      <w:r w:rsidR="007F5CDD">
        <w:t xml:space="preserve">           </w:t>
      </w:r>
      <w:r w:rsidR="00E653A1">
        <w:t xml:space="preserve"> </w:t>
      </w:r>
      <w:r w:rsidR="00592F82">
        <w:t>Předmět:</w:t>
      </w:r>
      <w:r w:rsidR="00592F82">
        <w:tab/>
      </w:r>
      <w:r w:rsidR="00E653A1">
        <w:t>český jazyk a literatura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BC5F6F">
        <w:t>4.6.2013</w:t>
      </w:r>
      <w:r w:rsidR="00163029">
        <w:tab/>
      </w:r>
      <w:r>
        <w:t>Třída:</w:t>
      </w:r>
      <w:r w:rsidR="00163029">
        <w:tab/>
      </w:r>
      <w:r w:rsidR="001F5C12">
        <w:t>4.A</w:t>
      </w:r>
      <w:r>
        <w:tab/>
        <w:t>Ověřující učitel:</w:t>
      </w:r>
      <w:r w:rsidR="00745A98">
        <w:tab/>
      </w:r>
      <w:r w:rsidR="001F5C12">
        <w:t xml:space="preserve">PhDr. </w:t>
      </w:r>
      <w:r w:rsidR="00C913CD">
        <w:t>Jiří Kálal</w:t>
      </w:r>
    </w:p>
    <w:p w:rsidR="00163029" w:rsidRPr="00501C29" w:rsidRDefault="00047A67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C913CD" w:rsidP="002660DC">
      <w:pPr>
        <w:spacing w:line="276" w:lineRule="auto"/>
        <w:jc w:val="both"/>
      </w:pPr>
      <w:r>
        <w:t xml:space="preserve">Materiál seznamuje s životem a dílem významné táborské osobnosti </w:t>
      </w:r>
      <w:r w:rsidR="00BC5F6F">
        <w:t>– sociologa Emanuela Chalupného.</w:t>
      </w:r>
    </w:p>
    <w:p w:rsidR="002660DC" w:rsidRDefault="002660DC" w:rsidP="00745A98">
      <w:pPr>
        <w:spacing w:line="360" w:lineRule="auto"/>
        <w:rPr>
          <w:b/>
        </w:rPr>
      </w:pPr>
    </w:p>
    <w:p w:rsidR="00484E3A" w:rsidRDefault="00484E3A" w:rsidP="00745A98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Default="00BC5F6F" w:rsidP="00745A98">
      <w:pPr>
        <w:spacing w:line="360" w:lineRule="auto"/>
        <w:rPr>
          <w:b/>
        </w:rPr>
      </w:pPr>
      <w:r>
        <w:t>Emanuel Chalupný, Tábor, sociologie, sociolog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6D5D22" w:rsidRDefault="00C913CD" w:rsidP="002660DC">
      <w:pPr>
        <w:spacing w:line="276" w:lineRule="auto"/>
        <w:jc w:val="both"/>
      </w:pPr>
      <w:r>
        <w:t>Prezentace se použije ve třídě k seznámení s látkou. Učitel doplní vlastním výkladem. Výklad je provázen řízeným rozhovorem s žáky s využitím jejich znalostí. Úkoly jsou zadány</w:t>
      </w:r>
      <w:r w:rsidR="00BC5F6F">
        <w:t xml:space="preserve"> jako samostatná práce (vyžadují prácí s naučným slovníkem,</w:t>
      </w:r>
      <w:r>
        <w:t xml:space="preserve"> vlastní výzkum buď v terénu, nebo s použitím mapy města).</w:t>
      </w:r>
      <w:r w:rsidR="00893201">
        <w:t xml:space="preserve"> </w:t>
      </w:r>
    </w:p>
    <w:p w:rsidR="00615449" w:rsidRDefault="00615449" w:rsidP="002660DC">
      <w:pPr>
        <w:spacing w:line="276" w:lineRule="auto"/>
        <w:jc w:val="both"/>
      </w:pPr>
      <w:r>
        <w:t>Odpovědi na otázky:</w:t>
      </w:r>
    </w:p>
    <w:p w:rsidR="002E12F1" w:rsidRPr="006D5D22" w:rsidRDefault="006D5D22" w:rsidP="002660DC">
      <w:pPr>
        <w:spacing w:line="276" w:lineRule="auto"/>
        <w:jc w:val="both"/>
        <w:rPr>
          <w:bCs/>
          <w:i/>
        </w:rPr>
      </w:pPr>
      <w:r w:rsidRPr="006D5D22">
        <w:t>Čím se zabývá sociologie</w:t>
      </w:r>
      <w:r w:rsidR="00615449" w:rsidRPr="006D5D22">
        <w:t>?</w:t>
      </w:r>
      <w:r w:rsidR="00615449" w:rsidRPr="006D5D22">
        <w:rPr>
          <w:bCs/>
        </w:rPr>
        <w:t xml:space="preserve"> </w:t>
      </w:r>
      <w:r w:rsidRPr="006D5D22">
        <w:rPr>
          <w:bCs/>
          <w:i/>
        </w:rPr>
        <w:t>Sociologie je věda o </w:t>
      </w:r>
      <w:hyperlink r:id="rId9" w:tooltip="Jednání" w:history="1">
        <w:r w:rsidRPr="006D5D22">
          <w:rPr>
            <w:bCs/>
            <w:i/>
          </w:rPr>
          <w:t>jednání</w:t>
        </w:r>
      </w:hyperlink>
      <w:r w:rsidRPr="006D5D22">
        <w:rPr>
          <w:bCs/>
          <w:i/>
        </w:rPr>
        <w:t> lidí ve společnosti, o </w:t>
      </w:r>
      <w:hyperlink r:id="rId10" w:tooltip="Sociální struktura" w:history="1">
        <w:r w:rsidRPr="006D5D22">
          <w:rPr>
            <w:bCs/>
            <w:i/>
          </w:rPr>
          <w:t>struktuře společnosti</w:t>
        </w:r>
      </w:hyperlink>
      <w:r w:rsidRPr="006D5D22">
        <w:rPr>
          <w:bCs/>
          <w:i/>
        </w:rPr>
        <w:t>, o </w:t>
      </w:r>
      <w:hyperlink r:id="rId11" w:tooltip="Sociální interakce" w:history="1">
        <w:r w:rsidRPr="006D5D22">
          <w:rPr>
            <w:bCs/>
            <w:i/>
          </w:rPr>
          <w:t>sociální interakci</w:t>
        </w:r>
      </w:hyperlink>
      <w:r w:rsidRPr="006D5D22">
        <w:rPr>
          <w:bCs/>
          <w:i/>
        </w:rPr>
        <w:t>, o </w:t>
      </w:r>
      <w:hyperlink r:id="rId12" w:tooltip="Sociální skupina" w:history="1">
        <w:r w:rsidRPr="006D5D22">
          <w:rPr>
            <w:bCs/>
            <w:i/>
          </w:rPr>
          <w:t>sociálních skupinách</w:t>
        </w:r>
      </w:hyperlink>
      <w:r w:rsidRPr="006D5D22">
        <w:rPr>
          <w:bCs/>
          <w:i/>
        </w:rPr>
        <w:t>, o </w:t>
      </w:r>
      <w:hyperlink r:id="rId13" w:tooltip="Sociální fakt (stránka neexistuje)" w:history="1">
        <w:r w:rsidRPr="006D5D22">
          <w:rPr>
            <w:bCs/>
            <w:i/>
          </w:rPr>
          <w:t>sociálních faktech</w:t>
        </w:r>
      </w:hyperlink>
      <w:r w:rsidRPr="006D5D22">
        <w:rPr>
          <w:bCs/>
          <w:i/>
        </w:rPr>
        <w:t>, o společenském systému a nebo o </w:t>
      </w:r>
      <w:hyperlink r:id="rId14" w:tooltip="Sociální změna (stránka neexistuje)" w:history="1">
        <w:r w:rsidRPr="006D5D22">
          <w:rPr>
            <w:bCs/>
            <w:i/>
          </w:rPr>
          <w:t>sociální změně</w:t>
        </w:r>
      </w:hyperlink>
      <w:r w:rsidRPr="006D5D22">
        <w:rPr>
          <w:bCs/>
          <w:i/>
        </w:rPr>
        <w:t>.</w:t>
      </w:r>
    </w:p>
    <w:p w:rsidR="00615449" w:rsidRDefault="006D5D22" w:rsidP="002660DC">
      <w:pPr>
        <w:spacing w:line="276" w:lineRule="auto"/>
        <w:jc w:val="both"/>
        <w:rPr>
          <w:bCs/>
          <w:i/>
        </w:rPr>
      </w:pPr>
      <w:r>
        <w:rPr>
          <w:bCs/>
        </w:rPr>
        <w:t>Na kterém typu vysoké školy se tento obor studuje</w:t>
      </w:r>
      <w:r w:rsidR="00615449" w:rsidRPr="00615449">
        <w:rPr>
          <w:bCs/>
        </w:rPr>
        <w:t xml:space="preserve">? </w:t>
      </w:r>
      <w:r>
        <w:rPr>
          <w:bCs/>
          <w:i/>
        </w:rPr>
        <w:t>Na filozofických fakultách nebo na fakultách sociálních věd/sociálních studií.</w:t>
      </w:r>
    </w:p>
    <w:p w:rsidR="006D5D22" w:rsidRPr="006D5D22" w:rsidRDefault="006D5D22" w:rsidP="002660DC">
      <w:pPr>
        <w:spacing w:line="276" w:lineRule="auto"/>
        <w:jc w:val="both"/>
        <w:rPr>
          <w:bCs/>
        </w:rPr>
      </w:pPr>
      <w:r>
        <w:rPr>
          <w:bCs/>
        </w:rPr>
        <w:t xml:space="preserve">Najděte jej a určete jeho adresu. </w:t>
      </w:r>
      <w:r w:rsidRPr="006D5D22">
        <w:rPr>
          <w:bCs/>
          <w:i/>
        </w:rPr>
        <w:t>Ústecká ulice 74.</w:t>
      </w:r>
    </w:p>
    <w:p w:rsidR="00615449" w:rsidRPr="00615449" w:rsidRDefault="00615449" w:rsidP="00615449"/>
    <w:p w:rsidR="00615449" w:rsidRDefault="00615449" w:rsidP="009F6F13"/>
    <w:p w:rsidR="002660DC" w:rsidRDefault="002660DC" w:rsidP="00623F17">
      <w:pPr>
        <w:spacing w:before="240" w:line="360" w:lineRule="auto"/>
        <w:rPr>
          <w:b/>
        </w:rPr>
      </w:pPr>
    </w:p>
    <w:p w:rsidR="002660DC" w:rsidRDefault="002660DC" w:rsidP="00623F17">
      <w:pPr>
        <w:spacing w:before="240" w:line="360" w:lineRule="auto"/>
        <w:rPr>
          <w:b/>
        </w:rPr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D5D22" w:rsidRPr="006D5D22" w:rsidRDefault="006D5D22" w:rsidP="002660DC">
      <w:pPr>
        <w:spacing w:line="276" w:lineRule="auto"/>
        <w:jc w:val="both"/>
      </w:pPr>
      <w:r w:rsidRPr="006D5D22">
        <w:t>Pecka, E.: Sociolog Emanuel Chalupný, VŠERS České Budějovice, 2007</w:t>
      </w:r>
    </w:p>
    <w:p w:rsidR="006D5D22" w:rsidRPr="006D5D22" w:rsidRDefault="006D5D22" w:rsidP="002660DC">
      <w:pPr>
        <w:spacing w:line="276" w:lineRule="auto"/>
        <w:jc w:val="both"/>
      </w:pPr>
      <w:r w:rsidRPr="006D5D22">
        <w:t>Rodný dům E. Chalupného. Foto Jiří Kálal</w:t>
      </w:r>
    </w:p>
    <w:p w:rsidR="006D5D22" w:rsidRPr="006D5D22" w:rsidRDefault="006D5D22" w:rsidP="002660DC">
      <w:pPr>
        <w:spacing w:line="276" w:lineRule="auto"/>
        <w:jc w:val="both"/>
      </w:pPr>
      <w:r w:rsidRPr="006D5D22">
        <w:t>Chalupného pamětní deska na rodném domě. Foto Jiří Kálal</w:t>
      </w:r>
    </w:p>
    <w:p w:rsidR="006D5D22" w:rsidRPr="006D5D22" w:rsidRDefault="006D5D22" w:rsidP="002660DC">
      <w:pPr>
        <w:spacing w:line="276" w:lineRule="auto"/>
        <w:jc w:val="both"/>
      </w:pPr>
      <w:r w:rsidRPr="006D5D22">
        <w:t>Emanuel Chalupný, česká kultura, česká sociologie a Tábor. Sborník příspěvků ze stejnojmenného symposia, konaného ve dnech 2.-3. října 1998 v Táboře, připr. Josef Zumr, Praha, Filosofia, 1999 (Studie a prameny k dějinám myšlení v českých zemích; sv. 5) </w:t>
      </w:r>
    </w:p>
    <w:p w:rsidR="00C913CD" w:rsidRPr="00C913CD" w:rsidRDefault="00C913CD" w:rsidP="002660DC">
      <w:pPr>
        <w:spacing w:line="276" w:lineRule="auto"/>
        <w:jc w:val="both"/>
      </w:pPr>
      <w:r w:rsidRPr="00C913CD">
        <w:t xml:space="preserve"> </w:t>
      </w:r>
    </w:p>
    <w:p w:rsidR="002660DC" w:rsidRDefault="002660DC" w:rsidP="00E653A1">
      <w:pPr>
        <w:spacing w:line="360" w:lineRule="auto"/>
        <w:rPr>
          <w:b/>
        </w:rPr>
      </w:pPr>
    </w:p>
    <w:p w:rsidR="002660DC" w:rsidRDefault="00623F17" w:rsidP="00E653A1">
      <w:pPr>
        <w:spacing w:line="360" w:lineRule="auto"/>
        <w:rPr>
          <w:b/>
        </w:rPr>
      </w:pPr>
      <w:r w:rsidRPr="00EB331B">
        <w:rPr>
          <w:b/>
        </w:rPr>
        <w:t>Poznámka:</w:t>
      </w:r>
      <w:r w:rsidR="00E653A1">
        <w:rPr>
          <w:b/>
        </w:rPr>
        <w:t xml:space="preserve"> </w:t>
      </w:r>
    </w:p>
    <w:p w:rsidR="00E653A1" w:rsidRPr="00EB331B" w:rsidRDefault="00E653A1" w:rsidP="00E653A1">
      <w:pPr>
        <w:spacing w:line="360" w:lineRule="auto"/>
        <w:rPr>
          <w:b/>
        </w:rPr>
      </w:pPr>
      <w:r w:rsidRPr="0064366F">
        <w:t>Cílovou skupinou jsou studenti čtyřletého gymnázia a odpovídajících ročníků víceletého gymnázia.</w:t>
      </w:r>
    </w:p>
    <w:p w:rsidR="00623F17" w:rsidRPr="00EB331B" w:rsidRDefault="00623F17" w:rsidP="00623F17">
      <w:pPr>
        <w:spacing w:line="360" w:lineRule="auto"/>
        <w:rPr>
          <w:b/>
        </w:rPr>
      </w:pP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285" w:rsidRDefault="004B7285">
      <w:r>
        <w:separator/>
      </w:r>
    </w:p>
  </w:endnote>
  <w:endnote w:type="continuationSeparator" w:id="0">
    <w:p w:rsidR="004B7285" w:rsidRDefault="004B7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A67" w:rsidRDefault="00047A6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  <w:t xml:space="preserve">strana </w:t>
    </w:r>
    <w:r w:rsidR="00E64608">
      <w:rPr>
        <w:rStyle w:val="slostrnky"/>
        <w:b/>
        <w:bCs/>
      </w:rPr>
      <w:fldChar w:fldCharType="begin"/>
    </w:r>
    <w:r>
      <w:rPr>
        <w:rStyle w:val="slostrnky"/>
        <w:b/>
        <w:bCs/>
      </w:rPr>
      <w:instrText xml:space="preserve"> PAGE </w:instrText>
    </w:r>
    <w:r w:rsidR="00E64608">
      <w:rPr>
        <w:rStyle w:val="slostrnky"/>
        <w:b/>
        <w:bCs/>
      </w:rPr>
      <w:fldChar w:fldCharType="separate"/>
    </w:r>
    <w:r w:rsidR="00047A67">
      <w:rPr>
        <w:rStyle w:val="slostrnky"/>
        <w:b/>
        <w:bCs/>
        <w:noProof/>
      </w:rPr>
      <w:t>1</w:t>
    </w:r>
    <w:r w:rsidR="00E64608"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A67" w:rsidRDefault="00047A6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285" w:rsidRDefault="004B7285">
      <w:r>
        <w:separator/>
      </w:r>
    </w:p>
  </w:footnote>
  <w:footnote w:type="continuationSeparator" w:id="0">
    <w:p w:rsidR="004B7285" w:rsidRDefault="004B7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A67" w:rsidRDefault="00047A6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3CE41ED5" wp14:editId="167FB32A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047A67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047A6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4097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A67" w:rsidRDefault="00047A6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3A7971"/>
    <w:multiLevelType w:val="hybridMultilevel"/>
    <w:tmpl w:val="50A2EBD4"/>
    <w:lvl w:ilvl="0" w:tplc="EA1A87E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EDCD7C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F421D3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60713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968217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D7003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48AD6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AD036D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172BD8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256A9"/>
    <w:rsid w:val="00040C37"/>
    <w:rsid w:val="00047A67"/>
    <w:rsid w:val="000547D9"/>
    <w:rsid w:val="00054DFD"/>
    <w:rsid w:val="000A48C9"/>
    <w:rsid w:val="000B2930"/>
    <w:rsid w:val="000C1FE7"/>
    <w:rsid w:val="000C3E7E"/>
    <w:rsid w:val="000E29CB"/>
    <w:rsid w:val="000F7839"/>
    <w:rsid w:val="0010546B"/>
    <w:rsid w:val="00163029"/>
    <w:rsid w:val="001A6A4C"/>
    <w:rsid w:val="001B56F6"/>
    <w:rsid w:val="001F1A08"/>
    <w:rsid w:val="001F5C12"/>
    <w:rsid w:val="00232FB1"/>
    <w:rsid w:val="002660DC"/>
    <w:rsid w:val="0028489E"/>
    <w:rsid w:val="00290C19"/>
    <w:rsid w:val="00297870"/>
    <w:rsid w:val="002A290B"/>
    <w:rsid w:val="002A5BAC"/>
    <w:rsid w:val="002E12F1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B7285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15449"/>
    <w:rsid w:val="00623F17"/>
    <w:rsid w:val="006A718D"/>
    <w:rsid w:val="006D5D22"/>
    <w:rsid w:val="006E792F"/>
    <w:rsid w:val="00700E72"/>
    <w:rsid w:val="00745A98"/>
    <w:rsid w:val="0076273B"/>
    <w:rsid w:val="007659FE"/>
    <w:rsid w:val="00771703"/>
    <w:rsid w:val="007C424F"/>
    <w:rsid w:val="007C52F1"/>
    <w:rsid w:val="007F02F7"/>
    <w:rsid w:val="007F06C8"/>
    <w:rsid w:val="007F5CDD"/>
    <w:rsid w:val="00801324"/>
    <w:rsid w:val="00812228"/>
    <w:rsid w:val="0082351D"/>
    <w:rsid w:val="00823D1E"/>
    <w:rsid w:val="008725F1"/>
    <w:rsid w:val="00893201"/>
    <w:rsid w:val="008B5602"/>
    <w:rsid w:val="008F1D94"/>
    <w:rsid w:val="009178A2"/>
    <w:rsid w:val="00930B79"/>
    <w:rsid w:val="009C6C64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136DA"/>
    <w:rsid w:val="00B3795D"/>
    <w:rsid w:val="00B43D79"/>
    <w:rsid w:val="00B73B73"/>
    <w:rsid w:val="00BA4C26"/>
    <w:rsid w:val="00BC3C15"/>
    <w:rsid w:val="00BC5F6F"/>
    <w:rsid w:val="00C067D2"/>
    <w:rsid w:val="00C36394"/>
    <w:rsid w:val="00C421B0"/>
    <w:rsid w:val="00C43F4C"/>
    <w:rsid w:val="00C61876"/>
    <w:rsid w:val="00C61B2E"/>
    <w:rsid w:val="00C841AF"/>
    <w:rsid w:val="00C913CD"/>
    <w:rsid w:val="00CB38DA"/>
    <w:rsid w:val="00CC59E8"/>
    <w:rsid w:val="00CD4D9F"/>
    <w:rsid w:val="00CF24A3"/>
    <w:rsid w:val="00D2138D"/>
    <w:rsid w:val="00D47992"/>
    <w:rsid w:val="00D6154A"/>
    <w:rsid w:val="00D65D2B"/>
    <w:rsid w:val="00DB726E"/>
    <w:rsid w:val="00E12C07"/>
    <w:rsid w:val="00E64608"/>
    <w:rsid w:val="00E653A1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B3FC5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customStyle="1" w:styleId="apple-converted-space">
    <w:name w:val="apple-converted-space"/>
    <w:basedOn w:val="Standardnpsmoodstavce"/>
    <w:rsid w:val="006D5D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customStyle="1" w:styleId="apple-converted-space">
    <w:name w:val="apple-converted-space"/>
    <w:basedOn w:val="Standardnpsmoodstavce"/>
    <w:rsid w:val="006D5D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50831">
          <w:marLeft w:val="475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5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Jirkovo%20notes\DUM%20T&#225;borsko%20v%20literatu&#345;e\SABLONY_DUMY\POSTUP\Anotace1.docx" TargetMode="External"/><Relationship Id="rId13" Type="http://schemas.openxmlformats.org/officeDocument/2006/relationships/hyperlink" Target="http://cs.wikipedia.org/w/index.php?title=Soci%C3%A1ln%C3%AD_fakt&amp;action=edit&amp;redlink=1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cs.wikipedia.org/wiki/Soci%C3%A1ln%C3%AD_skupina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cs.wikipedia.org/wiki/Soci%C3%A1ln%C3%AD_interakc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cs.wikipedia.org/wiki/Soci%C3%A1ln%C3%AD_struktura" TargetMode="External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cs.wikipedia.org/wiki/Jedn%C3%A1n%C3%AD" TargetMode="External"/><Relationship Id="rId14" Type="http://schemas.openxmlformats.org/officeDocument/2006/relationships/hyperlink" Target="http://cs.wikipedia.org/w/index.php?title=Soci%C3%A1ln%C3%AD_zm%C4%9Bna&amp;action=edit&amp;redlink=1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2</TotalTime>
  <Pages>2</Pages>
  <Words>258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5</cp:revision>
  <cp:lastPrinted>1900-12-31T23:00:00Z</cp:lastPrinted>
  <dcterms:created xsi:type="dcterms:W3CDTF">2013-06-10T06:40:00Z</dcterms:created>
  <dcterms:modified xsi:type="dcterms:W3CDTF">2014-05-05T20:20:00Z</dcterms:modified>
</cp:coreProperties>
</file>