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C7" w:rsidRDefault="00EF17C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81B84">
        <w:rPr>
          <w:b/>
        </w:rPr>
        <w:t>Klokoty</w:t>
      </w:r>
      <w:r w:rsidR="00460490">
        <w:rPr>
          <w:b/>
        </w:rPr>
        <w:t xml:space="preserve">. Poutní místo </w:t>
      </w:r>
      <w:r w:rsidR="00081B84">
        <w:rPr>
          <w:b/>
        </w:rPr>
        <w:t>nad Lužnicí</w:t>
      </w:r>
      <w:r w:rsidR="0036718C">
        <w:rPr>
          <w:b/>
        </w:rPr>
        <w:tab/>
      </w:r>
    </w:p>
    <w:p w:rsidR="009F6F13" w:rsidRPr="00EF17C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81F39" w:rsidRPr="00B81F39">
        <w:t xml:space="preserve">PhDr. </w:t>
      </w:r>
      <w:r w:rsidR="00460490" w:rsidRPr="00B81F39">
        <w:t>Jiří</w:t>
      </w:r>
      <w:r w:rsidR="00460490" w:rsidRPr="00EF17C7">
        <w:t xml:space="preserve">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81A93">
        <w:t>2</w:t>
      </w:r>
      <w:r w:rsidR="0064366F">
        <w:t xml:space="preserve">_Místa     </w:t>
      </w:r>
      <w:r w:rsidR="0064366F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842A7">
        <w:t xml:space="preserve"> </w:t>
      </w:r>
      <w:r w:rsidR="00081B84">
        <w:t>10</w:t>
      </w:r>
      <w:r w:rsidR="0064366F">
        <w:t xml:space="preserve">       </w:t>
      </w:r>
      <w:r w:rsidR="008842A7">
        <w:t xml:space="preserve">     </w:t>
      </w:r>
      <w:r w:rsidR="00592F82">
        <w:t>Předmět:</w:t>
      </w:r>
      <w:r w:rsidR="0064366F">
        <w:t xml:space="preserve"> 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81B84">
        <w:t>30.5.2013</w:t>
      </w:r>
      <w:r w:rsidR="00163029">
        <w:tab/>
      </w:r>
      <w:r>
        <w:t>Třída:</w:t>
      </w:r>
      <w:r w:rsidR="00163029">
        <w:tab/>
      </w:r>
      <w:r w:rsidR="004A60D9">
        <w:t>2.D</w:t>
      </w:r>
      <w:r>
        <w:tab/>
        <w:t>Ověřující učitel:</w:t>
      </w:r>
      <w:r w:rsidR="00745A98">
        <w:tab/>
      </w:r>
      <w:r w:rsidR="004A60D9">
        <w:t>PhDr. Jiří Kálal</w:t>
      </w:r>
    </w:p>
    <w:p w:rsidR="00163029" w:rsidRPr="00501C29" w:rsidRDefault="00183B9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0490" w:rsidP="00745A98">
      <w:r>
        <w:t xml:space="preserve">Materiál seznamuje s poutním místem </w:t>
      </w:r>
      <w:r w:rsidR="00081B84">
        <w:t>Klokoty</w:t>
      </w:r>
      <w:r>
        <w:t>. Věnuje se zejména pověstem s místem spojeným.</w:t>
      </w:r>
    </w:p>
    <w:p w:rsidR="00EF17C7" w:rsidRDefault="00EF17C7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081B84" w:rsidP="00745A98">
      <w:pPr>
        <w:spacing w:line="360" w:lineRule="auto"/>
        <w:rPr>
          <w:b/>
        </w:rPr>
      </w:pPr>
      <w:r>
        <w:t>Táborsko, Klokoty</w:t>
      </w:r>
      <w:r w:rsidR="00460490">
        <w:t>, poutní kostel, pověst</w:t>
      </w:r>
      <w:r>
        <w:t>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60490" w:rsidRDefault="00460490" w:rsidP="00EF17C7">
      <w:pPr>
        <w:spacing w:line="276" w:lineRule="auto"/>
        <w:jc w:val="both"/>
      </w:pPr>
      <w:r>
        <w:t>Prezentace se použije ve třídě k seznámení s látkou. Učitel doplní vlastním výkladem. Otázky a</w:t>
      </w:r>
      <w:r w:rsidR="00081B84">
        <w:t xml:space="preserve"> úkoly vycházejí přímo ze znalostí nabytých v literární výchově</w:t>
      </w:r>
      <w:r>
        <w:t xml:space="preserve">. </w:t>
      </w:r>
      <w:r w:rsidR="00FB67C6">
        <w:t xml:space="preserve">Materiál má souvislost s DUM </w:t>
      </w:r>
      <w:r w:rsidR="00081B84">
        <w:t>Sepekov. Poutní místo opředené pověstmi</w:t>
      </w:r>
      <w:r w:rsidR="00FB67C6">
        <w:t xml:space="preserve">. </w:t>
      </w:r>
      <w:r>
        <w:t>Materiál má mezipředmětové vztahy k dějepisu a společenskovědnímu základu.</w:t>
      </w:r>
      <w:r w:rsidR="0064366F">
        <w:t xml:space="preserve"> </w:t>
      </w:r>
    </w:p>
    <w:p w:rsidR="00B95F80" w:rsidRDefault="00B95F80" w:rsidP="00EF17C7">
      <w:pPr>
        <w:spacing w:line="276" w:lineRule="auto"/>
        <w:jc w:val="both"/>
      </w:pPr>
      <w:r>
        <w:t>Odpovědi na otázky:</w:t>
      </w:r>
    </w:p>
    <w:p w:rsidR="005E596D" w:rsidRPr="00736711" w:rsidRDefault="00736711" w:rsidP="00EF17C7">
      <w:pPr>
        <w:spacing w:line="276" w:lineRule="auto"/>
        <w:jc w:val="both"/>
        <w:rPr>
          <w:i/>
        </w:rPr>
      </w:pPr>
      <w:r w:rsidRPr="00736711">
        <w:rPr>
          <w:bCs/>
        </w:rPr>
        <w:t xml:space="preserve">Které typické rysy pověsti </w:t>
      </w:r>
      <w:r w:rsidR="00081B84">
        <w:rPr>
          <w:bCs/>
        </w:rPr>
        <w:t>vztahující se k poutnímu místu má pověst o vzniku Klokot</w:t>
      </w:r>
      <w:r w:rsidRPr="00736711">
        <w:rPr>
          <w:bCs/>
        </w:rPr>
        <w:t>?</w:t>
      </w:r>
      <w:r>
        <w:rPr>
          <w:bCs/>
        </w:rPr>
        <w:t xml:space="preserve"> </w:t>
      </w:r>
      <w:r w:rsidR="00081B84">
        <w:rPr>
          <w:bCs/>
          <w:i/>
        </w:rPr>
        <w:t xml:space="preserve">Nejasnost </w:t>
      </w:r>
      <w:r w:rsidRPr="00736711">
        <w:rPr>
          <w:bCs/>
          <w:i/>
        </w:rPr>
        <w:t xml:space="preserve">v čase (neuveden); </w:t>
      </w:r>
      <w:r w:rsidR="00081B84">
        <w:rPr>
          <w:bCs/>
          <w:i/>
        </w:rPr>
        <w:t>náboženské zjevení; Panna Maria se zjevuje (prostým) dětem</w:t>
      </w:r>
      <w:r w:rsidRPr="00736711">
        <w:rPr>
          <w:bCs/>
          <w:i/>
        </w:rPr>
        <w:t>.</w:t>
      </w:r>
    </w:p>
    <w:p w:rsidR="005E596D" w:rsidRPr="00736711" w:rsidRDefault="00736711" w:rsidP="00EF17C7">
      <w:pPr>
        <w:spacing w:line="276" w:lineRule="auto"/>
        <w:jc w:val="both"/>
        <w:rPr>
          <w:i/>
        </w:rPr>
      </w:pPr>
      <w:r w:rsidRPr="00736711">
        <w:rPr>
          <w:bCs/>
        </w:rPr>
        <w:t>Znáte podob</w:t>
      </w:r>
      <w:r w:rsidR="00081B84">
        <w:rPr>
          <w:bCs/>
        </w:rPr>
        <w:t>nou pověst o zázraku</w:t>
      </w:r>
      <w:r w:rsidRPr="00736711">
        <w:rPr>
          <w:bCs/>
        </w:rPr>
        <w:t>, která se váže k jinému místu na Táborsku?</w:t>
      </w:r>
      <w:r>
        <w:rPr>
          <w:bCs/>
        </w:rPr>
        <w:t xml:space="preserve"> </w:t>
      </w:r>
      <w:r w:rsidRPr="00736711">
        <w:rPr>
          <w:bCs/>
          <w:i/>
        </w:rPr>
        <w:t xml:space="preserve">Viz DUM </w:t>
      </w:r>
      <w:r w:rsidR="00081B84">
        <w:rPr>
          <w:bCs/>
          <w:i/>
        </w:rPr>
        <w:t>Sepekov</w:t>
      </w:r>
      <w:r w:rsidRPr="00736711">
        <w:rPr>
          <w:bCs/>
          <w:i/>
        </w:rPr>
        <w:t>. Poutní místo opředené pověstmi.</w:t>
      </w:r>
    </w:p>
    <w:p w:rsidR="00B95F80" w:rsidRDefault="00B95F80" w:rsidP="00EF17C7">
      <w:pPr>
        <w:spacing w:line="276" w:lineRule="auto"/>
        <w:jc w:val="both"/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81B84" w:rsidRPr="00081B84" w:rsidRDefault="00081B84" w:rsidP="00EF17C7">
      <w:pPr>
        <w:spacing w:line="276" w:lineRule="auto"/>
        <w:jc w:val="both"/>
      </w:pPr>
      <w:r w:rsidRPr="00081B84">
        <w:t>Kálal J., Poutní místa jižních Čech. Přednáška, Spolek pro rozvoj kultury v Milevsku 2007</w:t>
      </w:r>
    </w:p>
    <w:p w:rsidR="00EF17C7" w:rsidRDefault="00EF17C7" w:rsidP="00EF17C7">
      <w:pPr>
        <w:spacing w:line="276" w:lineRule="auto"/>
        <w:jc w:val="both"/>
      </w:pPr>
    </w:p>
    <w:p w:rsidR="00EF17C7" w:rsidRDefault="00EF17C7" w:rsidP="00EF17C7">
      <w:pPr>
        <w:spacing w:line="276" w:lineRule="auto"/>
        <w:jc w:val="both"/>
      </w:pPr>
    </w:p>
    <w:p w:rsidR="00EF17C7" w:rsidRDefault="00EF17C7" w:rsidP="00EF17C7">
      <w:pPr>
        <w:spacing w:line="276" w:lineRule="auto"/>
        <w:jc w:val="both"/>
      </w:pPr>
    </w:p>
    <w:p w:rsidR="00081B84" w:rsidRPr="00081B84" w:rsidRDefault="00081B84" w:rsidP="00EF17C7">
      <w:pPr>
        <w:spacing w:line="276" w:lineRule="auto"/>
      </w:pPr>
      <w:r w:rsidRPr="00081B84">
        <w:t xml:space="preserve">Klokoty – velký portál, In: Wikipedie: Otevřená encyklopedie [online]. [cit. 2013-05- 05]. Dostupné z: </w:t>
      </w:r>
      <w:hyperlink r:id="rId9" w:history="1">
        <w:r w:rsidRPr="00081B84">
          <w:rPr>
            <w:rStyle w:val="Hypertextovodkaz"/>
          </w:rPr>
          <w:t>http://</w:t>
        </w:r>
      </w:hyperlink>
      <w:hyperlink r:id="rId10" w:history="1">
        <w:r w:rsidRPr="00081B84">
          <w:rPr>
            <w:rStyle w:val="Hypertextovodkaz"/>
          </w:rPr>
          <w:t>upload.wikimedia.org/wikipedia/commons/thumb/5/57/Klokoty-velky_portal.jpg/576px-Klokoty-velky_portal.jpg?uselang=cs</w:t>
        </w:r>
      </w:hyperlink>
    </w:p>
    <w:p w:rsidR="00081B84" w:rsidRPr="00081B84" w:rsidRDefault="00081B84" w:rsidP="00EF17C7">
      <w:r w:rsidRPr="00081B84">
        <w:t xml:space="preserve">Poutní místo Klokoty, In: Tábor-Klokoty. Římskokatolická farnost, poutní místo [online]. [cit. 2013-05- 05]. Dostupné z: </w:t>
      </w:r>
      <w:hyperlink r:id="rId11" w:history="1">
        <w:r w:rsidRPr="00081B84">
          <w:rPr>
            <w:rStyle w:val="Hypertextovodkaz"/>
          </w:rPr>
          <w:t>http://www.klokoty.cz/index.php/historie-poutniho-mista</w:t>
        </w:r>
      </w:hyperlink>
    </w:p>
    <w:p w:rsidR="00623F17" w:rsidRDefault="00623F17" w:rsidP="009F6F13"/>
    <w:p w:rsidR="00EF17C7" w:rsidRDefault="00EF17C7" w:rsidP="00623F17">
      <w:pPr>
        <w:spacing w:line="360" w:lineRule="auto"/>
        <w:rPr>
          <w:b/>
        </w:rPr>
      </w:pPr>
    </w:p>
    <w:p w:rsidR="00EF17C7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64366F" w:rsidP="00623F1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BB" w:rsidRDefault="00E57DBB">
      <w:r>
        <w:separator/>
      </w:r>
    </w:p>
  </w:endnote>
  <w:endnote w:type="continuationSeparator" w:id="0">
    <w:p w:rsidR="00E57DBB" w:rsidRDefault="00E5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95" w:rsidRDefault="00183B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8233B7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8233B7">
      <w:rPr>
        <w:rStyle w:val="slostrnky"/>
        <w:b/>
        <w:bCs/>
      </w:rPr>
      <w:fldChar w:fldCharType="separate"/>
    </w:r>
    <w:r w:rsidR="00183B95">
      <w:rPr>
        <w:rStyle w:val="slostrnky"/>
        <w:b/>
        <w:bCs/>
        <w:noProof/>
      </w:rPr>
      <w:t>1</w:t>
    </w:r>
    <w:r w:rsidR="008233B7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95" w:rsidRDefault="00183B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BB" w:rsidRDefault="00E57DBB">
      <w:r>
        <w:separator/>
      </w:r>
    </w:p>
  </w:footnote>
  <w:footnote w:type="continuationSeparator" w:id="0">
    <w:p w:rsidR="00E57DBB" w:rsidRDefault="00E57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95" w:rsidRDefault="00183B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6A21A2D" wp14:editId="53D311A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83B9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83B9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95" w:rsidRDefault="00183B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56"/>
    <w:multiLevelType w:val="hybridMultilevel"/>
    <w:tmpl w:val="BD248656"/>
    <w:lvl w:ilvl="0" w:tplc="03B0F7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5CF3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9ECD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426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BCC9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E06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96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AE0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81B84"/>
    <w:rsid w:val="000A48C9"/>
    <w:rsid w:val="000B2930"/>
    <w:rsid w:val="000C1FE7"/>
    <w:rsid w:val="000C3E7E"/>
    <w:rsid w:val="000E29CB"/>
    <w:rsid w:val="0010546B"/>
    <w:rsid w:val="00125096"/>
    <w:rsid w:val="001363CD"/>
    <w:rsid w:val="00163029"/>
    <w:rsid w:val="00183B95"/>
    <w:rsid w:val="001A6A4C"/>
    <w:rsid w:val="001F1A08"/>
    <w:rsid w:val="00232FB1"/>
    <w:rsid w:val="00281A93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3756"/>
    <w:rsid w:val="00434610"/>
    <w:rsid w:val="00445D3A"/>
    <w:rsid w:val="00460490"/>
    <w:rsid w:val="004621BF"/>
    <w:rsid w:val="0046688E"/>
    <w:rsid w:val="00471A18"/>
    <w:rsid w:val="00484E3A"/>
    <w:rsid w:val="00490F9C"/>
    <w:rsid w:val="00493EE7"/>
    <w:rsid w:val="004A60D9"/>
    <w:rsid w:val="004C3049"/>
    <w:rsid w:val="00501C29"/>
    <w:rsid w:val="00512A86"/>
    <w:rsid w:val="00546A70"/>
    <w:rsid w:val="00574DD9"/>
    <w:rsid w:val="00592F82"/>
    <w:rsid w:val="005A62C1"/>
    <w:rsid w:val="005D030A"/>
    <w:rsid w:val="005E596D"/>
    <w:rsid w:val="006027CC"/>
    <w:rsid w:val="00623F17"/>
    <w:rsid w:val="0064366F"/>
    <w:rsid w:val="006A718D"/>
    <w:rsid w:val="006E792F"/>
    <w:rsid w:val="00700E72"/>
    <w:rsid w:val="00736711"/>
    <w:rsid w:val="00745A98"/>
    <w:rsid w:val="007659FE"/>
    <w:rsid w:val="00771703"/>
    <w:rsid w:val="00796E2F"/>
    <w:rsid w:val="007B73DD"/>
    <w:rsid w:val="007C424F"/>
    <w:rsid w:val="007C52F1"/>
    <w:rsid w:val="007F02F7"/>
    <w:rsid w:val="007F06C8"/>
    <w:rsid w:val="00801324"/>
    <w:rsid w:val="00812228"/>
    <w:rsid w:val="008233B7"/>
    <w:rsid w:val="0082351D"/>
    <w:rsid w:val="00823D1E"/>
    <w:rsid w:val="008725F1"/>
    <w:rsid w:val="008842A7"/>
    <w:rsid w:val="008B5602"/>
    <w:rsid w:val="008F1D94"/>
    <w:rsid w:val="009178A2"/>
    <w:rsid w:val="00930B79"/>
    <w:rsid w:val="00966310"/>
    <w:rsid w:val="009C5C80"/>
    <w:rsid w:val="009E736F"/>
    <w:rsid w:val="009F240C"/>
    <w:rsid w:val="009F6F13"/>
    <w:rsid w:val="00A32C1A"/>
    <w:rsid w:val="00A32F88"/>
    <w:rsid w:val="00A67905"/>
    <w:rsid w:val="00A739DB"/>
    <w:rsid w:val="00A92398"/>
    <w:rsid w:val="00AC3FBD"/>
    <w:rsid w:val="00AE0AB9"/>
    <w:rsid w:val="00B03303"/>
    <w:rsid w:val="00B11E31"/>
    <w:rsid w:val="00B121FF"/>
    <w:rsid w:val="00B43D79"/>
    <w:rsid w:val="00B73B73"/>
    <w:rsid w:val="00B81F39"/>
    <w:rsid w:val="00B95F80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03193"/>
    <w:rsid w:val="00D65D2B"/>
    <w:rsid w:val="00DB726E"/>
    <w:rsid w:val="00E12C07"/>
    <w:rsid w:val="00E57DBB"/>
    <w:rsid w:val="00E810CD"/>
    <w:rsid w:val="00E85A23"/>
    <w:rsid w:val="00E96239"/>
    <w:rsid w:val="00EB152F"/>
    <w:rsid w:val="00EB331B"/>
    <w:rsid w:val="00ED00A5"/>
    <w:rsid w:val="00EE037D"/>
    <w:rsid w:val="00EF17C7"/>
    <w:rsid w:val="00EF7937"/>
    <w:rsid w:val="00F16660"/>
    <w:rsid w:val="00F21BB5"/>
    <w:rsid w:val="00F456CA"/>
    <w:rsid w:val="00F73128"/>
    <w:rsid w:val="00FA168B"/>
    <w:rsid w:val="00FB67C6"/>
    <w:rsid w:val="00FC34AC"/>
    <w:rsid w:val="00FD69C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444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03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064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adres&#225;&#345;\DUM%20T&#225;borsko%20v%20literatu&#345;e\Moje%20DUMy\M&#237;sta\Klokoty\Anotace1.doc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lokoty.cz/index.php/historie-poutniho-mist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upload.wikimedia.org/wikipedia/commons/thumb/5/57/Klokoty-velky_portal.jpg/576px-Klokoty-velky_portal.jpg?uselang=c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thumb/5/57/Klokoty-velky_portal.jpg/576px-Klokoty-velky_portal.jpg?uselang=c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2</Pages>
  <Words>227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6</cp:revision>
  <cp:lastPrinted>2013-06-18T21:34:00Z</cp:lastPrinted>
  <dcterms:created xsi:type="dcterms:W3CDTF">2013-06-10T08:49:00Z</dcterms:created>
  <dcterms:modified xsi:type="dcterms:W3CDTF">2014-05-05T20:29:00Z</dcterms:modified>
</cp:coreProperties>
</file>