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B4D" w:rsidRDefault="00CE1B4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E0081B">
        <w:rPr>
          <w:b/>
        </w:rPr>
        <w:t xml:space="preserve">Školní budova na náměstí Mikuláše z </w:t>
      </w:r>
      <w:proofErr w:type="gramStart"/>
      <w:r w:rsidR="00E0081B">
        <w:rPr>
          <w:b/>
        </w:rPr>
        <w:t>Husi</w:t>
      </w:r>
      <w:proofErr w:type="gramEnd"/>
      <w:r w:rsidR="0036718C">
        <w:rPr>
          <w:b/>
        </w:rPr>
        <w:tab/>
      </w:r>
    </w:p>
    <w:p w:rsidR="009F6F13" w:rsidRPr="00CE1B4D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CE1B4D" w:rsidRPr="00CE1B4D">
        <w:t xml:space="preserve">PhDr. </w:t>
      </w:r>
      <w:r w:rsidR="00460490" w:rsidRPr="00CE1B4D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281A93">
        <w:t>2</w:t>
      </w:r>
      <w:r w:rsidR="0064366F">
        <w:t xml:space="preserve">_Místa     </w:t>
      </w:r>
      <w:r w:rsidR="0064366F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842A7">
        <w:t xml:space="preserve"> </w:t>
      </w:r>
      <w:proofErr w:type="gramStart"/>
      <w:r w:rsidR="004D2C43">
        <w:t>16</w:t>
      </w:r>
      <w:r w:rsidR="0064366F">
        <w:t xml:space="preserve">       </w:t>
      </w:r>
      <w:r w:rsidR="008842A7">
        <w:t xml:space="preserve">     </w:t>
      </w:r>
      <w:r w:rsidR="00592F82">
        <w:t>Předmět</w:t>
      </w:r>
      <w:proofErr w:type="gramEnd"/>
      <w:r w:rsidR="00592F82">
        <w:t>:</w:t>
      </w:r>
      <w:r w:rsidR="0064366F">
        <w:t xml:space="preserve"> 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4D2C4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 xml:space="preserve">Datum ověření: </w:t>
      </w:r>
      <w:proofErr w:type="gramStart"/>
      <w:r w:rsidR="007E0FEB">
        <w:t>5.11.</w:t>
      </w:r>
      <w:r>
        <w:t>2013</w:t>
      </w:r>
      <w:proofErr w:type="gramEnd"/>
      <w:r w:rsidR="00163029">
        <w:tab/>
      </w:r>
      <w:r w:rsidR="009F6F13">
        <w:t>Třída:</w:t>
      </w:r>
      <w:r w:rsidR="00163029">
        <w:tab/>
      </w:r>
      <w:r w:rsidR="007E0FEB">
        <w:t>3.D</w:t>
      </w:r>
      <w:r w:rsidR="009F6F13">
        <w:tab/>
        <w:t>Ověřující učitel:</w:t>
      </w:r>
      <w:r w:rsidR="00745A98">
        <w:tab/>
      </w:r>
      <w:r w:rsidR="004A60D9">
        <w:t>PhDr. Jiří Kálal</w:t>
      </w:r>
    </w:p>
    <w:p w:rsidR="00163029" w:rsidRPr="00501C29" w:rsidRDefault="00A92324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60490" w:rsidP="00745A98">
      <w:r>
        <w:t>Materiál seznamuje s</w:t>
      </w:r>
      <w:r w:rsidR="00E0081B">
        <w:t>e školní budovou bývalého gymnázia</w:t>
      </w:r>
      <w:r>
        <w:t xml:space="preserve">. </w:t>
      </w:r>
    </w:p>
    <w:p w:rsidR="00CE1B4D" w:rsidRDefault="00CE1B4D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4D2C43" w:rsidP="00745A98">
      <w:pPr>
        <w:spacing w:line="360" w:lineRule="auto"/>
        <w:rPr>
          <w:b/>
        </w:rPr>
      </w:pPr>
      <w:r>
        <w:t>Tábor, G</w:t>
      </w:r>
      <w:r w:rsidR="00E0081B">
        <w:t>ymnázium</w:t>
      </w:r>
      <w:r>
        <w:t xml:space="preserve"> Tábor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60490" w:rsidRDefault="00460490" w:rsidP="00CE1B4D">
      <w:pPr>
        <w:spacing w:line="276" w:lineRule="auto"/>
        <w:jc w:val="both"/>
      </w:pPr>
      <w:r>
        <w:t>Prezentace se použije ve třídě k seznámení s látkou. Učitel doplní vlastním výkladem. Otázky a úkoly</w:t>
      </w:r>
      <w:r w:rsidR="00E0081B">
        <w:t xml:space="preserve"> vycházejí ze znalosti města</w:t>
      </w:r>
      <w:r>
        <w:t xml:space="preserve">. </w:t>
      </w:r>
      <w:r w:rsidR="00FB67C6">
        <w:t xml:space="preserve">Materiál má souvislost s DUM </w:t>
      </w:r>
      <w:r w:rsidR="007E0FEB">
        <w:t>Č_2_17</w:t>
      </w:r>
      <w:r w:rsidR="00FB67C6">
        <w:t xml:space="preserve">. </w:t>
      </w:r>
      <w:r>
        <w:t>Materiál má mezipředmětové vztahy k dějepisu a společenskovědnímu základu.</w:t>
      </w:r>
      <w:r w:rsidR="0064366F">
        <w:t xml:space="preserve"> </w:t>
      </w:r>
    </w:p>
    <w:p w:rsidR="004D2C43" w:rsidRDefault="004D2C43" w:rsidP="00460490"/>
    <w:p w:rsidR="00B95F80" w:rsidRDefault="00B95F80" w:rsidP="00CE1B4D">
      <w:pPr>
        <w:spacing w:line="276" w:lineRule="auto"/>
        <w:jc w:val="both"/>
      </w:pPr>
      <w:r>
        <w:t>Odpovědi na otázky:</w:t>
      </w:r>
    </w:p>
    <w:p w:rsidR="00BC4015" w:rsidRPr="00E0081B" w:rsidRDefault="00E0081B" w:rsidP="00CE1B4D">
      <w:pPr>
        <w:spacing w:line="276" w:lineRule="auto"/>
        <w:jc w:val="both"/>
        <w:rPr>
          <w:bCs/>
        </w:rPr>
      </w:pPr>
      <w:r w:rsidRPr="00E0081B">
        <w:rPr>
          <w:bCs/>
        </w:rPr>
        <w:t>Která instituce sídlí v budově dnes?</w:t>
      </w:r>
      <w:r>
        <w:rPr>
          <w:bCs/>
        </w:rPr>
        <w:t xml:space="preserve"> </w:t>
      </w:r>
      <w:r w:rsidRPr="00E0081B">
        <w:rPr>
          <w:bCs/>
          <w:i/>
        </w:rPr>
        <w:t>Základní škola.</w:t>
      </w:r>
    </w:p>
    <w:p w:rsidR="00BC4015" w:rsidRPr="00E0081B" w:rsidRDefault="00E0081B" w:rsidP="00CE1B4D">
      <w:pPr>
        <w:spacing w:line="276" w:lineRule="auto"/>
        <w:jc w:val="both"/>
        <w:rPr>
          <w:bCs/>
          <w:i/>
        </w:rPr>
      </w:pPr>
      <w:r w:rsidRPr="00E0081B">
        <w:rPr>
          <w:bCs/>
        </w:rPr>
        <w:t xml:space="preserve">V blízkosti budovy najdeme i dvě jiná kulturně-vzdělávací zařízení. </w:t>
      </w:r>
      <w:r>
        <w:rPr>
          <w:bCs/>
        </w:rPr>
        <w:t xml:space="preserve">Která to jsou? </w:t>
      </w:r>
      <w:r w:rsidRPr="00E0081B">
        <w:rPr>
          <w:bCs/>
          <w:i/>
        </w:rPr>
        <w:t xml:space="preserve">Husitské muzeum a Muzeum fotografie </w:t>
      </w:r>
      <w:proofErr w:type="spellStart"/>
      <w:r w:rsidRPr="00E0081B">
        <w:rPr>
          <w:bCs/>
          <w:i/>
        </w:rPr>
        <w:t>Šechtl</w:t>
      </w:r>
      <w:proofErr w:type="spellEnd"/>
      <w:r w:rsidRPr="00E0081B">
        <w:rPr>
          <w:bCs/>
          <w:i/>
        </w:rPr>
        <w:t xml:space="preserve"> a </w:t>
      </w:r>
      <w:proofErr w:type="spellStart"/>
      <w:r w:rsidRPr="00E0081B">
        <w:rPr>
          <w:bCs/>
          <w:i/>
        </w:rPr>
        <w:t>Voseček</w:t>
      </w:r>
      <w:proofErr w:type="spellEnd"/>
      <w:r w:rsidRPr="00E0081B">
        <w:rPr>
          <w:bCs/>
          <w:i/>
        </w:rPr>
        <w:t>.</w:t>
      </w:r>
    </w:p>
    <w:p w:rsidR="00B95F80" w:rsidRPr="00CE1B4D" w:rsidRDefault="00B95F80" w:rsidP="00CE1B4D">
      <w:pPr>
        <w:spacing w:line="276" w:lineRule="auto"/>
        <w:jc w:val="both"/>
        <w:rPr>
          <w:sz w:val="16"/>
          <w:szCs w:val="16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E0081B" w:rsidRPr="00E0081B" w:rsidRDefault="00E0081B" w:rsidP="00CE1B4D">
      <w:pPr>
        <w:spacing w:line="276" w:lineRule="auto"/>
      </w:pPr>
      <w:r w:rsidRPr="00E0081B">
        <w:t>Kořalka, J.: Jak gymnázium v Táboře vzniklo a rostlo, In: Gymnázium Tábor 1862 – 1987. Almanach vydaný u příležitosti 125. výročí založení školy, Tábor 1987</w:t>
      </w:r>
    </w:p>
    <w:p w:rsidR="00E0081B" w:rsidRDefault="00E0081B" w:rsidP="00CE1B4D">
      <w:pPr>
        <w:spacing w:line="276" w:lineRule="auto"/>
      </w:pPr>
      <w:r w:rsidRPr="00E0081B">
        <w:t xml:space="preserve">Školní budova na nám. Mikuláše z </w:t>
      </w:r>
      <w:proofErr w:type="gramStart"/>
      <w:r w:rsidRPr="00E0081B">
        <w:t>Husi</w:t>
      </w:r>
      <w:proofErr w:type="gramEnd"/>
      <w:r w:rsidRPr="00E0081B">
        <w:t>. Foto Jiří Kálal</w:t>
      </w:r>
    </w:p>
    <w:p w:rsidR="00E0081B" w:rsidRPr="00E0081B" w:rsidRDefault="00E0081B" w:rsidP="00CE1B4D">
      <w:pPr>
        <w:spacing w:line="276" w:lineRule="auto"/>
      </w:pPr>
      <w:r w:rsidRPr="00E0081B">
        <w:t xml:space="preserve">Školní budova na nám. Mikuláše z </w:t>
      </w:r>
      <w:proofErr w:type="gramStart"/>
      <w:r w:rsidRPr="00E0081B">
        <w:t>Husi</w:t>
      </w:r>
      <w:proofErr w:type="gramEnd"/>
      <w:r w:rsidRPr="00E0081B">
        <w:t>. Foto Jiří Kálal</w:t>
      </w:r>
    </w:p>
    <w:p w:rsidR="00CE1B4D" w:rsidRDefault="00CE1B4D" w:rsidP="00623F17">
      <w:pPr>
        <w:spacing w:line="360" w:lineRule="auto"/>
        <w:rPr>
          <w:b/>
        </w:rPr>
      </w:pPr>
    </w:p>
    <w:p w:rsidR="00CE1B4D" w:rsidRDefault="00CE1B4D" w:rsidP="00623F17">
      <w:pPr>
        <w:spacing w:line="360" w:lineRule="auto"/>
        <w:rPr>
          <w:b/>
        </w:rPr>
      </w:pPr>
    </w:p>
    <w:p w:rsidR="00CE1B4D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EB331B" w:rsidRDefault="0064366F" w:rsidP="00623F17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2FA" w:rsidRDefault="00DE52FA">
      <w:r>
        <w:separator/>
      </w:r>
    </w:p>
  </w:endnote>
  <w:endnote w:type="continuationSeparator" w:id="0">
    <w:p w:rsidR="00DE52FA" w:rsidRDefault="00DE5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24" w:rsidRDefault="00A9232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CB6936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CB6936">
      <w:rPr>
        <w:rStyle w:val="slostrnky"/>
        <w:b/>
        <w:bCs/>
      </w:rPr>
      <w:fldChar w:fldCharType="separate"/>
    </w:r>
    <w:r w:rsidR="00A92324">
      <w:rPr>
        <w:rStyle w:val="slostrnky"/>
        <w:b/>
        <w:bCs/>
        <w:noProof/>
      </w:rPr>
      <w:t>1</w:t>
    </w:r>
    <w:r w:rsidR="00CB6936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24" w:rsidRDefault="00A923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2FA" w:rsidRDefault="00DE52FA">
      <w:r>
        <w:separator/>
      </w:r>
    </w:p>
  </w:footnote>
  <w:footnote w:type="continuationSeparator" w:id="0">
    <w:p w:rsidR="00DE52FA" w:rsidRDefault="00DE5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24" w:rsidRDefault="00A9232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140A612" wp14:editId="282FA90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A92324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A9232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24" w:rsidRDefault="00A923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D56"/>
    <w:multiLevelType w:val="hybridMultilevel"/>
    <w:tmpl w:val="BD248656"/>
    <w:lvl w:ilvl="0" w:tplc="03B0F7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5CF3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9ECD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426E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E8CF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BCC9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E067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9680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2AE0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D6DAF"/>
    <w:multiLevelType w:val="multilevel"/>
    <w:tmpl w:val="4CACE1B4"/>
    <w:numStyleLink w:val="Styl1"/>
  </w:abstractNum>
  <w:abstractNum w:abstractNumId="3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EC3005D"/>
    <w:multiLevelType w:val="hybridMultilevel"/>
    <w:tmpl w:val="1D8025E6"/>
    <w:lvl w:ilvl="0" w:tplc="5074C7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562A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B412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420E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8ADB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3260E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460A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6C94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C4A5A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25096"/>
    <w:rsid w:val="001363CD"/>
    <w:rsid w:val="00163029"/>
    <w:rsid w:val="001A6A4C"/>
    <w:rsid w:val="001F1A08"/>
    <w:rsid w:val="00232FB1"/>
    <w:rsid w:val="00281A93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3756"/>
    <w:rsid w:val="00434610"/>
    <w:rsid w:val="00445D3A"/>
    <w:rsid w:val="00460490"/>
    <w:rsid w:val="004621BF"/>
    <w:rsid w:val="0046688E"/>
    <w:rsid w:val="00471A18"/>
    <w:rsid w:val="00484E3A"/>
    <w:rsid w:val="00490F9C"/>
    <w:rsid w:val="00493EE7"/>
    <w:rsid w:val="004A60D9"/>
    <w:rsid w:val="004C3049"/>
    <w:rsid w:val="004D2C43"/>
    <w:rsid w:val="00501C29"/>
    <w:rsid w:val="00512A86"/>
    <w:rsid w:val="00546A70"/>
    <w:rsid w:val="00562C7B"/>
    <w:rsid w:val="00574DD9"/>
    <w:rsid w:val="00592F82"/>
    <w:rsid w:val="005A62C1"/>
    <w:rsid w:val="005D030A"/>
    <w:rsid w:val="005E596D"/>
    <w:rsid w:val="006027CC"/>
    <w:rsid w:val="00623F17"/>
    <w:rsid w:val="0064366F"/>
    <w:rsid w:val="006A718D"/>
    <w:rsid w:val="006E792F"/>
    <w:rsid w:val="00700E72"/>
    <w:rsid w:val="007058C5"/>
    <w:rsid w:val="00736711"/>
    <w:rsid w:val="00745A98"/>
    <w:rsid w:val="007659FE"/>
    <w:rsid w:val="00771703"/>
    <w:rsid w:val="00796E2F"/>
    <w:rsid w:val="007C424F"/>
    <w:rsid w:val="007C52F1"/>
    <w:rsid w:val="007E0FEB"/>
    <w:rsid w:val="007F02F7"/>
    <w:rsid w:val="007F06C8"/>
    <w:rsid w:val="00801324"/>
    <w:rsid w:val="00812228"/>
    <w:rsid w:val="0082351D"/>
    <w:rsid w:val="00823D1E"/>
    <w:rsid w:val="008725F1"/>
    <w:rsid w:val="008842A7"/>
    <w:rsid w:val="008B5602"/>
    <w:rsid w:val="008F1D94"/>
    <w:rsid w:val="009178A2"/>
    <w:rsid w:val="00930B79"/>
    <w:rsid w:val="009C5A92"/>
    <w:rsid w:val="009C5C80"/>
    <w:rsid w:val="009E736F"/>
    <w:rsid w:val="009F240C"/>
    <w:rsid w:val="009F6F13"/>
    <w:rsid w:val="00A32C1A"/>
    <w:rsid w:val="00A32F88"/>
    <w:rsid w:val="00A67905"/>
    <w:rsid w:val="00A739DB"/>
    <w:rsid w:val="00A92324"/>
    <w:rsid w:val="00A92398"/>
    <w:rsid w:val="00AC3FBD"/>
    <w:rsid w:val="00AE0AB9"/>
    <w:rsid w:val="00B03303"/>
    <w:rsid w:val="00B11E31"/>
    <w:rsid w:val="00B121FF"/>
    <w:rsid w:val="00B43D79"/>
    <w:rsid w:val="00B73B73"/>
    <w:rsid w:val="00B95F80"/>
    <w:rsid w:val="00BA4C26"/>
    <w:rsid w:val="00BC3C15"/>
    <w:rsid w:val="00BC4015"/>
    <w:rsid w:val="00C067D2"/>
    <w:rsid w:val="00C36394"/>
    <w:rsid w:val="00C43F4C"/>
    <w:rsid w:val="00C61876"/>
    <w:rsid w:val="00C61B2E"/>
    <w:rsid w:val="00C841AF"/>
    <w:rsid w:val="00CB38DA"/>
    <w:rsid w:val="00CB6936"/>
    <w:rsid w:val="00CC59E8"/>
    <w:rsid w:val="00CE1B4D"/>
    <w:rsid w:val="00CF24A3"/>
    <w:rsid w:val="00D03193"/>
    <w:rsid w:val="00D65D2B"/>
    <w:rsid w:val="00DB726E"/>
    <w:rsid w:val="00DE52FA"/>
    <w:rsid w:val="00E0081B"/>
    <w:rsid w:val="00E12C07"/>
    <w:rsid w:val="00E810CD"/>
    <w:rsid w:val="00E85A23"/>
    <w:rsid w:val="00E96239"/>
    <w:rsid w:val="00EB152F"/>
    <w:rsid w:val="00EB331B"/>
    <w:rsid w:val="00EC61D8"/>
    <w:rsid w:val="00ED00A5"/>
    <w:rsid w:val="00EE037D"/>
    <w:rsid w:val="00EF7937"/>
    <w:rsid w:val="00F16660"/>
    <w:rsid w:val="00F21BB5"/>
    <w:rsid w:val="00F456CA"/>
    <w:rsid w:val="00F73128"/>
    <w:rsid w:val="00FA168B"/>
    <w:rsid w:val="00FB67C6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444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5035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064">
          <w:marLeft w:val="475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32684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0465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141</TotalTime>
  <Pages>2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27</cp:revision>
  <cp:lastPrinted>1900-12-31T23:00:00Z</cp:lastPrinted>
  <dcterms:created xsi:type="dcterms:W3CDTF">2012-09-30T18:31:00Z</dcterms:created>
  <dcterms:modified xsi:type="dcterms:W3CDTF">2014-05-05T20:33:00Z</dcterms:modified>
</cp:coreProperties>
</file>