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495" w:rsidRDefault="00427495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5564E5">
        <w:rPr>
          <w:b/>
        </w:rPr>
        <w:t>Historický vývoj táborského gymnázia. Od založení do roku 1939</w:t>
      </w:r>
      <w:r w:rsidR="0036718C">
        <w:rPr>
          <w:b/>
        </w:rPr>
        <w:tab/>
      </w:r>
    </w:p>
    <w:p w:rsidR="009F6F13" w:rsidRPr="00427495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D81088" w:rsidRPr="00427495">
        <w:t xml:space="preserve">PhDr. </w:t>
      </w:r>
      <w:r w:rsidR="00943AD5" w:rsidRPr="00427495">
        <w:t>Jiří Kálal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C92AC6">
        <w:t>3_Události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2A1339">
        <w:t xml:space="preserve"> </w:t>
      </w:r>
      <w:proofErr w:type="gramStart"/>
      <w:r w:rsidR="00B64676">
        <w:t>13</w:t>
      </w:r>
      <w:r w:rsidR="003C1BE5">
        <w:t xml:space="preserve">   </w:t>
      </w:r>
      <w:r w:rsidR="002A1339">
        <w:t xml:space="preserve">           </w:t>
      </w:r>
      <w:r w:rsidR="00592F82">
        <w:t>Předmět</w:t>
      </w:r>
      <w:proofErr w:type="gramEnd"/>
      <w:r w:rsidR="00592F82">
        <w:t>:</w:t>
      </w:r>
      <w:r w:rsidR="00592F82">
        <w:tab/>
      </w:r>
      <w:r w:rsidR="003C1BE5">
        <w:t>český jazyk a literatura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C060F5">
        <w:t>24.10.</w:t>
      </w:r>
      <w:r w:rsidR="00B64676">
        <w:t>2013</w:t>
      </w:r>
      <w:proofErr w:type="gramEnd"/>
      <w:r w:rsidR="00163029">
        <w:tab/>
      </w:r>
      <w:r>
        <w:t>Třída:</w:t>
      </w:r>
      <w:r w:rsidR="00163029">
        <w:tab/>
      </w:r>
      <w:r w:rsidR="00C060F5">
        <w:t>5.A</w:t>
      </w:r>
      <w:r>
        <w:tab/>
        <w:t>Ověřující učitel:</w:t>
      </w:r>
      <w:r w:rsidR="00745A98">
        <w:tab/>
      </w:r>
      <w:r w:rsidR="00D81088">
        <w:t>PhDr. Jiří Kálal</w:t>
      </w:r>
    </w:p>
    <w:p w:rsidR="00163029" w:rsidRPr="00501C29" w:rsidRDefault="00C7432B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DB5FC4" w:rsidRPr="007F27BF" w:rsidRDefault="00943AD5" w:rsidP="00427495">
      <w:pPr>
        <w:spacing w:line="276" w:lineRule="auto"/>
        <w:rPr>
          <w:i/>
        </w:rPr>
      </w:pPr>
      <w:r>
        <w:t>Materiál seznamuje s</w:t>
      </w:r>
      <w:r w:rsidR="00427495">
        <w:t>e</w:t>
      </w:r>
      <w:r w:rsidR="005564E5">
        <w:t> základními momenty vývoje táborského gymnázia a reálky v uvedeném období.</w:t>
      </w:r>
      <w:r w:rsidR="007F27BF">
        <w:t xml:space="preserve"> </w:t>
      </w:r>
    </w:p>
    <w:p w:rsidR="007F27BF" w:rsidRPr="00427495" w:rsidRDefault="007F27BF" w:rsidP="00943AD5">
      <w:pPr>
        <w:rPr>
          <w:sz w:val="16"/>
          <w:szCs w:val="16"/>
        </w:rPr>
      </w:pPr>
    </w:p>
    <w:p w:rsidR="00427495" w:rsidRPr="00427495" w:rsidRDefault="00427495" w:rsidP="00745A98">
      <w:pPr>
        <w:spacing w:line="360" w:lineRule="auto"/>
        <w:rPr>
          <w:b/>
          <w:sz w:val="16"/>
          <w:szCs w:val="16"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943AD5" w:rsidP="00745A98">
      <w:pPr>
        <w:spacing w:line="360" w:lineRule="auto"/>
        <w:rPr>
          <w:b/>
        </w:rPr>
      </w:pPr>
      <w:r>
        <w:t xml:space="preserve">Tábor, Gymnázium Tábor, </w:t>
      </w:r>
      <w:r w:rsidR="005564E5">
        <w:t>reálka</w:t>
      </w:r>
    </w:p>
    <w:p w:rsidR="00F7312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F27BF" w:rsidRDefault="007F27BF" w:rsidP="00427495">
      <w:pPr>
        <w:spacing w:line="276" w:lineRule="auto"/>
        <w:jc w:val="both"/>
      </w:pPr>
      <w:r>
        <w:t>Materiál úzc</w:t>
      </w:r>
      <w:r w:rsidR="00C060F5">
        <w:t>e souvisí s DŮM Č_3_11</w:t>
      </w:r>
      <w:r w:rsidR="005564E5">
        <w:t>.</w:t>
      </w:r>
      <w:r w:rsidR="00B64676">
        <w:t xml:space="preserve"> Materiál má mezipředmětové vztahy k dějepisu a společenskovědnímu základu. </w:t>
      </w:r>
    </w:p>
    <w:p w:rsidR="007F27BF" w:rsidRDefault="005564E5" w:rsidP="00427495">
      <w:pPr>
        <w:spacing w:line="276" w:lineRule="auto"/>
        <w:jc w:val="both"/>
      </w:pPr>
      <w:r>
        <w:t>Odpověď</w:t>
      </w:r>
      <w:r w:rsidR="007F27BF">
        <w:t xml:space="preserve"> na otázk</w:t>
      </w:r>
      <w:r>
        <w:t>u</w:t>
      </w:r>
      <w:r w:rsidR="007F27BF">
        <w:t>:</w:t>
      </w:r>
    </w:p>
    <w:p w:rsidR="00E14122" w:rsidRPr="00377E5E" w:rsidRDefault="005564E5" w:rsidP="00427495">
      <w:pPr>
        <w:spacing w:line="276" w:lineRule="auto"/>
        <w:jc w:val="both"/>
        <w:rPr>
          <w:i/>
        </w:rPr>
      </w:pPr>
      <w:r w:rsidRPr="005564E5">
        <w:t xml:space="preserve">Zjistěte, kolik žáků má gymnázium dnes. Porovnejte tento počet s rokem 1939. </w:t>
      </w:r>
      <w:r w:rsidRPr="00377E5E">
        <w:rPr>
          <w:i/>
        </w:rPr>
        <w:t xml:space="preserve">Dnes studuje na </w:t>
      </w:r>
      <w:proofErr w:type="spellStart"/>
      <w:r w:rsidRPr="00377E5E">
        <w:rPr>
          <w:i/>
        </w:rPr>
        <w:t>GPdC</w:t>
      </w:r>
      <w:proofErr w:type="spellEnd"/>
      <w:r w:rsidRPr="00377E5E">
        <w:rPr>
          <w:i/>
        </w:rPr>
        <w:t xml:space="preserve"> cca 7</w:t>
      </w:r>
      <w:r w:rsidR="00377E5E" w:rsidRPr="00377E5E">
        <w:rPr>
          <w:i/>
        </w:rPr>
        <w:t>30 žáků. Počet je tedy srovnatelný s rokem 1939 a je zhruba mezi počty žáků tehdejšího gymnázia a reálky.</w:t>
      </w:r>
    </w:p>
    <w:p w:rsidR="00745A98" w:rsidRPr="00427495" w:rsidRDefault="00745A98" w:rsidP="009F6F13">
      <w:pPr>
        <w:rPr>
          <w:sz w:val="16"/>
          <w:szCs w:val="16"/>
        </w:rPr>
      </w:pP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377E5E" w:rsidRPr="00377E5E" w:rsidRDefault="00377E5E" w:rsidP="00377E5E">
      <w:proofErr w:type="spellStart"/>
      <w:r w:rsidRPr="00377E5E">
        <w:t>Zenkl</w:t>
      </w:r>
      <w:proofErr w:type="spellEnd"/>
      <w:r w:rsidRPr="00377E5E">
        <w:t xml:space="preserve">, F.: </w:t>
      </w:r>
      <w:r w:rsidRPr="00427495">
        <w:rPr>
          <w:i/>
        </w:rPr>
        <w:t xml:space="preserve">Třicet let </w:t>
      </w:r>
      <w:proofErr w:type="spellStart"/>
      <w:r w:rsidRPr="00427495">
        <w:rPr>
          <w:i/>
        </w:rPr>
        <w:t>real</w:t>
      </w:r>
      <w:proofErr w:type="spellEnd"/>
      <w:r w:rsidRPr="00427495">
        <w:rPr>
          <w:i/>
        </w:rPr>
        <w:t xml:space="preserve">. </w:t>
      </w:r>
      <w:proofErr w:type="gramStart"/>
      <w:r w:rsidRPr="00427495">
        <w:rPr>
          <w:i/>
        </w:rPr>
        <w:t>gymnasia</w:t>
      </w:r>
      <w:proofErr w:type="gramEnd"/>
      <w:r w:rsidRPr="00427495">
        <w:rPr>
          <w:i/>
        </w:rPr>
        <w:t xml:space="preserve"> táborského 1862 – 1892</w:t>
      </w:r>
      <w:r w:rsidRPr="00377E5E">
        <w:t>, Tábor 1892</w:t>
      </w:r>
    </w:p>
    <w:p w:rsidR="00377E5E" w:rsidRPr="00377E5E" w:rsidRDefault="00377E5E" w:rsidP="00377E5E">
      <w:r w:rsidRPr="00377E5E">
        <w:t xml:space="preserve">Kořalka, J.: </w:t>
      </w:r>
      <w:r w:rsidRPr="00427495">
        <w:rPr>
          <w:i/>
        </w:rPr>
        <w:t>Jak gymnázium v Táboře vzniklo a rostlo,</w:t>
      </w:r>
      <w:r w:rsidRPr="00377E5E">
        <w:t xml:space="preserve"> In: Gymnázium Tábor 1862 – 1987. Almanach vydaný u příležitosti 125. výročí založení školy, Tábor 1987</w:t>
      </w:r>
    </w:p>
    <w:p w:rsidR="00623F17" w:rsidRDefault="00623F17" w:rsidP="009F6F13"/>
    <w:p w:rsidR="00427495" w:rsidRDefault="00427495" w:rsidP="003C1BE5">
      <w:pPr>
        <w:spacing w:before="240" w:line="360" w:lineRule="auto"/>
        <w:rPr>
          <w:b/>
        </w:rPr>
      </w:pPr>
    </w:p>
    <w:p w:rsidR="00427495" w:rsidRDefault="00623F17" w:rsidP="003C1BE5">
      <w:pPr>
        <w:spacing w:line="360" w:lineRule="auto"/>
        <w:rPr>
          <w:b/>
        </w:rPr>
      </w:pPr>
      <w:r w:rsidRPr="00EB331B">
        <w:rPr>
          <w:b/>
        </w:rPr>
        <w:lastRenderedPageBreak/>
        <w:t xml:space="preserve">Poznámka: </w:t>
      </w:r>
    </w:p>
    <w:p w:rsidR="003C1BE5" w:rsidRPr="00EB331B" w:rsidRDefault="003C1BE5" w:rsidP="003C1BE5">
      <w:pPr>
        <w:spacing w:line="360" w:lineRule="auto"/>
        <w:rPr>
          <w:b/>
        </w:rPr>
      </w:pPr>
      <w:r w:rsidRPr="0064366F">
        <w:t>Cílovou skupinou jsou studenti čtyřletého gymnázia a odpovídajících ročníků víceletého gymnázia.</w:t>
      </w:r>
    </w:p>
    <w:p w:rsidR="00623F17" w:rsidRPr="00EB331B" w:rsidRDefault="00623F17" w:rsidP="00623F17">
      <w:pPr>
        <w:spacing w:before="240" w:line="360" w:lineRule="auto"/>
        <w:rPr>
          <w:b/>
        </w:rPr>
      </w:pP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4E2" w:rsidRDefault="005834E2">
      <w:r>
        <w:separator/>
      </w:r>
    </w:p>
  </w:endnote>
  <w:endnote w:type="continuationSeparator" w:id="0">
    <w:p w:rsidR="005834E2" w:rsidRDefault="00583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32B" w:rsidRDefault="00C7432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D86B89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D86B89">
      <w:rPr>
        <w:rStyle w:val="slostrnky"/>
        <w:b/>
        <w:bCs/>
      </w:rPr>
      <w:fldChar w:fldCharType="separate"/>
    </w:r>
    <w:r w:rsidR="00C7432B">
      <w:rPr>
        <w:rStyle w:val="slostrnky"/>
        <w:b/>
        <w:bCs/>
        <w:noProof/>
      </w:rPr>
      <w:t>1</w:t>
    </w:r>
    <w:r w:rsidR="00D86B89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32B" w:rsidRDefault="00C7432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4E2" w:rsidRDefault="005834E2">
      <w:r>
        <w:separator/>
      </w:r>
    </w:p>
  </w:footnote>
  <w:footnote w:type="continuationSeparator" w:id="0">
    <w:p w:rsidR="005834E2" w:rsidRDefault="005834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32B" w:rsidRDefault="00C7432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1843BEE8" wp14:editId="79FF98CE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C7432B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C7432B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32B" w:rsidRDefault="00C7432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AA771C"/>
    <w:multiLevelType w:val="hybridMultilevel"/>
    <w:tmpl w:val="9BDCBCFC"/>
    <w:lvl w:ilvl="0" w:tplc="8BB2C68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E44A95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5C23C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3C2B9F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6BEB35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B0E5DB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024825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07AC4A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D6ACA4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060E43"/>
    <w:multiLevelType w:val="hybridMultilevel"/>
    <w:tmpl w:val="C11E558E"/>
    <w:lvl w:ilvl="0" w:tplc="9CACE69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1FAF3F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C068EF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B7A90B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AA42D7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200DCF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1CCB6F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0E272B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C0A44A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254B"/>
    <w:rsid w:val="000A48C9"/>
    <w:rsid w:val="000B2930"/>
    <w:rsid w:val="000C1FE7"/>
    <w:rsid w:val="000C3E7E"/>
    <w:rsid w:val="000E29CB"/>
    <w:rsid w:val="0010546B"/>
    <w:rsid w:val="001450DC"/>
    <w:rsid w:val="00163029"/>
    <w:rsid w:val="001A6A4C"/>
    <w:rsid w:val="001D0B01"/>
    <w:rsid w:val="001F1A08"/>
    <w:rsid w:val="00232FB1"/>
    <w:rsid w:val="0028489E"/>
    <w:rsid w:val="00290C19"/>
    <w:rsid w:val="00297870"/>
    <w:rsid w:val="002A0689"/>
    <w:rsid w:val="002A1339"/>
    <w:rsid w:val="002A290B"/>
    <w:rsid w:val="002A5BAC"/>
    <w:rsid w:val="0033262C"/>
    <w:rsid w:val="0034544A"/>
    <w:rsid w:val="00353FD9"/>
    <w:rsid w:val="0036718C"/>
    <w:rsid w:val="003761B0"/>
    <w:rsid w:val="00377E5E"/>
    <w:rsid w:val="003835AF"/>
    <w:rsid w:val="00394D93"/>
    <w:rsid w:val="003A5AD6"/>
    <w:rsid w:val="003C1BE5"/>
    <w:rsid w:val="003E4C3B"/>
    <w:rsid w:val="003E63C0"/>
    <w:rsid w:val="003F4DE8"/>
    <w:rsid w:val="0042348A"/>
    <w:rsid w:val="00427495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1399A"/>
    <w:rsid w:val="00546A70"/>
    <w:rsid w:val="005564E5"/>
    <w:rsid w:val="00574DD9"/>
    <w:rsid w:val="005834E2"/>
    <w:rsid w:val="00592F82"/>
    <w:rsid w:val="005A62C1"/>
    <w:rsid w:val="005D030A"/>
    <w:rsid w:val="006027CC"/>
    <w:rsid w:val="00623F17"/>
    <w:rsid w:val="006A718D"/>
    <w:rsid w:val="006E792F"/>
    <w:rsid w:val="00700E72"/>
    <w:rsid w:val="00745A98"/>
    <w:rsid w:val="007659FE"/>
    <w:rsid w:val="00771703"/>
    <w:rsid w:val="007949E0"/>
    <w:rsid w:val="007C3B3E"/>
    <w:rsid w:val="007C424F"/>
    <w:rsid w:val="007C52F1"/>
    <w:rsid w:val="007F02F7"/>
    <w:rsid w:val="007F06C8"/>
    <w:rsid w:val="007F27BF"/>
    <w:rsid w:val="00801324"/>
    <w:rsid w:val="00812228"/>
    <w:rsid w:val="0082351D"/>
    <w:rsid w:val="00823D1E"/>
    <w:rsid w:val="00862C01"/>
    <w:rsid w:val="008725F1"/>
    <w:rsid w:val="008B5602"/>
    <w:rsid w:val="008F1D94"/>
    <w:rsid w:val="009178A2"/>
    <w:rsid w:val="00930B79"/>
    <w:rsid w:val="00943AD5"/>
    <w:rsid w:val="009A4A6C"/>
    <w:rsid w:val="009E736F"/>
    <w:rsid w:val="009F240C"/>
    <w:rsid w:val="009F6F13"/>
    <w:rsid w:val="00A32C1A"/>
    <w:rsid w:val="00A32F88"/>
    <w:rsid w:val="00A67905"/>
    <w:rsid w:val="00A739DB"/>
    <w:rsid w:val="00A92398"/>
    <w:rsid w:val="00AB4039"/>
    <w:rsid w:val="00AE0AB9"/>
    <w:rsid w:val="00B03303"/>
    <w:rsid w:val="00B11E31"/>
    <w:rsid w:val="00B121FF"/>
    <w:rsid w:val="00B43D79"/>
    <w:rsid w:val="00B64676"/>
    <w:rsid w:val="00B73B73"/>
    <w:rsid w:val="00BA4C26"/>
    <w:rsid w:val="00BC3C15"/>
    <w:rsid w:val="00C060F5"/>
    <w:rsid w:val="00C067D2"/>
    <w:rsid w:val="00C36394"/>
    <w:rsid w:val="00C43F4C"/>
    <w:rsid w:val="00C61876"/>
    <w:rsid w:val="00C61B2E"/>
    <w:rsid w:val="00C7432B"/>
    <w:rsid w:val="00C841AF"/>
    <w:rsid w:val="00C92AC6"/>
    <w:rsid w:val="00CB38DA"/>
    <w:rsid w:val="00CC59E8"/>
    <w:rsid w:val="00CF24A3"/>
    <w:rsid w:val="00D65D2B"/>
    <w:rsid w:val="00D81088"/>
    <w:rsid w:val="00D86B89"/>
    <w:rsid w:val="00DB5FC4"/>
    <w:rsid w:val="00DB726E"/>
    <w:rsid w:val="00E12C07"/>
    <w:rsid w:val="00E14122"/>
    <w:rsid w:val="00E85A23"/>
    <w:rsid w:val="00E96239"/>
    <w:rsid w:val="00E96DAE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40313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2762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205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85050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6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14247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0099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128</TotalTime>
  <Pages>2</Pages>
  <Words>183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doma</cp:lastModifiedBy>
  <cp:revision>26</cp:revision>
  <cp:lastPrinted>1900-12-31T23:00:00Z</cp:lastPrinted>
  <dcterms:created xsi:type="dcterms:W3CDTF">2012-09-30T18:31:00Z</dcterms:created>
  <dcterms:modified xsi:type="dcterms:W3CDTF">2014-05-05T20:46:00Z</dcterms:modified>
</cp:coreProperties>
</file>