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D7A" w:rsidRDefault="00721D7A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bookmarkStart w:id="0" w:name="Text1"/>
      <w:r w:rsidR="00785AB3">
        <w:rPr>
          <w:b/>
        </w:rPr>
        <w:t>Multiples et diviseurs</w:t>
      </w:r>
      <w:bookmarkEnd w:id="0"/>
      <w:r w:rsidR="0036718C">
        <w:rPr>
          <w:b/>
        </w:rPr>
        <w:tab/>
      </w:r>
    </w:p>
    <w:p w:rsidR="009F6F13" w:rsidRPr="00721D7A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bookmarkStart w:id="1" w:name="Text2"/>
      <w:r w:rsidR="00F3117A" w:rsidRPr="00721D7A">
        <w:t xml:space="preserve">Mgr. Ing. </w:t>
      </w:r>
      <w:bookmarkEnd w:id="1"/>
      <w:r w:rsidR="00F3117A" w:rsidRPr="00721D7A">
        <w:t>Daniela Čechová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  <w:r w:rsidR="00DA4DF9">
        <w:rPr>
          <w:b/>
        </w:rPr>
        <w:t xml:space="preserve"> </w:t>
      </w:r>
    </w:p>
    <w:p w:rsidR="00721D7A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</w:p>
    <w:p w:rsidR="009F6F13" w:rsidRDefault="00721D7A" w:rsidP="00592F82">
      <w:pPr>
        <w:tabs>
          <w:tab w:val="left" w:pos="993"/>
        </w:tabs>
        <w:spacing w:line="360" w:lineRule="auto"/>
      </w:pPr>
      <w:r>
        <w:tab/>
        <w:t>Dvojjazyčné studium</w:t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721D7A">
        <w:t>3_</w:t>
      </w:r>
      <w:r w:rsidR="00DA4DF9">
        <w:t>MF</w:t>
      </w:r>
      <w:r w:rsidR="00F3117A">
        <w:t xml:space="preserve"> </w:t>
      </w:r>
      <w:r w:rsidR="00721D7A">
        <w:rPr>
          <w:sz w:val="22"/>
          <w:szCs w:val="22"/>
        </w:rPr>
        <w:t>(matematika, fyzika)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721D7A">
        <w:t>0</w:t>
      </w:r>
      <w:r w:rsidR="00785AB3">
        <w:t>3</w:t>
      </w:r>
      <w:r w:rsidR="00592F82">
        <w:tab/>
        <w:t>Předmět:</w:t>
      </w:r>
      <w:r w:rsidR="00592F82">
        <w:tab/>
      </w:r>
      <w:bookmarkStart w:id="2" w:name="Text3"/>
      <w:r w:rsidR="00DA4DF9">
        <w:t>matematika</w:t>
      </w:r>
      <w:bookmarkEnd w:id="2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DA4DF9">
        <w:t>17</w:t>
      </w:r>
      <w:r w:rsidR="00F3117A">
        <w:t>.1</w:t>
      </w:r>
      <w:r w:rsidR="00DA4DF9">
        <w:t>0</w:t>
      </w:r>
      <w:r w:rsidR="00F3117A">
        <w:t>.2012</w:t>
      </w:r>
      <w:r w:rsidR="00163029">
        <w:tab/>
      </w:r>
      <w:r>
        <w:t>Třída:</w:t>
      </w:r>
      <w:r w:rsidR="00163029">
        <w:tab/>
      </w:r>
      <w:r w:rsidR="00DA4DF9">
        <w:t>3</w:t>
      </w:r>
      <w:r w:rsidR="00F3117A">
        <w:t xml:space="preserve">.A          </w:t>
      </w:r>
      <w:r>
        <w:t>Ověřující učitel:</w:t>
      </w:r>
      <w:r w:rsidR="00F3117A">
        <w:t xml:space="preserve">  Mgr. Ing. Daniela Čechová</w:t>
      </w:r>
    </w:p>
    <w:p w:rsidR="00163029" w:rsidRPr="00501C29" w:rsidRDefault="004734F4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DA4DF9" w:rsidP="00721D7A">
      <w:pPr>
        <w:spacing w:line="276" w:lineRule="auto"/>
        <w:jc w:val="both"/>
      </w:pPr>
      <w:bookmarkStart w:id="3" w:name="Text7"/>
      <w:r>
        <w:t xml:space="preserve">Fiche </w:t>
      </w:r>
      <w:bookmarkEnd w:id="3"/>
      <w:r>
        <w:t xml:space="preserve">pédagogique présente les </w:t>
      </w:r>
      <w:r w:rsidR="00785AB3">
        <w:t>activités avec les multiples et diviseurs des nombres entiers naturels ainsi que le vocabulaire.</w:t>
      </w:r>
      <w:r w:rsidR="00ED5680">
        <w:t xml:space="preserve"> </w:t>
      </w:r>
      <w:r>
        <w:t xml:space="preserve"> </w:t>
      </w:r>
    </w:p>
    <w:p w:rsidR="00721D7A" w:rsidRPr="00721D7A" w:rsidRDefault="00721D7A" w:rsidP="00721D7A">
      <w:pPr>
        <w:spacing w:before="240"/>
        <w:rPr>
          <w:b/>
          <w:sz w:val="8"/>
          <w:szCs w:val="8"/>
        </w:rPr>
      </w:pPr>
    </w:p>
    <w:p w:rsidR="00484E3A" w:rsidRDefault="00484E3A" w:rsidP="00721D7A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785AB3" w:rsidRPr="00785AB3" w:rsidRDefault="00785AB3" w:rsidP="00721D7A">
      <w:pPr>
        <w:autoSpaceDE w:val="0"/>
        <w:autoSpaceDN w:val="0"/>
        <w:adjustRightInd w:val="0"/>
        <w:spacing w:line="276" w:lineRule="auto"/>
        <w:jc w:val="both"/>
      </w:pPr>
      <w:r w:rsidRPr="00785AB3">
        <w:t>Multiple - diviseur - le plus grand diviseur commun - le plus petit multiple commun - divisibilité - nombres premiers entre eux</w:t>
      </w:r>
    </w:p>
    <w:p w:rsidR="00DA4DF9" w:rsidRPr="00DA4DF9" w:rsidRDefault="00DA4DF9" w:rsidP="00721D7A">
      <w:pPr>
        <w:autoSpaceDE w:val="0"/>
        <w:autoSpaceDN w:val="0"/>
        <w:adjustRightInd w:val="0"/>
        <w:spacing w:line="276" w:lineRule="auto"/>
      </w:pP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85AB3" w:rsidRPr="00785AB3" w:rsidRDefault="00785AB3" w:rsidP="00721D7A">
      <w:pPr>
        <w:autoSpaceDE w:val="0"/>
        <w:autoSpaceDN w:val="0"/>
        <w:adjustRightInd w:val="0"/>
        <w:jc w:val="both"/>
        <w:rPr>
          <w:lang w:val="fr-FR"/>
        </w:rPr>
      </w:pPr>
      <w:r w:rsidRPr="00785AB3">
        <w:rPr>
          <w:b/>
          <w:bCs/>
        </w:rPr>
        <w:t xml:space="preserve">Ex.1: </w:t>
      </w:r>
      <w:r w:rsidRPr="00785AB3">
        <w:t>Les él</w:t>
      </w:r>
      <w:r w:rsidRPr="00785AB3">
        <w:rPr>
          <w:lang w:val="fr-FR"/>
        </w:rPr>
        <w:t>èves écri</w:t>
      </w:r>
      <w:r w:rsidR="00721D7A">
        <w:rPr>
          <w:lang w:val="fr-FR"/>
        </w:rPr>
        <w:t>v</w:t>
      </w:r>
      <w:r w:rsidRPr="00785AB3">
        <w:rPr>
          <w:lang w:val="fr-FR"/>
        </w:rPr>
        <w:t xml:space="preserve">ent </w:t>
      </w:r>
      <w:r w:rsidR="00721D7A">
        <w:rPr>
          <w:lang w:val="fr-FR"/>
        </w:rPr>
        <w:t>leurs</w:t>
      </w:r>
      <w:r w:rsidRPr="00785AB3">
        <w:rPr>
          <w:lang w:val="fr-FR"/>
        </w:rPr>
        <w:t xml:space="preserve"> solutions dans ses fiches, 1 élève transmet les multiples de 3 dans la boite sur le tableau.</w:t>
      </w:r>
    </w:p>
    <w:p w:rsidR="00785AB3" w:rsidRPr="00785AB3" w:rsidRDefault="00785AB3" w:rsidP="00721D7A">
      <w:pPr>
        <w:autoSpaceDE w:val="0"/>
        <w:autoSpaceDN w:val="0"/>
        <w:adjustRightInd w:val="0"/>
        <w:jc w:val="both"/>
      </w:pPr>
      <w:r w:rsidRPr="00785AB3">
        <w:t xml:space="preserve"> </w:t>
      </w:r>
    </w:p>
    <w:p w:rsidR="00785AB3" w:rsidRDefault="00785AB3" w:rsidP="00721D7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52"/>
          <w:szCs w:val="52"/>
          <w:lang w:val="fr-FR"/>
        </w:rPr>
      </w:pPr>
      <w:r w:rsidRPr="00785AB3">
        <w:rPr>
          <w:b/>
          <w:bCs/>
        </w:rPr>
        <w:t xml:space="preserve">Ex.2: </w:t>
      </w:r>
      <w:r w:rsidRPr="00785AB3">
        <w:t>Les él</w:t>
      </w:r>
      <w:r w:rsidRPr="00785AB3">
        <w:rPr>
          <w:lang w:val="fr-FR"/>
        </w:rPr>
        <w:t xml:space="preserve">èves soulignent les diviseurs dans </w:t>
      </w:r>
      <w:r w:rsidR="00721D7A">
        <w:rPr>
          <w:lang w:val="fr-FR"/>
        </w:rPr>
        <w:t>leurs</w:t>
      </w:r>
      <w:r w:rsidRPr="00785AB3">
        <w:rPr>
          <w:lang w:val="fr-FR"/>
        </w:rPr>
        <w:t xml:space="preserve"> fiches, 1 élève souligne les diviseurs avec le stylo sur le tableau.</w:t>
      </w:r>
      <w:r>
        <w:rPr>
          <w:rFonts w:ascii="Arial" w:hAnsi="Arial" w:cs="Arial"/>
          <w:color w:val="000000"/>
          <w:sz w:val="52"/>
          <w:szCs w:val="52"/>
          <w:lang w:val="fr-FR"/>
        </w:rPr>
        <w:t xml:space="preserve"> </w:t>
      </w:r>
    </w:p>
    <w:p w:rsidR="00DA4DF9" w:rsidRPr="00721D7A" w:rsidRDefault="00DA4DF9" w:rsidP="00721D7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DA4DF9" w:rsidP="009F6F13">
      <w:r>
        <w:t>Galerie Smart Notebook</w:t>
      </w:r>
    </w:p>
    <w:p w:rsidR="00721D7A" w:rsidRDefault="00721D7A" w:rsidP="00623F17">
      <w:pPr>
        <w:spacing w:before="240" w:line="360" w:lineRule="auto"/>
        <w:rPr>
          <w:b/>
        </w:rPr>
      </w:pPr>
    </w:p>
    <w:p w:rsidR="00F6278A" w:rsidRDefault="00F6278A" w:rsidP="00623F17">
      <w:pPr>
        <w:spacing w:before="240" w:line="360" w:lineRule="auto"/>
        <w:rPr>
          <w:b/>
        </w:rPr>
      </w:pP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8D28D6" w:rsidP="00721D7A">
      <w:pPr>
        <w:spacing w:line="276" w:lineRule="auto"/>
        <w:jc w:val="both"/>
      </w:pPr>
      <w:bookmarkStart w:id="4" w:name="Text10"/>
      <w:r>
        <w:t xml:space="preserve">Les élèves ont réussi à </w:t>
      </w:r>
      <w:r w:rsidR="00785AB3">
        <w:t>faire les activités proposéés.</w:t>
      </w:r>
      <w:r>
        <w:t xml:space="preserve"> Ils ont </w:t>
      </w:r>
      <w:r w:rsidR="00ED5680">
        <w:t>bien compris</w:t>
      </w:r>
      <w:r w:rsidR="00AD14AA">
        <w:t xml:space="preserve"> le </w:t>
      </w:r>
      <w:r w:rsidR="00785AB3">
        <w:t xml:space="preserve">vocabulaire </w:t>
      </w:r>
      <w:r w:rsidR="00AD14AA">
        <w:t>et ils sont capables d’appliquer</w:t>
      </w:r>
      <w:r w:rsidR="00785AB3">
        <w:t>.</w:t>
      </w:r>
      <w:r>
        <w:t xml:space="preserve"> </w:t>
      </w:r>
      <w:bookmarkEnd w:id="4"/>
      <w:r w:rsidR="00F3117A">
        <w:t xml:space="preserve"> </w:t>
      </w:r>
    </w:p>
    <w:p w:rsidR="00623F17" w:rsidRPr="00B121FF" w:rsidRDefault="00623F17" w:rsidP="00721D7A">
      <w:pPr>
        <w:spacing w:line="276" w:lineRule="auto"/>
        <w:jc w:val="both"/>
      </w:pPr>
    </w:p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246" w:rsidRDefault="002B7246">
      <w:r>
        <w:separator/>
      </w:r>
    </w:p>
  </w:endnote>
  <w:endnote w:type="continuationSeparator" w:id="0">
    <w:p w:rsidR="002B7246" w:rsidRDefault="002B7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4F4" w:rsidRDefault="004734F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4F4" w:rsidRDefault="004734F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246" w:rsidRDefault="002B7246">
      <w:r>
        <w:separator/>
      </w:r>
    </w:p>
  </w:footnote>
  <w:footnote w:type="continuationSeparator" w:id="0">
    <w:p w:rsidR="002B7246" w:rsidRDefault="002B72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4F4" w:rsidRDefault="004734F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4734F4">
      <w:rPr>
        <w:bCs/>
      </w:rPr>
      <w:t>34.</w:t>
    </w:r>
    <w:bookmarkStart w:id="5" w:name="_GoBack"/>
    <w:bookmarkEnd w:id="5"/>
    <w:r>
      <w:rPr>
        <w:bCs/>
      </w:rPr>
      <w:t>0325</w:t>
    </w:r>
  </w:p>
  <w:p w:rsidR="00484E3A" w:rsidRPr="00745A98" w:rsidRDefault="004734F4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4F4" w:rsidRDefault="004734F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76430"/>
    <w:rsid w:val="001A6A4C"/>
    <w:rsid w:val="001F1A08"/>
    <w:rsid w:val="00232FB1"/>
    <w:rsid w:val="0028489E"/>
    <w:rsid w:val="00290C19"/>
    <w:rsid w:val="00297870"/>
    <w:rsid w:val="002A290B"/>
    <w:rsid w:val="002A5BAC"/>
    <w:rsid w:val="002B7246"/>
    <w:rsid w:val="0033262C"/>
    <w:rsid w:val="0034544A"/>
    <w:rsid w:val="00353FD9"/>
    <w:rsid w:val="00366DD0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734F4"/>
    <w:rsid w:val="00484E3A"/>
    <w:rsid w:val="00490F9C"/>
    <w:rsid w:val="00493EE7"/>
    <w:rsid w:val="004C3049"/>
    <w:rsid w:val="00501C29"/>
    <w:rsid w:val="00512A86"/>
    <w:rsid w:val="00546A70"/>
    <w:rsid w:val="005740B8"/>
    <w:rsid w:val="00574DD9"/>
    <w:rsid w:val="00592F82"/>
    <w:rsid w:val="005A62C1"/>
    <w:rsid w:val="005D030A"/>
    <w:rsid w:val="006027CC"/>
    <w:rsid w:val="00623F17"/>
    <w:rsid w:val="00661F04"/>
    <w:rsid w:val="006A718D"/>
    <w:rsid w:val="006E792F"/>
    <w:rsid w:val="00700E72"/>
    <w:rsid w:val="00721D7A"/>
    <w:rsid w:val="00745A98"/>
    <w:rsid w:val="007659FE"/>
    <w:rsid w:val="00771703"/>
    <w:rsid w:val="00785AB3"/>
    <w:rsid w:val="007C424F"/>
    <w:rsid w:val="007C52F1"/>
    <w:rsid w:val="007F02F7"/>
    <w:rsid w:val="007F06C8"/>
    <w:rsid w:val="00801324"/>
    <w:rsid w:val="00812228"/>
    <w:rsid w:val="0082351D"/>
    <w:rsid w:val="00823D1E"/>
    <w:rsid w:val="00833755"/>
    <w:rsid w:val="008725F1"/>
    <w:rsid w:val="008B5602"/>
    <w:rsid w:val="008D28D6"/>
    <w:rsid w:val="008F1D94"/>
    <w:rsid w:val="009178A2"/>
    <w:rsid w:val="00930B79"/>
    <w:rsid w:val="00970666"/>
    <w:rsid w:val="009E736F"/>
    <w:rsid w:val="009F0488"/>
    <w:rsid w:val="009F240C"/>
    <w:rsid w:val="009F6F13"/>
    <w:rsid w:val="00A32C1A"/>
    <w:rsid w:val="00A32F88"/>
    <w:rsid w:val="00A67905"/>
    <w:rsid w:val="00A739DB"/>
    <w:rsid w:val="00A92398"/>
    <w:rsid w:val="00AD14AA"/>
    <w:rsid w:val="00AE0AB9"/>
    <w:rsid w:val="00B015C5"/>
    <w:rsid w:val="00B03303"/>
    <w:rsid w:val="00B11E31"/>
    <w:rsid w:val="00B121FF"/>
    <w:rsid w:val="00B43D79"/>
    <w:rsid w:val="00B46F4A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9154F"/>
    <w:rsid w:val="00DA4DF9"/>
    <w:rsid w:val="00DB0FA4"/>
    <w:rsid w:val="00DB726E"/>
    <w:rsid w:val="00DD565D"/>
    <w:rsid w:val="00E12C07"/>
    <w:rsid w:val="00E85A23"/>
    <w:rsid w:val="00E96239"/>
    <w:rsid w:val="00EB152F"/>
    <w:rsid w:val="00EB331B"/>
    <w:rsid w:val="00ED00A5"/>
    <w:rsid w:val="00ED5680"/>
    <w:rsid w:val="00ED6825"/>
    <w:rsid w:val="00EE037D"/>
    <w:rsid w:val="00EF7937"/>
    <w:rsid w:val="00F16660"/>
    <w:rsid w:val="00F21BB5"/>
    <w:rsid w:val="00F3117A"/>
    <w:rsid w:val="00F456CA"/>
    <w:rsid w:val="00F6278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adek\Documents\Daniela\DUM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9</TotalTime>
  <Pages>2</Pages>
  <Words>168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7</cp:revision>
  <cp:lastPrinted>1900-12-31T23:00:00Z</cp:lastPrinted>
  <dcterms:created xsi:type="dcterms:W3CDTF">2012-11-11T19:41:00Z</dcterms:created>
  <dcterms:modified xsi:type="dcterms:W3CDTF">2014-05-05T21:08:00Z</dcterms:modified>
</cp:coreProperties>
</file>