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62" w:rsidRDefault="0072296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B2E76" w:rsidRDefault="005B2E76" w:rsidP="008A0380">
      <w:pPr>
        <w:autoSpaceDE w:val="0"/>
        <w:autoSpaceDN w:val="0"/>
        <w:adjustRightInd w:val="0"/>
        <w:rPr>
          <w:b/>
        </w:rPr>
      </w:pPr>
    </w:p>
    <w:p w:rsidR="009F6F13" w:rsidRPr="008A0380" w:rsidRDefault="009F6F13" w:rsidP="008A0380">
      <w:pPr>
        <w:autoSpaceDE w:val="0"/>
        <w:autoSpaceDN w:val="0"/>
        <w:adjustRightInd w:val="0"/>
        <w:rPr>
          <w:b/>
          <w:bCs/>
          <w:i/>
          <w:iCs/>
          <w:color w:val="000000"/>
          <w:lang w:val="fr-FR"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8A0380">
        <w:rPr>
          <w:b/>
        </w:rPr>
        <w:tab/>
      </w:r>
      <w:r w:rsidR="008A0380" w:rsidRPr="008A0380">
        <w:rPr>
          <w:b/>
          <w:bCs/>
          <w:iCs/>
          <w:color w:val="000000"/>
          <w:lang w:val="fr-FR"/>
        </w:rPr>
        <w:t>Les modèles d'atome dans l'antiquité</w:t>
      </w:r>
    </w:p>
    <w:p w:rsidR="005B2E76" w:rsidRDefault="005B2E76" w:rsidP="00163029">
      <w:pPr>
        <w:tabs>
          <w:tab w:val="left" w:pos="1985"/>
        </w:tabs>
        <w:spacing w:line="360" w:lineRule="auto"/>
        <w:rPr>
          <w:b/>
          <w:lang w:val="fr-FR"/>
        </w:rPr>
      </w:pPr>
    </w:p>
    <w:p w:rsidR="009F6F13" w:rsidRPr="0072296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8A0380">
        <w:rPr>
          <w:b/>
        </w:rPr>
        <w:tab/>
      </w:r>
      <w:r w:rsidR="00A05D8E" w:rsidRPr="00722962">
        <w:t xml:space="preserve">Denis </w:t>
      </w:r>
      <w:r w:rsidR="00722962" w:rsidRPr="00722962">
        <w:t>Géhin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4776C7">
      <w:pPr>
        <w:tabs>
          <w:tab w:val="left" w:pos="993"/>
        </w:tabs>
        <w:spacing w:line="276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4776C7">
      <w:pPr>
        <w:tabs>
          <w:tab w:val="left" w:pos="993"/>
        </w:tabs>
        <w:spacing w:line="276" w:lineRule="auto"/>
      </w:pPr>
      <w:r>
        <w:tab/>
        <w:t>Dvojjazyčné studium</w:t>
      </w:r>
      <w:r w:rsidR="00163029">
        <w:tab/>
      </w:r>
    </w:p>
    <w:p w:rsidR="004776C7" w:rsidRDefault="004776C7" w:rsidP="004776C7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</w:pP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F6CB1">
        <w:t>3_MF</w:t>
      </w:r>
      <w:r w:rsidR="00090E28">
        <w:t xml:space="preserve"> </w:t>
      </w:r>
      <w:r w:rsidR="00653940">
        <w:rPr>
          <w:sz w:val="20"/>
          <w:szCs w:val="20"/>
        </w:rPr>
        <w:t>(</w:t>
      </w:r>
      <w:r w:rsidR="004776C7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722962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A0380">
        <w:t xml:space="preserve"> 10</w:t>
      </w:r>
      <w:r w:rsidR="00090E28">
        <w:t xml:space="preserve"> </w:t>
      </w:r>
      <w:r w:rsidR="00090E28">
        <w:tab/>
      </w:r>
      <w:r w:rsidR="00722962">
        <w:tab/>
      </w:r>
      <w:r w:rsidR="00592F82">
        <w:t>Předmět:</w:t>
      </w:r>
      <w:r w:rsidR="00592F82">
        <w:tab/>
      </w:r>
      <w:r w:rsidR="00484998">
        <w:t>f</w:t>
      </w:r>
      <w:r w:rsidR="00653940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7C5294">
        <w:tab/>
        <w:t xml:space="preserve"> 13.11</w:t>
      </w:r>
      <w:r w:rsidR="00EB07D8">
        <w:t>.</w:t>
      </w:r>
      <w:r w:rsidR="007C5294">
        <w:t>2012</w:t>
      </w:r>
      <w:r w:rsidR="007C5294">
        <w:tab/>
      </w:r>
      <w:r>
        <w:t>Třída:</w:t>
      </w:r>
      <w:r w:rsidR="00EB07D8">
        <w:t xml:space="preserve"> 3A</w:t>
      </w:r>
      <w:r w:rsidR="00EB07D8">
        <w:tab/>
      </w:r>
      <w:r>
        <w:t>Ověřující učitel:</w:t>
      </w:r>
      <w:r w:rsidR="00350B58">
        <w:t xml:space="preserve"> D</w:t>
      </w:r>
      <w:r w:rsidR="00A05D8E">
        <w:t>enis G</w:t>
      </w:r>
      <w:r w:rsidR="004776C7">
        <w:t>éhin</w:t>
      </w:r>
    </w:p>
    <w:p w:rsidR="00163029" w:rsidRPr="00501C29" w:rsidRDefault="00206237" w:rsidP="00CD5172">
      <w:pPr>
        <w:spacing w:before="240"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A0380" w:rsidRPr="008A0380" w:rsidRDefault="008A0380" w:rsidP="004776C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8A0380">
        <w:rPr>
          <w:bCs/>
          <w:iCs/>
          <w:color w:val="000000"/>
          <w:lang w:val="fr-FR"/>
        </w:rPr>
        <w:t>Uniquement pour les sections bilingues</w:t>
      </w:r>
    </w:p>
    <w:p w:rsidR="008A0380" w:rsidRPr="008A0380" w:rsidRDefault="008A0380" w:rsidP="004776C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8A0380">
        <w:rPr>
          <w:bCs/>
          <w:iCs/>
          <w:color w:val="000000"/>
          <w:lang w:val="fr-FR"/>
        </w:rPr>
        <w:t>Présentation des idées de Démocrite et d'Aristote sur la structure de la matière. Dans les deux activités proposées à la suite de la présentation,</w:t>
      </w:r>
    </w:p>
    <w:p w:rsidR="008A0380" w:rsidRPr="008A0380" w:rsidRDefault="008A0380" w:rsidP="004776C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8A0380">
        <w:rPr>
          <w:bCs/>
          <w:iCs/>
          <w:color w:val="000000"/>
        </w:rPr>
        <w:t>les él</w:t>
      </w:r>
      <w:r w:rsidRPr="008A0380">
        <w:rPr>
          <w:bCs/>
          <w:iCs/>
          <w:color w:val="000000"/>
          <w:lang w:val="fr-FR"/>
        </w:rPr>
        <w:t xml:space="preserve">èves doivent trouver les différences entre les 2 modèles et argumenter en faveur du modèle qui se rapproche le plus d'une idée moderne </w:t>
      </w:r>
    </w:p>
    <w:p w:rsidR="008A0380" w:rsidRPr="008A0380" w:rsidRDefault="008A0380" w:rsidP="004776C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8A0380">
        <w:rPr>
          <w:bCs/>
          <w:iCs/>
          <w:color w:val="000000"/>
        </w:rPr>
        <w:t>de la structure de la mati</w:t>
      </w:r>
      <w:r w:rsidRPr="008A0380">
        <w:rPr>
          <w:bCs/>
          <w:iCs/>
          <w:color w:val="000000"/>
          <w:lang w:val="fr-FR"/>
        </w:rPr>
        <w:t>ère.</w:t>
      </w:r>
    </w:p>
    <w:p w:rsidR="004776C7" w:rsidRDefault="004776C7" w:rsidP="004776C7">
      <w:pPr>
        <w:spacing w:line="360" w:lineRule="auto"/>
        <w:rPr>
          <w:b/>
        </w:rPr>
      </w:pPr>
    </w:p>
    <w:p w:rsidR="00484E3A" w:rsidRPr="002E3B76" w:rsidRDefault="00484E3A" w:rsidP="00CD5172">
      <w:pPr>
        <w:spacing w:line="276" w:lineRule="auto"/>
        <w:rPr>
          <w:b/>
        </w:rPr>
      </w:pPr>
      <w:r w:rsidRPr="002E3B76">
        <w:rPr>
          <w:b/>
        </w:rPr>
        <w:t>Klíčová slova:</w:t>
      </w:r>
    </w:p>
    <w:p w:rsidR="00EC6D43" w:rsidRPr="00EC6D43" w:rsidRDefault="00EC6D43" w:rsidP="004776C7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EC6D43">
        <w:rPr>
          <w:bCs/>
          <w:iCs/>
          <w:color w:val="000000"/>
          <w:lang w:val="fr-FR"/>
        </w:rPr>
        <w:t>Atomistique – modèles d'atomes, Démocrite, Aristote</w:t>
      </w:r>
    </w:p>
    <w:p w:rsidR="00F73128" w:rsidRPr="00A32F88" w:rsidRDefault="00501C29" w:rsidP="00CD5172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1D1E" w:rsidRPr="00EC1D1E" w:rsidRDefault="00EC1D1E" w:rsidP="00EC1D1E">
      <w:pPr>
        <w:autoSpaceDE w:val="0"/>
        <w:autoSpaceDN w:val="0"/>
        <w:adjustRightInd w:val="0"/>
        <w:rPr>
          <w:lang w:val="fr-FR"/>
        </w:rPr>
      </w:pPr>
      <w:r w:rsidRPr="00EC1D1E">
        <w:rPr>
          <w:lang w:val="fr-FR"/>
        </w:rPr>
        <w:t>Uniquement pour les sections bilingues.</w:t>
      </w:r>
    </w:p>
    <w:p w:rsidR="00A05D8E" w:rsidRPr="00EC1D1E" w:rsidRDefault="00EC1D1E" w:rsidP="00EC1D1E">
      <w:pPr>
        <w:rPr>
          <w:b/>
        </w:rPr>
      </w:pPr>
      <w:r w:rsidRPr="00EC1D1E">
        <w:rPr>
          <w:lang w:val="fr-FR"/>
        </w:rPr>
        <w:t>Les élèves doivent associer les différentes écriture</w:t>
      </w:r>
      <w:r w:rsidR="00653940">
        <w:rPr>
          <w:lang w:val="fr-FR"/>
        </w:rPr>
        <w:t>s</w:t>
      </w:r>
      <w:r w:rsidRPr="00EC1D1E">
        <w:rPr>
          <w:lang w:val="fr-FR"/>
        </w:rPr>
        <w:t xml:space="preserve"> d'une même grandeur.</w:t>
      </w:r>
    </w:p>
    <w:p w:rsidR="00623F17" w:rsidRDefault="00623F17" w:rsidP="00CD5172">
      <w:pPr>
        <w:spacing w:before="240" w:line="276" w:lineRule="auto"/>
        <w:rPr>
          <w:b/>
        </w:rPr>
      </w:pPr>
      <w:r w:rsidRPr="00623F17">
        <w:rPr>
          <w:b/>
        </w:rPr>
        <w:t>Seznam literatury a pramenů: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en-US"/>
        </w:rPr>
      </w:pPr>
      <w:r w:rsidRPr="005B2E76">
        <w:rPr>
          <w:bCs/>
          <w:iCs/>
          <w:color w:val="000000"/>
          <w:lang w:val="en-US"/>
        </w:rPr>
        <w:t xml:space="preserve">Image_01 : </w:t>
      </w:r>
    </w:p>
    <w:p w:rsidR="005B2E76" w:rsidRPr="00DF662F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en-US"/>
        </w:rPr>
      </w:pPr>
      <w:r w:rsidRPr="00DF662F">
        <w:rPr>
          <w:bCs/>
          <w:iCs/>
          <w:color w:val="000000"/>
          <w:lang w:val="en-US"/>
        </w:rPr>
        <w:t>http://upload.wikimedia.org/wikipedia/commons/thumb/2/2e/Hendrik_ter_Brugghen_-_Democritus.jpg/220px-Hendrik_ter_Brugghen_-_Democritus.jpg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t xml:space="preserve">Image_02 : 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t>http://upload.wikimedia.org/wikipedia/commons/thumb/c/cc/El%C3%A9ments_Zones1.jpg/800px-El%C3%A9ments_Zones1.jpg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lastRenderedPageBreak/>
        <w:t>http://fr.wikipedia.org/wiki/D%C3%A9mocrite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t>http://cs.wikipedia.org/wiki/D%C3%A9mokritos</w:t>
      </w:r>
    </w:p>
    <w:p w:rsidR="001C5AAF" w:rsidRDefault="001C5AAF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t>http://www.converter.cz/fyzici/demokritos.htm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t>http://mendeleiev.cyberscol.qc.ca/carrefour/rescol99/atome-1.html</w:t>
      </w:r>
    </w:p>
    <w:p w:rsidR="005B2E76" w:rsidRPr="005B2E76" w:rsidRDefault="005B2E76" w:rsidP="005B2E76">
      <w:pPr>
        <w:autoSpaceDE w:val="0"/>
        <w:autoSpaceDN w:val="0"/>
        <w:adjustRightInd w:val="0"/>
        <w:rPr>
          <w:bCs/>
          <w:iCs/>
          <w:color w:val="000000"/>
          <w:lang w:val="fr-FR"/>
        </w:rPr>
      </w:pPr>
      <w:r w:rsidRPr="005B2E76">
        <w:rPr>
          <w:bCs/>
          <w:iCs/>
          <w:color w:val="000000"/>
          <w:lang w:val="fr-FR"/>
        </w:rPr>
        <w:t>http://www.youtube.com/watch?v=W-k0cNdgg3Q</w:t>
      </w:r>
    </w:p>
    <w:p w:rsidR="00623F1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DF662F">
        <w:rPr>
          <w:b/>
        </w:rPr>
        <w:t>-</w:t>
      </w:r>
    </w:p>
    <w:p w:rsidR="00653940" w:rsidRPr="00EB331B" w:rsidRDefault="00653940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13" w:rsidRDefault="00A82813">
      <w:r>
        <w:separator/>
      </w:r>
    </w:p>
  </w:endnote>
  <w:endnote w:type="continuationSeparator" w:id="0">
    <w:p w:rsidR="00A82813" w:rsidRDefault="00A8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37" w:rsidRDefault="0020623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130531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130531">
      <w:rPr>
        <w:rStyle w:val="slostrnky"/>
        <w:b/>
        <w:bCs/>
      </w:rPr>
      <w:fldChar w:fldCharType="separate"/>
    </w:r>
    <w:r w:rsidR="00206237">
      <w:rPr>
        <w:rStyle w:val="slostrnky"/>
        <w:b/>
        <w:bCs/>
        <w:noProof/>
      </w:rPr>
      <w:t>1</w:t>
    </w:r>
    <w:r w:rsidR="00130531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37" w:rsidRDefault="002062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13" w:rsidRDefault="00A82813">
      <w:r>
        <w:separator/>
      </w:r>
    </w:p>
  </w:footnote>
  <w:footnote w:type="continuationSeparator" w:id="0">
    <w:p w:rsidR="00A82813" w:rsidRDefault="00A82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37" w:rsidRDefault="002062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69D6514" wp14:editId="5F3B6B02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0623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20623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37" w:rsidRDefault="002062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546B"/>
    <w:rsid w:val="00114EDB"/>
    <w:rsid w:val="00130531"/>
    <w:rsid w:val="00154095"/>
    <w:rsid w:val="00163029"/>
    <w:rsid w:val="001A6A4C"/>
    <w:rsid w:val="001C5AAF"/>
    <w:rsid w:val="001F1A08"/>
    <w:rsid w:val="00206237"/>
    <w:rsid w:val="00232FB1"/>
    <w:rsid w:val="0028489E"/>
    <w:rsid w:val="00290C19"/>
    <w:rsid w:val="00297870"/>
    <w:rsid w:val="002A290B"/>
    <w:rsid w:val="002A5BAC"/>
    <w:rsid w:val="002E3B76"/>
    <w:rsid w:val="0033262C"/>
    <w:rsid w:val="0034544A"/>
    <w:rsid w:val="00350B58"/>
    <w:rsid w:val="00353FD9"/>
    <w:rsid w:val="0036718C"/>
    <w:rsid w:val="003761B0"/>
    <w:rsid w:val="003835AF"/>
    <w:rsid w:val="00394D93"/>
    <w:rsid w:val="003A0ED8"/>
    <w:rsid w:val="003A5AD6"/>
    <w:rsid w:val="003E4C3B"/>
    <w:rsid w:val="003E63C0"/>
    <w:rsid w:val="003F4DE8"/>
    <w:rsid w:val="003F6CB1"/>
    <w:rsid w:val="0042348A"/>
    <w:rsid w:val="00434610"/>
    <w:rsid w:val="00445D3A"/>
    <w:rsid w:val="004621BF"/>
    <w:rsid w:val="0046688E"/>
    <w:rsid w:val="00471A18"/>
    <w:rsid w:val="004776C7"/>
    <w:rsid w:val="0048499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B2E76"/>
    <w:rsid w:val="005D030A"/>
    <w:rsid w:val="006027CC"/>
    <w:rsid w:val="00623F17"/>
    <w:rsid w:val="00653940"/>
    <w:rsid w:val="006A718D"/>
    <w:rsid w:val="006E792F"/>
    <w:rsid w:val="00700E72"/>
    <w:rsid w:val="00722962"/>
    <w:rsid w:val="00745A98"/>
    <w:rsid w:val="007659FE"/>
    <w:rsid w:val="00771703"/>
    <w:rsid w:val="007C424F"/>
    <w:rsid w:val="007C5294"/>
    <w:rsid w:val="007C52F1"/>
    <w:rsid w:val="007F02F7"/>
    <w:rsid w:val="007F06C8"/>
    <w:rsid w:val="00801324"/>
    <w:rsid w:val="00812228"/>
    <w:rsid w:val="0082351D"/>
    <w:rsid w:val="00823D1E"/>
    <w:rsid w:val="008725F1"/>
    <w:rsid w:val="008A0380"/>
    <w:rsid w:val="008B5602"/>
    <w:rsid w:val="008B59E5"/>
    <w:rsid w:val="008F1D94"/>
    <w:rsid w:val="009178A2"/>
    <w:rsid w:val="00930B79"/>
    <w:rsid w:val="009E736F"/>
    <w:rsid w:val="009F240C"/>
    <w:rsid w:val="009F6F13"/>
    <w:rsid w:val="00A05D8E"/>
    <w:rsid w:val="00A32C1A"/>
    <w:rsid w:val="00A32F88"/>
    <w:rsid w:val="00A67905"/>
    <w:rsid w:val="00A739DB"/>
    <w:rsid w:val="00A82813"/>
    <w:rsid w:val="00A92398"/>
    <w:rsid w:val="00AB6501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D5172"/>
    <w:rsid w:val="00CF24A3"/>
    <w:rsid w:val="00D65D2B"/>
    <w:rsid w:val="00DB726E"/>
    <w:rsid w:val="00DF662F"/>
    <w:rsid w:val="00E12C07"/>
    <w:rsid w:val="00E7661C"/>
    <w:rsid w:val="00E85A23"/>
    <w:rsid w:val="00E96239"/>
    <w:rsid w:val="00EB07D8"/>
    <w:rsid w:val="00EB152F"/>
    <w:rsid w:val="00EB331B"/>
    <w:rsid w:val="00EC1D1E"/>
    <w:rsid w:val="00EC6D43"/>
    <w:rsid w:val="00ED00A5"/>
    <w:rsid w:val="00EE037D"/>
    <w:rsid w:val="00EF7937"/>
    <w:rsid w:val="00F16660"/>
    <w:rsid w:val="00F21BB5"/>
    <w:rsid w:val="00F456CA"/>
    <w:rsid w:val="00F73128"/>
    <w:rsid w:val="00F90E42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30</TotalTime>
  <Pages>2</Pages>
  <Words>152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25</cp:revision>
  <cp:lastPrinted>1900-12-31T23:00:00Z</cp:lastPrinted>
  <dcterms:created xsi:type="dcterms:W3CDTF">2012-10-18T12:43:00Z</dcterms:created>
  <dcterms:modified xsi:type="dcterms:W3CDTF">2014-05-05T21:11:00Z</dcterms:modified>
</cp:coreProperties>
</file>