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5E74FB">
        <w:rPr>
          <w:b/>
        </w:rPr>
        <w:t>Tepelné jevy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5E74FB">
        <w:rPr>
          <w:b/>
        </w:rPr>
        <w:t>Mgr. Martina Černá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356EB4" w:rsidRPr="005E74FB">
        <w:rPr>
          <w:b/>
        </w:rPr>
        <w:t>1_</w:t>
      </w:r>
      <w:r w:rsidR="005E74FB" w:rsidRPr="005E74FB">
        <w:rPr>
          <w:b/>
        </w:rPr>
        <w:t>Mechanika a molekulová fyzika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E74FB">
        <w:t xml:space="preserve"> 20</w:t>
      </w:r>
      <w:r w:rsidR="00592F82">
        <w:tab/>
        <w:t>Předmět:</w:t>
      </w:r>
      <w:r w:rsidR="005E74FB">
        <w:t xml:space="preserve"> fyzika</w:t>
      </w:r>
      <w:r w:rsidR="00592F82">
        <w:tab/>
      </w:r>
      <w:r w:rsidR="005E74FB">
        <w:rPr>
          <w:color w:val="00B050"/>
        </w:rPr>
        <w:t xml:space="preserve"> 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5E74FB">
        <w:t>11.6.2013</w:t>
      </w:r>
      <w:r w:rsidR="00163029">
        <w:tab/>
      </w:r>
      <w:r>
        <w:t>Třída:</w:t>
      </w:r>
      <w:r w:rsidR="00163029">
        <w:tab/>
      </w:r>
      <w:r w:rsidR="005E74FB">
        <w:t xml:space="preserve">tercie          </w:t>
      </w:r>
      <w:r>
        <w:t>Ověřující učitel:</w:t>
      </w:r>
      <w:r w:rsidR="005E74FB">
        <w:t xml:space="preserve"> Mgr. Martina Černá</w:t>
      </w:r>
    </w:p>
    <w:p w:rsidR="00163029" w:rsidRPr="00501C29" w:rsidRDefault="00007908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E74FB" w:rsidP="00745A98">
      <w:r>
        <w:t>Opakování a procvičování celku Tepelné jevy.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5E74FB" w:rsidP="00745A98">
      <w:pPr>
        <w:spacing w:before="240" w:line="360" w:lineRule="auto"/>
        <w:rPr>
          <w:b/>
        </w:rPr>
      </w:pPr>
      <w:r>
        <w:t>Vnitřní energie tělesa, kalorimetrická rovnice, teplo, vedení tepla, tepelné motory, skupenské změny.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5E74FB" w:rsidP="009F6F13">
      <w:r>
        <w:t>Procvičování a opakování látky v hodině fyziky.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E74FB" w:rsidP="009F6F13">
      <w:r>
        <w:t>-----------------------------------------</w:t>
      </w:r>
    </w:p>
    <w:p w:rsidR="00623F17" w:rsidRDefault="00623F17" w:rsidP="005E74FB">
      <w:pPr>
        <w:spacing w:before="240" w:line="360" w:lineRule="auto"/>
      </w:pPr>
      <w:r w:rsidRPr="00EB331B">
        <w:rPr>
          <w:b/>
        </w:rPr>
        <w:t xml:space="preserve">Poznámka: </w:t>
      </w:r>
      <w:r w:rsidR="007E61B8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269" w:rsidRDefault="006E4269">
      <w:r>
        <w:separator/>
      </w:r>
    </w:p>
  </w:endnote>
  <w:endnote w:type="continuationSeparator" w:id="0">
    <w:p w:rsidR="006E4269" w:rsidRDefault="006E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908" w:rsidRDefault="0000790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356EB4">
    <w:pPr>
      <w:pStyle w:val="Zpat"/>
      <w:tabs>
        <w:tab w:val="clear" w:pos="9072"/>
        <w:tab w:val="right" w:pos="9540"/>
      </w:tabs>
      <w:rPr>
        <w:bCs/>
      </w:rPr>
    </w:pPr>
  </w:p>
  <w:p w:rsidR="007E61B8" w:rsidRPr="008F1D94" w:rsidRDefault="007E61B8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908" w:rsidRDefault="000079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269" w:rsidRDefault="006E4269">
      <w:r>
        <w:separator/>
      </w:r>
    </w:p>
  </w:footnote>
  <w:footnote w:type="continuationSeparator" w:id="0">
    <w:p w:rsidR="006E4269" w:rsidRDefault="006E4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908" w:rsidRDefault="000079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00790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07908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00790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908" w:rsidRDefault="000079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07908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5E74FB"/>
    <w:rsid w:val="006027CC"/>
    <w:rsid w:val="00623F17"/>
    <w:rsid w:val="006A718D"/>
    <w:rsid w:val="006E4269"/>
    <w:rsid w:val="006E792F"/>
    <w:rsid w:val="00700E72"/>
    <w:rsid w:val="00745A98"/>
    <w:rsid w:val="007659FE"/>
    <w:rsid w:val="00771703"/>
    <w:rsid w:val="007C424F"/>
    <w:rsid w:val="007C52F1"/>
    <w:rsid w:val="007E61B8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0103E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789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7</cp:revision>
  <cp:lastPrinted>2013-06-19T19:30:00Z</cp:lastPrinted>
  <dcterms:created xsi:type="dcterms:W3CDTF">2012-12-10T09:52:00Z</dcterms:created>
  <dcterms:modified xsi:type="dcterms:W3CDTF">2014-05-05T21:22:00Z</dcterms:modified>
</cp:coreProperties>
</file>