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F3" w:rsidRDefault="004C38F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1C6D69">
        <w:rPr>
          <w:b/>
        </w:rPr>
        <w:t>Elektrostatika</w:t>
      </w:r>
      <w:r w:rsidR="004C38F3">
        <w:rPr>
          <w:b/>
        </w:rPr>
        <w:t xml:space="preserve"> </w:t>
      </w:r>
      <w:r w:rsidR="001C6D69">
        <w:rPr>
          <w:b/>
        </w:rPr>
        <w:t>-</w:t>
      </w:r>
      <w:r w:rsidR="004C38F3">
        <w:rPr>
          <w:b/>
        </w:rPr>
        <w:t xml:space="preserve"> </w:t>
      </w:r>
      <w:r w:rsidR="001C6D69">
        <w:rPr>
          <w:b/>
        </w:rPr>
        <w:t>příklady</w:t>
      </w:r>
      <w:r w:rsidR="0036718C">
        <w:rPr>
          <w:b/>
        </w:rPr>
        <w:tab/>
      </w:r>
    </w:p>
    <w:p w:rsidR="009F6F13" w:rsidRPr="004C38F3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C6D69" w:rsidRPr="004C38F3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EC0B7C">
        <w:t xml:space="preserve">  </w:t>
      </w:r>
      <w:r w:rsidR="001C6D69">
        <w:t>2_Elektřina a magnetismus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C38F3">
        <w:t xml:space="preserve"> </w:t>
      </w:r>
      <w:r w:rsidR="00902A4B">
        <w:t xml:space="preserve">15   </w:t>
      </w:r>
      <w:r w:rsidR="00592F82">
        <w:tab/>
        <w:t>Předmět:</w:t>
      </w:r>
      <w:r w:rsidR="00592F82">
        <w:tab/>
      </w:r>
      <w:r w:rsidR="001C6D69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02A4B">
        <w:t>17.10.2013</w:t>
      </w:r>
      <w:r w:rsidR="00163029">
        <w:tab/>
      </w:r>
      <w:r>
        <w:t>Třída:</w:t>
      </w:r>
      <w:r w:rsidR="00163029">
        <w:tab/>
      </w:r>
      <w:r w:rsidR="00902A4B">
        <w:t>3.B</w:t>
      </w:r>
      <w:r w:rsidR="004C38F3">
        <w:t xml:space="preserve">                 </w:t>
      </w:r>
      <w:r>
        <w:t>Ověřující učitel:</w:t>
      </w:r>
      <w:r w:rsidR="004C38F3">
        <w:t xml:space="preserve"> Mgr. </w:t>
      </w:r>
      <w:r w:rsidR="00902A4B">
        <w:t>Anita Vaňková</w:t>
      </w:r>
    </w:p>
    <w:p w:rsidR="004C38F3" w:rsidRPr="004C38F3" w:rsidRDefault="004C38F3" w:rsidP="001C6D69">
      <w:pPr>
        <w:spacing w:line="360" w:lineRule="auto"/>
        <w:rPr>
          <w:sz w:val="16"/>
          <w:szCs w:val="16"/>
        </w:rPr>
      </w:pPr>
    </w:p>
    <w:p w:rsidR="001C6D69" w:rsidRDefault="007026F3" w:rsidP="001C6D6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1C6D69" w:rsidRDefault="001C6D69" w:rsidP="004C38F3">
      <w:pPr>
        <w:spacing w:line="276" w:lineRule="auto"/>
        <w:jc w:val="both"/>
        <w:rPr>
          <w:b/>
        </w:rPr>
      </w:pPr>
      <w:r>
        <w:t>Procvičení příkladů z elektrostatiky, samostatná práce, možnost ověření správnosti na základě přiložených řešení.</w:t>
      </w:r>
    </w:p>
    <w:p w:rsidR="004C38F3" w:rsidRPr="004C38F3" w:rsidRDefault="004C38F3" w:rsidP="00745A98">
      <w:pPr>
        <w:spacing w:line="360" w:lineRule="auto"/>
        <w:rPr>
          <w:b/>
          <w:sz w:val="20"/>
          <w:szCs w:val="20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1C6D69" w:rsidRDefault="001C6D69" w:rsidP="00745A98">
      <w:pPr>
        <w:spacing w:line="360" w:lineRule="auto"/>
      </w:pPr>
      <w:r w:rsidRPr="001C6D69">
        <w:t>Elektrický náboj, Coulombův zákon, intenzita elektrického pole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1C6D69" w:rsidP="009F6F13">
      <w:r>
        <w:t>V hodině fyziky, samostatné počítání příkladů.</w:t>
      </w:r>
    </w:p>
    <w:p w:rsidR="004C38F3" w:rsidRPr="004C38F3" w:rsidRDefault="004C38F3" w:rsidP="009F6F13">
      <w:pPr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57F19" w:rsidRDefault="00857F19" w:rsidP="00857F19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623F17" w:rsidRDefault="00623F17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4C38F3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F3" w:rsidRDefault="007026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F3" w:rsidRDefault="007026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F3" w:rsidRDefault="007026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7026F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1029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026F3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7026F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6F3" w:rsidRDefault="007026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653B1"/>
    <w:rsid w:val="000A48C9"/>
    <w:rsid w:val="000B2930"/>
    <w:rsid w:val="000C1FE7"/>
    <w:rsid w:val="000C3E7E"/>
    <w:rsid w:val="000E29CB"/>
    <w:rsid w:val="0010546B"/>
    <w:rsid w:val="00163029"/>
    <w:rsid w:val="001A6A4C"/>
    <w:rsid w:val="001C6D69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C38F3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026F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7F19"/>
    <w:rsid w:val="008725F1"/>
    <w:rsid w:val="008B5602"/>
    <w:rsid w:val="008F1D94"/>
    <w:rsid w:val="00902A4B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492B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C0B7C"/>
    <w:rsid w:val="00ED00A5"/>
    <w:rsid w:val="00EE037D"/>
    <w:rsid w:val="00EF7937"/>
    <w:rsid w:val="00F04ECD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865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12</cp:revision>
  <cp:lastPrinted>1900-12-31T22:00:00Z</cp:lastPrinted>
  <dcterms:created xsi:type="dcterms:W3CDTF">2012-12-10T09:52:00Z</dcterms:created>
  <dcterms:modified xsi:type="dcterms:W3CDTF">2014-05-05T21:26:00Z</dcterms:modified>
</cp:coreProperties>
</file>