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C9" w:rsidRDefault="00EF7FC9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B1B74" w:rsidRDefault="009F6F13" w:rsidP="00781D2D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81D2D">
        <w:rPr>
          <w:b/>
        </w:rPr>
        <w:t>Stacionární magnetické pole. Magnetické pole vodiče s proudem.</w:t>
      </w:r>
    </w:p>
    <w:p w:rsidR="009F6F13" w:rsidRPr="00EF7FC9" w:rsidRDefault="00781D2D" w:rsidP="00781D2D">
      <w:pPr>
        <w:tabs>
          <w:tab w:val="left" w:pos="1985"/>
          <w:tab w:val="left" w:pos="8168"/>
        </w:tabs>
        <w:spacing w:before="240" w:line="360" w:lineRule="auto"/>
      </w:pPr>
      <w:r>
        <w:rPr>
          <w:b/>
        </w:rPr>
        <w:t xml:space="preserve"> Au</w:t>
      </w:r>
      <w:r w:rsidR="009F6F13" w:rsidRPr="00A32F88">
        <w:rPr>
          <w:b/>
        </w:rPr>
        <w:t>tor materiálu:</w:t>
      </w:r>
      <w:r w:rsidR="00163029" w:rsidRPr="00A32F88">
        <w:rPr>
          <w:b/>
        </w:rPr>
        <w:tab/>
      </w:r>
      <w:r w:rsidR="001C6D69" w:rsidRPr="00EF7FC9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1C6D69">
        <w:t>2_Elektřina a magnetismus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51741">
        <w:t>16</w:t>
      </w:r>
      <w:r w:rsidR="00902A4B">
        <w:t xml:space="preserve">   </w:t>
      </w:r>
      <w:r w:rsidR="00592F82">
        <w:tab/>
        <w:t>Předmět:</w:t>
      </w:r>
      <w:r w:rsidR="00592F82">
        <w:tab/>
      </w:r>
      <w:r w:rsidR="001C6D69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C85021">
      <w:pPr>
        <w:tabs>
          <w:tab w:val="left" w:pos="1560"/>
          <w:tab w:val="left" w:pos="3544"/>
          <w:tab w:val="left" w:pos="4253"/>
          <w:tab w:val="left" w:pos="5730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9290E">
        <w:t>3</w:t>
      </w:r>
      <w:r w:rsidR="00254238">
        <w:t>1</w:t>
      </w:r>
      <w:r w:rsidR="00A9290E">
        <w:t>.10</w:t>
      </w:r>
      <w:r w:rsidR="00902A4B">
        <w:t>.2013</w:t>
      </w:r>
      <w:r w:rsidR="00163029">
        <w:tab/>
      </w:r>
      <w:r>
        <w:t>Třída:</w:t>
      </w:r>
      <w:r w:rsidR="00163029">
        <w:tab/>
      </w:r>
      <w:r w:rsidR="00902A4B">
        <w:t>3.B</w:t>
      </w:r>
      <w:r>
        <w:tab/>
      </w:r>
      <w:r w:rsidR="00C85021">
        <w:t>O</w:t>
      </w:r>
      <w:r>
        <w:t>věřující učitel:</w:t>
      </w:r>
      <w:r w:rsidR="00C85021">
        <w:t xml:space="preserve"> Mgr.</w:t>
      </w:r>
      <w:r w:rsidR="00EF7FC9">
        <w:t xml:space="preserve"> </w:t>
      </w:r>
      <w:r w:rsidR="00902A4B">
        <w:t>Anita Vaňková</w:t>
      </w:r>
    </w:p>
    <w:p w:rsidR="00EF7FC9" w:rsidRPr="00EF7FC9" w:rsidRDefault="00EF7FC9" w:rsidP="00EF7FC9">
      <w:pPr>
        <w:spacing w:line="360" w:lineRule="auto"/>
        <w:rPr>
          <w:sz w:val="20"/>
          <w:szCs w:val="20"/>
        </w:rPr>
      </w:pPr>
    </w:p>
    <w:p w:rsidR="001C6D69" w:rsidRDefault="00CA6CC2" w:rsidP="00EF7FC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1C6D69" w:rsidRDefault="00254238" w:rsidP="00EF7FC9">
      <w:pPr>
        <w:spacing w:line="276" w:lineRule="auto"/>
        <w:jc w:val="both"/>
        <w:rPr>
          <w:b/>
        </w:rPr>
      </w:pPr>
      <w:r>
        <w:t xml:space="preserve">Úvodní hodina kapitoly stacionární magnetické pole. Opakuje znalosti </w:t>
      </w:r>
      <w:r w:rsidR="00781D2D">
        <w:t xml:space="preserve">o magnetickém poli z </w:t>
      </w:r>
      <w:r>
        <w:t> nižších ročníků</w:t>
      </w:r>
      <w:r w:rsidR="00781D2D">
        <w:t>. Rozšiřuje poznatky o magnetickém poli Země. Seznamuje s Oerstedovým pokusem – existence magnetického pole v okolí vodiče, kterým prochází proud. Zavádí pojem veličinu magnetická indukce, předkládá Amp</w:t>
      </w:r>
      <w:r w:rsidR="00781D2D">
        <w:rPr>
          <w:lang w:val="en-US"/>
        </w:rPr>
        <w:t>è</w:t>
      </w:r>
      <w:r w:rsidR="00781D2D">
        <w:t xml:space="preserve">rovo pravidlo pravé ruky a Flemingovo pravidlo levé ruky. </w:t>
      </w:r>
    </w:p>
    <w:p w:rsidR="00EF7FC9" w:rsidRDefault="00EF7FC9" w:rsidP="00EF7FC9">
      <w:pPr>
        <w:spacing w:line="360" w:lineRule="auto"/>
        <w:rPr>
          <w:b/>
        </w:rPr>
      </w:pPr>
    </w:p>
    <w:p w:rsidR="00484E3A" w:rsidRDefault="00484E3A" w:rsidP="00EF7FC9">
      <w:pPr>
        <w:spacing w:line="360" w:lineRule="auto"/>
        <w:rPr>
          <w:b/>
        </w:rPr>
      </w:pPr>
      <w:r>
        <w:rPr>
          <w:b/>
        </w:rPr>
        <w:t>Klíčová slova:</w:t>
      </w:r>
    </w:p>
    <w:p w:rsidR="00781D2D" w:rsidRPr="001C6D69" w:rsidRDefault="00781D2D" w:rsidP="00EF7FC9">
      <w:pPr>
        <w:spacing w:line="276" w:lineRule="auto"/>
      </w:pPr>
      <w:r>
        <w:t>Stacionární magnetické pole, magnetka, geomagnetické pole, sluneční vítr, polární záře, Oerstedův pokus, magnetické indukční čáry, magnetická indukce, magnetická síla, Amp</w:t>
      </w:r>
      <w:r>
        <w:rPr>
          <w:lang w:val="en-US"/>
        </w:rPr>
        <w:t>è</w:t>
      </w:r>
      <w:r>
        <w:t xml:space="preserve">rovo pravidlo pravé ruky a Flemingovo pravidlo levé ruky.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1C6D69" w:rsidP="00EF7FC9">
      <w:pPr>
        <w:spacing w:line="276" w:lineRule="auto"/>
        <w:jc w:val="both"/>
      </w:pPr>
      <w:r>
        <w:t>V hodině fyziky</w:t>
      </w:r>
      <w:r w:rsidR="00C85021">
        <w:t xml:space="preserve"> k</w:t>
      </w:r>
      <w:r w:rsidR="00F90578">
        <w:t> výkladu látky</w:t>
      </w:r>
      <w:r w:rsidR="00781D2D">
        <w:t xml:space="preserve"> a k</w:t>
      </w:r>
      <w:r w:rsidR="005B1B74">
        <w:t>e zvýšení zájmu žáků o tuto oblast fyziky, mezipředmětový vztah se zeměpisem.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57F19" w:rsidRDefault="00857F19" w:rsidP="00857F19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623F17" w:rsidRPr="00885C26" w:rsidRDefault="00623F17" w:rsidP="00885C26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C85021">
        <w:t xml:space="preserve"> </w:t>
      </w:r>
      <w:r w:rsidR="00EF7FC9">
        <w:t>---</w:t>
      </w:r>
    </w:p>
    <w:sectPr w:rsidR="00623F17" w:rsidRPr="00885C26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226" w:rsidRDefault="009C7226">
      <w:r>
        <w:separator/>
      </w:r>
    </w:p>
  </w:endnote>
  <w:endnote w:type="continuationSeparator" w:id="0">
    <w:p w:rsidR="009C7226" w:rsidRDefault="009C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C2" w:rsidRDefault="00CA6C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238" w:rsidRPr="008F1D94" w:rsidRDefault="00254238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C2" w:rsidRDefault="00CA6C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226" w:rsidRDefault="009C7226">
      <w:r>
        <w:separator/>
      </w:r>
    </w:p>
  </w:footnote>
  <w:footnote w:type="continuationSeparator" w:id="0">
    <w:p w:rsidR="009C7226" w:rsidRDefault="009C7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C2" w:rsidRDefault="00CA6C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54238" w:rsidRDefault="0025423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54238" w:rsidRPr="00394D93" w:rsidRDefault="00254238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254238" w:rsidRPr="00745A98" w:rsidRDefault="00254238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A6CC2">
      <w:rPr>
        <w:bCs/>
      </w:rPr>
      <w:t>34.</w:t>
    </w:r>
    <w:bookmarkStart w:id="0" w:name="_GoBack"/>
    <w:bookmarkEnd w:id="0"/>
    <w:r>
      <w:rPr>
        <w:bCs/>
      </w:rPr>
      <w:t>0325</w:t>
    </w:r>
  </w:p>
  <w:p w:rsidR="00254238" w:rsidRPr="00745A98" w:rsidRDefault="0025423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>
      <w:rPr>
        <w:bCs/>
      </w:rPr>
      <w:t>Příjemce:</w:t>
    </w:r>
    <w:r>
      <w:rPr>
        <w:bCs/>
      </w:rPr>
      <w:tab/>
      <w:t>Gymnázium Pierra de Coubertina, Tábor, Náměstí Františka Křižíka 860, 390 01 Tábor</w:t>
    </w:r>
    <w:r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C2" w:rsidRDefault="00CA6C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C6D69"/>
    <w:rsid w:val="001F1A08"/>
    <w:rsid w:val="00232FB1"/>
    <w:rsid w:val="00251741"/>
    <w:rsid w:val="00254238"/>
    <w:rsid w:val="0028489E"/>
    <w:rsid w:val="00290C19"/>
    <w:rsid w:val="00297870"/>
    <w:rsid w:val="002A290B"/>
    <w:rsid w:val="002A5BAC"/>
    <w:rsid w:val="002D527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B1B74"/>
    <w:rsid w:val="005C4FC7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81D2D"/>
    <w:rsid w:val="007C424F"/>
    <w:rsid w:val="007C52F1"/>
    <w:rsid w:val="007F02F7"/>
    <w:rsid w:val="007F06C8"/>
    <w:rsid w:val="00801324"/>
    <w:rsid w:val="00812228"/>
    <w:rsid w:val="0082351D"/>
    <w:rsid w:val="00823D1E"/>
    <w:rsid w:val="00857F19"/>
    <w:rsid w:val="008725F1"/>
    <w:rsid w:val="00885C26"/>
    <w:rsid w:val="008B5602"/>
    <w:rsid w:val="008F1D94"/>
    <w:rsid w:val="00902A4B"/>
    <w:rsid w:val="009178A2"/>
    <w:rsid w:val="00930B79"/>
    <w:rsid w:val="009C7226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9290E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85021"/>
    <w:rsid w:val="00CA6CC2"/>
    <w:rsid w:val="00CB0CAE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EF7FC9"/>
    <w:rsid w:val="00F16660"/>
    <w:rsid w:val="00F21BB5"/>
    <w:rsid w:val="00F456CA"/>
    <w:rsid w:val="00F73128"/>
    <w:rsid w:val="00F77E1C"/>
    <w:rsid w:val="00F9057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168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1367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4</cp:revision>
  <cp:lastPrinted>1900-12-31T23:00:00Z</cp:lastPrinted>
  <dcterms:created xsi:type="dcterms:W3CDTF">2013-11-07T08:49:00Z</dcterms:created>
  <dcterms:modified xsi:type="dcterms:W3CDTF">2014-05-05T21:27:00Z</dcterms:modified>
</cp:coreProperties>
</file>