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7C07DC">
        <w:rPr>
          <w:b/>
        </w:rPr>
        <w:t>Činnost transformátoru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704BD5">
        <w:rPr>
          <w:b/>
        </w:rPr>
        <w:t>Mgr. Martina Černá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Sada:</w:t>
      </w:r>
      <w:r w:rsidR="007C07DC">
        <w:rPr>
          <w:b/>
        </w:rPr>
        <w:t xml:space="preserve"> 2</w:t>
      </w:r>
      <w:r w:rsidR="00704BD5">
        <w:rPr>
          <w:b/>
        </w:rPr>
        <w:t xml:space="preserve">_ </w:t>
      </w:r>
      <w:r w:rsidR="007C07DC">
        <w:rPr>
          <w:b/>
        </w:rPr>
        <w:t>Elektřina a magnetismus</w:t>
      </w:r>
      <w:r w:rsidR="00163029">
        <w:tab/>
      </w:r>
      <w:r w:rsidR="007C07DC">
        <w:t xml:space="preserve">       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7C07DC">
        <w:t>17</w:t>
      </w:r>
      <w:r w:rsidR="00704BD5">
        <w:t xml:space="preserve">             </w:t>
      </w:r>
      <w:r w:rsidR="007C07DC">
        <w:t>Předmět:</w:t>
      </w:r>
      <w:r w:rsidR="00D35C65">
        <w:t>fyzika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7C07DC">
        <w:t>1.11</w:t>
      </w:r>
      <w:r w:rsidR="00704BD5">
        <w:t>.2013</w:t>
      </w:r>
      <w:r w:rsidR="00163029">
        <w:tab/>
      </w:r>
      <w:r>
        <w:t>Třída:</w:t>
      </w:r>
      <w:r w:rsidR="00163029">
        <w:tab/>
      </w:r>
      <w:r w:rsidR="00704BD5">
        <w:t>kvarta</w:t>
      </w:r>
      <w:r>
        <w:tab/>
        <w:t>Ověřující učitel:</w:t>
      </w:r>
      <w:r w:rsidR="00704BD5">
        <w:t xml:space="preserve"> Martina Černá</w:t>
      </w:r>
      <w:r w:rsidR="00745A98">
        <w:tab/>
      </w:r>
    </w:p>
    <w:p w:rsidR="00163029" w:rsidRDefault="006A5513" w:rsidP="00163029">
      <w:pPr>
        <w:spacing w:before="240"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C07DC" w:rsidRPr="007C07DC" w:rsidRDefault="007C07DC" w:rsidP="00163029">
      <w:pPr>
        <w:spacing w:before="240" w:line="360" w:lineRule="auto"/>
        <w:rPr>
          <w:rStyle w:val="Hypertextovodkaz"/>
          <w:color w:val="auto"/>
          <w:u w:val="none"/>
        </w:rPr>
      </w:pPr>
      <w:r>
        <w:rPr>
          <w:rStyle w:val="Hypertextovodkaz"/>
          <w:color w:val="auto"/>
          <w:u w:val="none"/>
        </w:rPr>
        <w:t>Objasn</w:t>
      </w:r>
      <w:r w:rsidR="00673782">
        <w:rPr>
          <w:rStyle w:val="Hypertextovodkaz"/>
          <w:color w:val="auto"/>
          <w:u w:val="none"/>
        </w:rPr>
        <w:t>ění složení a činnosti transformátoru</w:t>
      </w:r>
      <w:r>
        <w:rPr>
          <w:rStyle w:val="Hypertextovodkaz"/>
          <w:color w:val="auto"/>
          <w:u w:val="none"/>
        </w:rPr>
        <w:t>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704BD5" w:rsidRDefault="007C07DC" w:rsidP="00745A98">
      <w:pPr>
        <w:spacing w:before="240" w:line="360" w:lineRule="auto"/>
      </w:pPr>
      <w:r>
        <w:t>primární a sekundární cívka, transformační poměr, účinnost transformátoru, transformace nahoru a dolů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7C07DC" w:rsidP="009F6F13">
      <w:r>
        <w:t>Výklad činnosti transformátoru.</w:t>
      </w:r>
    </w:p>
    <w:p w:rsidR="00EB331B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  <w:r w:rsidR="007C07DC">
        <w:rPr>
          <w:b/>
        </w:rPr>
        <w:t>------</w:t>
      </w:r>
    </w:p>
    <w:p w:rsidR="00FB40AB" w:rsidRPr="00623F17" w:rsidRDefault="00FB40AB" w:rsidP="00623F17">
      <w:pPr>
        <w:spacing w:before="240" w:line="360" w:lineRule="auto"/>
        <w:rPr>
          <w:b/>
        </w:rPr>
      </w:pPr>
    </w:p>
    <w:p w:rsidR="00623F17" w:rsidRDefault="00623F17" w:rsidP="00FB40AB">
      <w:pPr>
        <w:spacing w:before="240" w:line="360" w:lineRule="auto"/>
      </w:pPr>
      <w:r w:rsidRPr="00EB331B">
        <w:rPr>
          <w:b/>
        </w:rPr>
        <w:t xml:space="preserve">Poznámka: 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B63" w:rsidRDefault="00AE0B63">
      <w:r>
        <w:separator/>
      </w:r>
    </w:p>
  </w:endnote>
  <w:endnote w:type="continuationSeparator" w:id="0">
    <w:p w:rsidR="00AE0B63" w:rsidRDefault="00AE0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513" w:rsidRDefault="006A551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682DDB">
    <w:pPr>
      <w:pStyle w:val="Zpat"/>
      <w:tabs>
        <w:tab w:val="clear" w:pos="9072"/>
        <w:tab w:val="right" w:pos="9540"/>
      </w:tabs>
      <w:rPr>
        <w:bCs/>
      </w:rPr>
    </w:pPr>
    <w:r w:rsidRPr="008F1D94">
      <w:rPr>
        <w:bCs/>
      </w:rPr>
      <w:fldChar w:fldCharType="begin"/>
    </w:r>
    <w:r w:rsidR="00356EB4" w:rsidRPr="008F1D94">
      <w:rPr>
        <w:bCs/>
      </w:rPr>
      <w:instrText xml:space="preserve"> FILENAME </w:instrText>
    </w:r>
    <w:r w:rsidRPr="008F1D94">
      <w:rPr>
        <w:bCs/>
      </w:rPr>
      <w:fldChar w:fldCharType="separate"/>
    </w:r>
    <w:r w:rsidR="00356EB4">
      <w:rPr>
        <w:bCs/>
        <w:noProof/>
      </w:rPr>
      <w:t>Dokument1</w:t>
    </w:r>
    <w:r w:rsidRPr="008F1D94">
      <w:rPr>
        <w:bCs/>
      </w:rPr>
      <w:fldChar w:fldCharType="end"/>
    </w:r>
    <w:r w:rsidR="00356EB4" w:rsidRPr="008F1D94">
      <w:rPr>
        <w:b/>
        <w:bCs/>
      </w:rPr>
      <w:t xml:space="preserve"> </w:t>
    </w:r>
    <w:r w:rsidR="00356EB4">
      <w:rPr>
        <w:b/>
        <w:bCs/>
      </w:rPr>
      <w:tab/>
    </w:r>
    <w:r w:rsidR="00356EB4"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 w:rsidR="00356EB4"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6A5513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513" w:rsidRDefault="006A55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B63" w:rsidRDefault="00AE0B63">
      <w:r>
        <w:separator/>
      </w:r>
    </w:p>
  </w:footnote>
  <w:footnote w:type="continuationSeparator" w:id="0">
    <w:p w:rsidR="00AE0B63" w:rsidRDefault="00AE0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513" w:rsidRDefault="006A551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E04AC1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6A5513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6A551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2289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513" w:rsidRDefault="006A551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90"/>
    <o:shapelayout v:ext="edit">
      <o:idmap v:ext="edit" data="1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73782"/>
    <w:rsid w:val="00682DDB"/>
    <w:rsid w:val="006A5513"/>
    <w:rsid w:val="006A718D"/>
    <w:rsid w:val="006E792F"/>
    <w:rsid w:val="00700E72"/>
    <w:rsid w:val="00704BD5"/>
    <w:rsid w:val="00745A98"/>
    <w:rsid w:val="007659FE"/>
    <w:rsid w:val="00771703"/>
    <w:rsid w:val="007C07DC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93BD6"/>
    <w:rsid w:val="00AC2102"/>
    <w:rsid w:val="00AE0AB9"/>
    <w:rsid w:val="00AE0B63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35C65"/>
    <w:rsid w:val="00D543E8"/>
    <w:rsid w:val="00D62716"/>
    <w:rsid w:val="00D65D2B"/>
    <w:rsid w:val="00DB726E"/>
    <w:rsid w:val="00DE3E64"/>
    <w:rsid w:val="00E04AC1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B40A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28</TotalTime>
  <Pages>1</Pages>
  <Words>77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745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10</cp:revision>
  <cp:lastPrinted>1900-12-31T23:00:00Z</cp:lastPrinted>
  <dcterms:created xsi:type="dcterms:W3CDTF">2012-12-19T12:47:00Z</dcterms:created>
  <dcterms:modified xsi:type="dcterms:W3CDTF">2014-05-05T21:27:00Z</dcterms:modified>
</cp:coreProperties>
</file>