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B71A3A" w:rsidRDefault="00B121FF" w:rsidP="0039260A">
      <w:r w:rsidRPr="00B71A3A">
        <w:t>Metodický list</w:t>
      </w:r>
    </w:p>
    <w:p w:rsidR="009F6F13" w:rsidRPr="00B71A3A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B71A3A">
        <w:rPr>
          <w:b/>
        </w:rPr>
        <w:t>Název materiálu:</w:t>
      </w:r>
      <w:r w:rsidR="00163029" w:rsidRPr="00B71A3A">
        <w:rPr>
          <w:b/>
        </w:rPr>
        <w:tab/>
      </w:r>
      <w:r w:rsidR="00563A9D">
        <w:rPr>
          <w:b/>
        </w:rPr>
        <w:t>Řez krychle rovinou</w:t>
      </w:r>
      <w:r w:rsidR="00CA168D">
        <w:rPr>
          <w:b/>
        </w:rPr>
        <w:t xml:space="preserve"> – jednodušší úlohy</w:t>
      </w:r>
      <w:r w:rsidR="0036718C" w:rsidRPr="00B71A3A">
        <w:rPr>
          <w:b/>
        </w:rPr>
        <w:tab/>
      </w:r>
    </w:p>
    <w:p w:rsidR="009F6F13" w:rsidRPr="00B71A3A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B71A3A">
        <w:rPr>
          <w:b/>
        </w:rPr>
        <w:t>Autor materiálu:</w:t>
      </w:r>
      <w:r w:rsidR="00163029" w:rsidRPr="00B71A3A">
        <w:rPr>
          <w:b/>
        </w:rPr>
        <w:tab/>
      </w:r>
      <w:r w:rsidR="00C51677" w:rsidRPr="00B71A3A">
        <w:rPr>
          <w:b/>
        </w:rPr>
        <w:t>Mgr. Jana Vítečková</w:t>
      </w:r>
    </w:p>
    <w:p w:rsidR="009F6F13" w:rsidRPr="00B71A3A" w:rsidRDefault="009F6F13" w:rsidP="00163029">
      <w:pPr>
        <w:spacing w:before="240" w:line="360" w:lineRule="auto"/>
        <w:rPr>
          <w:b/>
        </w:rPr>
      </w:pPr>
      <w:r w:rsidRPr="00B71A3A">
        <w:rPr>
          <w:b/>
        </w:rPr>
        <w:t>Zařazení materiálu</w:t>
      </w:r>
      <w:r w:rsidR="00930B79" w:rsidRPr="00B71A3A">
        <w:rPr>
          <w:b/>
        </w:rPr>
        <w:t>:</w:t>
      </w:r>
    </w:p>
    <w:p w:rsidR="009F6F13" w:rsidRPr="00B71A3A" w:rsidRDefault="009F6F13" w:rsidP="00592F82">
      <w:pPr>
        <w:tabs>
          <w:tab w:val="left" w:pos="993"/>
        </w:tabs>
        <w:spacing w:line="360" w:lineRule="auto"/>
      </w:pPr>
      <w:r w:rsidRPr="00B71A3A">
        <w:t>Šablona:</w:t>
      </w:r>
      <w:r w:rsidRPr="00B71A3A">
        <w:tab/>
      </w:r>
      <w:r w:rsidR="0036718C" w:rsidRPr="00B71A3A">
        <w:t>Inovace a zkvalitnění výuky prostřednictvím ICT</w:t>
      </w:r>
      <w:r w:rsidR="00445D3A" w:rsidRPr="00B71A3A">
        <w:t xml:space="preserve"> </w:t>
      </w:r>
      <w:r w:rsidR="00592F82" w:rsidRPr="00B71A3A">
        <w:t>(</w:t>
      </w:r>
      <w:r w:rsidR="007C424F" w:rsidRPr="00B71A3A">
        <w:t>III</w:t>
      </w:r>
      <w:r w:rsidR="00592F82" w:rsidRPr="00B71A3A">
        <w:t>/2)</w:t>
      </w:r>
      <w:r w:rsidR="00163029" w:rsidRPr="00B71A3A">
        <w:tab/>
      </w:r>
      <w:r w:rsidR="00163029" w:rsidRPr="00B71A3A">
        <w:tab/>
      </w:r>
    </w:p>
    <w:p w:rsidR="009F6F13" w:rsidRPr="00B71A3A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 w:rsidRPr="00B71A3A">
        <w:t xml:space="preserve">Sada: </w:t>
      </w:r>
      <w:r w:rsidR="00356EB4" w:rsidRPr="000E5941">
        <w:t>1_</w:t>
      </w:r>
      <w:r w:rsidR="008D2D95" w:rsidRPr="000E5941">
        <w:t>Geometrie</w:t>
      </w:r>
      <w:r w:rsidR="00163029" w:rsidRPr="00B71A3A">
        <w:tab/>
      </w:r>
      <w:r w:rsidR="008725F1" w:rsidRPr="00B71A3A">
        <w:t>Č</w:t>
      </w:r>
      <w:r w:rsidRPr="00B71A3A">
        <w:t>íslo</w:t>
      </w:r>
      <w:r w:rsidR="008725F1" w:rsidRPr="00B71A3A">
        <w:t xml:space="preserve"> DUM</w:t>
      </w:r>
      <w:r w:rsidRPr="000E5941">
        <w:t>:</w:t>
      </w:r>
      <w:r w:rsidR="00356EB4" w:rsidRPr="000E5941">
        <w:t xml:space="preserve"> </w:t>
      </w:r>
      <w:r w:rsidR="00563A9D" w:rsidRPr="000E5941">
        <w:t>01</w:t>
      </w:r>
      <w:r w:rsidR="008D2D95" w:rsidRPr="00B71A3A">
        <w:rPr>
          <w:b/>
        </w:rPr>
        <w:tab/>
      </w:r>
      <w:r w:rsidR="008D2D95" w:rsidRPr="00B71A3A">
        <w:t xml:space="preserve">             </w:t>
      </w:r>
      <w:r w:rsidR="00592F82" w:rsidRPr="00B71A3A">
        <w:t>Předmět:</w:t>
      </w:r>
      <w:r w:rsidR="00563A9D">
        <w:t xml:space="preserve"> matematika</w:t>
      </w:r>
    </w:p>
    <w:p w:rsidR="009F6F13" w:rsidRPr="00B71A3A" w:rsidRDefault="009F6F13" w:rsidP="00163029">
      <w:pPr>
        <w:spacing w:before="240" w:line="360" w:lineRule="auto"/>
        <w:rPr>
          <w:b/>
        </w:rPr>
      </w:pPr>
      <w:r w:rsidRPr="00B71A3A">
        <w:rPr>
          <w:b/>
        </w:rPr>
        <w:t>Ověření materiálu ve výuce</w:t>
      </w:r>
      <w:r w:rsidR="00930B79" w:rsidRPr="00B71A3A">
        <w:rPr>
          <w:b/>
        </w:rPr>
        <w:t>:</w:t>
      </w:r>
    </w:p>
    <w:p w:rsidR="009F6F13" w:rsidRPr="00B71A3A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 w:rsidRPr="00B71A3A">
        <w:t>Datum ověření:</w:t>
      </w:r>
      <w:r w:rsidRPr="00B71A3A">
        <w:tab/>
      </w:r>
      <w:r w:rsidR="00563A9D">
        <w:t>2</w:t>
      </w:r>
      <w:r w:rsidR="00CA2657">
        <w:t>7</w:t>
      </w:r>
      <w:r w:rsidR="00563A9D">
        <w:t>.</w:t>
      </w:r>
      <w:r w:rsidR="000E5941">
        <w:t xml:space="preserve"> </w:t>
      </w:r>
      <w:r w:rsidR="00563A9D">
        <w:t>9</w:t>
      </w:r>
      <w:r w:rsidR="008D2D95" w:rsidRPr="00B71A3A">
        <w:t>.</w:t>
      </w:r>
      <w:r w:rsidR="000E5941">
        <w:t xml:space="preserve"> </w:t>
      </w:r>
      <w:r w:rsidR="008D2D95" w:rsidRPr="00B71A3A">
        <w:t>2013</w:t>
      </w:r>
      <w:r w:rsidR="00163029" w:rsidRPr="00B71A3A">
        <w:tab/>
      </w:r>
      <w:r w:rsidRPr="00B71A3A">
        <w:t>Třída:</w:t>
      </w:r>
      <w:r w:rsidR="00163029" w:rsidRPr="00B71A3A">
        <w:tab/>
      </w:r>
      <w:r w:rsidR="008D2D95" w:rsidRPr="00B71A3A">
        <w:t xml:space="preserve">3.D                      </w:t>
      </w:r>
      <w:r w:rsidRPr="00B71A3A">
        <w:t>Ověřující učitel:</w:t>
      </w:r>
      <w:r w:rsidR="008D2D95" w:rsidRPr="00B71A3A">
        <w:t xml:space="preserve"> Mgr. Jana Vítečková</w:t>
      </w:r>
    </w:p>
    <w:p w:rsidR="00163029" w:rsidRPr="00B71A3A" w:rsidRDefault="00C23147" w:rsidP="00163029">
      <w:pPr>
        <w:spacing w:before="240" w:line="360" w:lineRule="auto"/>
        <w:rPr>
          <w:b/>
        </w:rPr>
      </w:pPr>
      <w:hyperlink r:id="rId8" w:history="1">
        <w:r w:rsidR="00163029" w:rsidRPr="00B71A3A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Pr="00B71A3A" w:rsidRDefault="00563A9D" w:rsidP="00745A98">
      <w:r>
        <w:t>Konstrukce řezu krychle různými rovinami.</w:t>
      </w:r>
    </w:p>
    <w:p w:rsidR="00484E3A" w:rsidRPr="00B71A3A" w:rsidRDefault="00484E3A" w:rsidP="00745A98">
      <w:pPr>
        <w:spacing w:before="240" w:line="360" w:lineRule="auto"/>
        <w:rPr>
          <w:b/>
        </w:rPr>
      </w:pPr>
      <w:r w:rsidRPr="00B71A3A">
        <w:rPr>
          <w:b/>
        </w:rPr>
        <w:t>Klíčová slova:</w:t>
      </w:r>
    </w:p>
    <w:p w:rsidR="00484E3A" w:rsidRPr="00B71A3A" w:rsidRDefault="00563A9D" w:rsidP="00745A98">
      <w:pPr>
        <w:spacing w:before="240" w:line="360" w:lineRule="auto"/>
        <w:rPr>
          <w:b/>
        </w:rPr>
      </w:pPr>
      <w:r>
        <w:t>Krychle, průsečík, průsečnice, rovina, bod, úsečka, n-úhelník</w:t>
      </w:r>
    </w:p>
    <w:p w:rsidR="00F73128" w:rsidRPr="00B71A3A" w:rsidRDefault="00501C29" w:rsidP="00745A98">
      <w:pPr>
        <w:spacing w:before="240" w:line="360" w:lineRule="auto"/>
        <w:rPr>
          <w:b/>
        </w:rPr>
      </w:pPr>
      <w:r w:rsidRPr="00B71A3A">
        <w:rPr>
          <w:b/>
        </w:rPr>
        <w:t>M</w:t>
      </w:r>
      <w:r w:rsidR="009F6F13" w:rsidRPr="00B71A3A">
        <w:rPr>
          <w:b/>
        </w:rPr>
        <w:t xml:space="preserve">etodický popis možností použití </w:t>
      </w:r>
      <w:r w:rsidR="00163029" w:rsidRPr="00B71A3A">
        <w:rPr>
          <w:b/>
        </w:rPr>
        <w:t>materiálu:</w:t>
      </w:r>
    </w:p>
    <w:p w:rsidR="00745A98" w:rsidRPr="00B71A3A" w:rsidRDefault="00563A9D" w:rsidP="009F6F13">
      <w:r>
        <w:t>V pracovním listu jsou připraven</w:t>
      </w:r>
      <w:r w:rsidR="00CA168D">
        <w:t>a</w:t>
      </w:r>
      <w:r>
        <w:t xml:space="preserve"> zadání úloh</w:t>
      </w:r>
      <w:r w:rsidR="00CA168D">
        <w:t>, jejichž náročnost se postupně stupňuje</w:t>
      </w:r>
      <w:r>
        <w:t>. Studenti pracují samostatně</w:t>
      </w:r>
      <w:r w:rsidR="00CA168D">
        <w:t>, zkouší úlohy vyřešit</w:t>
      </w:r>
      <w:r>
        <w:t xml:space="preserve">. V programu si pomocí tlačítka sami </w:t>
      </w:r>
      <w:r w:rsidR="00CA168D">
        <w:t>mohou ověřit</w:t>
      </w:r>
      <w:r>
        <w:t xml:space="preserve"> správnost svého výsledku. U </w:t>
      </w:r>
      <w:r w:rsidR="00CA168D">
        <w:t>komplikovanějších</w:t>
      </w:r>
      <w:r>
        <w:t xml:space="preserve"> úloh je připravená nápověda (odkrokovaná konstrukce), kde si mohou jeden čí více kroků odkrýt a dále zase zkusit </w:t>
      </w:r>
      <w:r w:rsidR="00CA168D">
        <w:t>pokračova</w:t>
      </w:r>
      <w:r>
        <w:t xml:space="preserve">t sami. </w:t>
      </w:r>
      <w:r w:rsidR="00782DCA">
        <w:t>Předpokládá se základní znalost programu GeoGebra.</w:t>
      </w:r>
    </w:p>
    <w:p w:rsidR="00C51677" w:rsidRPr="00B71A3A" w:rsidRDefault="00C51677" w:rsidP="009F6F13">
      <w:pPr>
        <w:rPr>
          <w:b/>
        </w:rPr>
      </w:pPr>
      <w:r w:rsidRPr="00B71A3A">
        <w:rPr>
          <w:b/>
        </w:rPr>
        <w:t>K použití materiálu je nutné mít nainstalovanou Javu a geometrický software GeoGebra.</w:t>
      </w:r>
    </w:p>
    <w:p w:rsidR="00EB331B" w:rsidRPr="00B71A3A" w:rsidRDefault="00623F17" w:rsidP="00623F17">
      <w:pPr>
        <w:spacing w:before="240" w:line="360" w:lineRule="auto"/>
        <w:rPr>
          <w:b/>
        </w:rPr>
      </w:pPr>
      <w:r w:rsidRPr="00B71A3A">
        <w:rPr>
          <w:b/>
        </w:rPr>
        <w:t>Seznam literatury a pramenů:</w:t>
      </w:r>
    </w:p>
    <w:p w:rsidR="008D2D95" w:rsidRDefault="008D2D95" w:rsidP="008D2D95">
      <w:r w:rsidRPr="00B71A3A">
        <w:t>Pomykalová</w:t>
      </w:r>
      <w:r w:rsidR="00D256B4">
        <w:t>,</w:t>
      </w:r>
      <w:r w:rsidRPr="00B71A3A">
        <w:t xml:space="preserve"> Eva. </w:t>
      </w:r>
      <w:r w:rsidRPr="00B71A3A">
        <w:rPr>
          <w:i/>
          <w:iCs/>
        </w:rPr>
        <w:t>Matematika pro gymnázia – Planimetrie</w:t>
      </w:r>
      <w:r w:rsidRPr="00B71A3A">
        <w:t xml:space="preserve">. Praha: Prometheus 1997. </w:t>
      </w:r>
    </w:p>
    <w:p w:rsidR="00563A9D" w:rsidRPr="00B71A3A" w:rsidRDefault="00563A9D" w:rsidP="008D2D95">
      <w:r>
        <w:t>Pomykalová</w:t>
      </w:r>
      <w:r w:rsidR="00D256B4">
        <w:t>,</w:t>
      </w:r>
      <w:r>
        <w:t xml:space="preserve"> Eva. </w:t>
      </w:r>
      <w:r w:rsidRPr="00563A9D">
        <w:rPr>
          <w:i/>
        </w:rPr>
        <w:t>Matematika pro gymnázia – Stereometrie.</w:t>
      </w:r>
      <w:r>
        <w:t xml:space="preserve"> Praha: Prometheus 2012.</w:t>
      </w:r>
    </w:p>
    <w:p w:rsidR="008D2D95" w:rsidRPr="00B71A3A" w:rsidRDefault="00C51677" w:rsidP="008D2D95">
      <w:pPr>
        <w:rPr>
          <w:lang w:val="en-US"/>
        </w:rPr>
      </w:pPr>
      <w:r w:rsidRPr="00B71A3A">
        <w:t>GeoG</w:t>
      </w:r>
      <w:r w:rsidR="008D2D95" w:rsidRPr="00B71A3A">
        <w:t>ebra 4</w:t>
      </w:r>
      <w:r w:rsidRPr="00B71A3A">
        <w:t xml:space="preserve">.2 </w:t>
      </w:r>
      <w:r w:rsidRPr="00B71A3A">
        <w:rPr>
          <w:lang w:val="en-US"/>
        </w:rPr>
        <w:t>[</w:t>
      </w:r>
      <w:r w:rsidRPr="00B71A3A">
        <w:t>volně šiřitelný matematický software pro studium a výuku</w:t>
      </w:r>
      <w:r w:rsidRPr="00B71A3A">
        <w:rPr>
          <w:lang w:val="en-US"/>
        </w:rPr>
        <w:t xml:space="preserve">]. Dostupné z: </w:t>
      </w:r>
      <w:hyperlink r:id="rId9" w:history="1">
        <w:r w:rsidRPr="00B71A3A">
          <w:rPr>
            <w:rStyle w:val="Hypertextovodkaz"/>
            <w:color w:val="auto"/>
            <w:lang w:val="en-US"/>
          </w:rPr>
          <w:t>https://www.geogebra.org</w:t>
        </w:r>
      </w:hyperlink>
      <w:r w:rsidRPr="00B71A3A">
        <w:rPr>
          <w:lang w:val="en-US"/>
        </w:rPr>
        <w:t xml:space="preserve"> </w:t>
      </w:r>
    </w:p>
    <w:p w:rsidR="00623F17" w:rsidRPr="00CA2657" w:rsidRDefault="00623F17" w:rsidP="00CA2657">
      <w:pPr>
        <w:spacing w:before="240" w:line="360" w:lineRule="auto"/>
        <w:rPr>
          <w:b/>
        </w:rPr>
      </w:pPr>
      <w:r w:rsidRPr="00B71A3A">
        <w:rPr>
          <w:b/>
        </w:rPr>
        <w:t>Poznámka</w:t>
      </w:r>
      <w:r w:rsidR="00782DCA">
        <w:rPr>
          <w:b/>
        </w:rPr>
        <w:t>:</w:t>
      </w:r>
      <w:r w:rsidR="00C51677" w:rsidRPr="00B71A3A">
        <w:rPr>
          <w:b/>
        </w:rPr>
        <w:t xml:space="preserve"> </w:t>
      </w:r>
      <w:r w:rsidR="00CA168D">
        <w:rPr>
          <w:b/>
        </w:rPr>
        <w:t>Ušetří se spousta času tím, že studenti nemusí rýsovat zadání a lze tedy více času věnovat samotnému procvičování. Navíc se s celým tělesem dá pootočit, což přispělo k tomu, že si studenti lépe představili prostorovou situaci.</w:t>
      </w:r>
    </w:p>
    <w:sectPr w:rsidR="00623F17" w:rsidRPr="00CA2657" w:rsidSect="00A32F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348" w:rsidRDefault="00AF7348">
      <w:r>
        <w:separator/>
      </w:r>
    </w:p>
  </w:endnote>
  <w:endnote w:type="continuationSeparator" w:id="0">
    <w:p w:rsidR="00AF7348" w:rsidRDefault="00AF7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147" w:rsidRDefault="00C2314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147" w:rsidRDefault="00C2314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348" w:rsidRDefault="00AF7348">
      <w:r>
        <w:separator/>
      </w:r>
    </w:p>
  </w:footnote>
  <w:footnote w:type="continuationSeparator" w:id="0">
    <w:p w:rsidR="00AF7348" w:rsidRDefault="00AF73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147" w:rsidRDefault="00C2314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C51677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5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bookmarkStart w:id="0" w:name="_GoBack"/>
    <w:bookmarkEnd w:id="0"/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C23147">
      <w:rPr>
        <w:bCs/>
      </w:rPr>
      <w:t>34.</w:t>
    </w:r>
    <w:r>
      <w:rPr>
        <w:bCs/>
      </w:rPr>
      <w:t>0325</w:t>
    </w:r>
  </w:p>
  <w:p w:rsidR="00356EB4" w:rsidRPr="00745A98" w:rsidRDefault="00C51677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248285</wp:posOffset>
              </wp:positionV>
              <wp:extent cx="5890260" cy="0"/>
              <wp:effectExtent l="11430" t="10160" r="13335" b="889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02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    </w:pict>
        </mc:Fallback>
      </mc:AlternateContent>
    </w:r>
    <w:r w:rsidR="00356EB4">
      <w:rPr>
        <w:bCs/>
      </w:rPr>
      <w:t>Příjemce:</w:t>
    </w:r>
    <w:r w:rsidR="00356EB4">
      <w:rPr>
        <w:bCs/>
      </w:rPr>
      <w:tab/>
      <w:t>Gymnázium Pierra de Coubertina, Tábor, Náměstí Františka Křižíka 860, 390 01 Tábor</w:t>
    </w:r>
    <w:r w:rsidR="00356EB4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147" w:rsidRDefault="00C2314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3B"/>
    <w:rsid w:val="00040C37"/>
    <w:rsid w:val="000547D9"/>
    <w:rsid w:val="00054DFD"/>
    <w:rsid w:val="000678AC"/>
    <w:rsid w:val="000A48C9"/>
    <w:rsid w:val="000B2930"/>
    <w:rsid w:val="000C1FE7"/>
    <w:rsid w:val="000C3E7E"/>
    <w:rsid w:val="000E29CB"/>
    <w:rsid w:val="000E5941"/>
    <w:rsid w:val="0010546B"/>
    <w:rsid w:val="00163029"/>
    <w:rsid w:val="001A6A4C"/>
    <w:rsid w:val="001F1A08"/>
    <w:rsid w:val="00232FB1"/>
    <w:rsid w:val="00262772"/>
    <w:rsid w:val="0028489E"/>
    <w:rsid w:val="00290C19"/>
    <w:rsid w:val="00297870"/>
    <w:rsid w:val="002A290B"/>
    <w:rsid w:val="002A5BAC"/>
    <w:rsid w:val="002E613B"/>
    <w:rsid w:val="0033262C"/>
    <w:rsid w:val="0034544A"/>
    <w:rsid w:val="00353FD9"/>
    <w:rsid w:val="00356EB4"/>
    <w:rsid w:val="0036718C"/>
    <w:rsid w:val="003761B0"/>
    <w:rsid w:val="003835AF"/>
    <w:rsid w:val="0039260A"/>
    <w:rsid w:val="00394D93"/>
    <w:rsid w:val="003A5AD6"/>
    <w:rsid w:val="003E4C3B"/>
    <w:rsid w:val="003E63C0"/>
    <w:rsid w:val="003F4DE8"/>
    <w:rsid w:val="003F7E61"/>
    <w:rsid w:val="00413280"/>
    <w:rsid w:val="0042348A"/>
    <w:rsid w:val="00434610"/>
    <w:rsid w:val="00445D3A"/>
    <w:rsid w:val="004621BF"/>
    <w:rsid w:val="004648D1"/>
    <w:rsid w:val="0046688E"/>
    <w:rsid w:val="00471A18"/>
    <w:rsid w:val="00484E3A"/>
    <w:rsid w:val="00490F9C"/>
    <w:rsid w:val="00493EE7"/>
    <w:rsid w:val="004C3049"/>
    <w:rsid w:val="004D5221"/>
    <w:rsid w:val="00501C29"/>
    <w:rsid w:val="00512A86"/>
    <w:rsid w:val="00546A70"/>
    <w:rsid w:val="00563A9D"/>
    <w:rsid w:val="00574DD9"/>
    <w:rsid w:val="00592F82"/>
    <w:rsid w:val="005A3E6A"/>
    <w:rsid w:val="005A62C1"/>
    <w:rsid w:val="005D030A"/>
    <w:rsid w:val="006027CC"/>
    <w:rsid w:val="00623F17"/>
    <w:rsid w:val="00652AC5"/>
    <w:rsid w:val="00655CB5"/>
    <w:rsid w:val="00683CA6"/>
    <w:rsid w:val="006A718D"/>
    <w:rsid w:val="006A7D95"/>
    <w:rsid w:val="006E792F"/>
    <w:rsid w:val="00700E72"/>
    <w:rsid w:val="00745A98"/>
    <w:rsid w:val="007659FE"/>
    <w:rsid w:val="00771703"/>
    <w:rsid w:val="00782DCA"/>
    <w:rsid w:val="007C424F"/>
    <w:rsid w:val="007C52F1"/>
    <w:rsid w:val="007F02F7"/>
    <w:rsid w:val="007F06C8"/>
    <w:rsid w:val="00801324"/>
    <w:rsid w:val="00812228"/>
    <w:rsid w:val="0082351D"/>
    <w:rsid w:val="00823D1E"/>
    <w:rsid w:val="00855DD0"/>
    <w:rsid w:val="008725F1"/>
    <w:rsid w:val="008B5602"/>
    <w:rsid w:val="008D2D95"/>
    <w:rsid w:val="008F1D94"/>
    <w:rsid w:val="009178A2"/>
    <w:rsid w:val="00930B79"/>
    <w:rsid w:val="00976540"/>
    <w:rsid w:val="009E6D09"/>
    <w:rsid w:val="009E736F"/>
    <w:rsid w:val="009F240C"/>
    <w:rsid w:val="009F6F13"/>
    <w:rsid w:val="00A20449"/>
    <w:rsid w:val="00A32C1A"/>
    <w:rsid w:val="00A32F88"/>
    <w:rsid w:val="00A67905"/>
    <w:rsid w:val="00A739DB"/>
    <w:rsid w:val="00A92398"/>
    <w:rsid w:val="00AE0AB9"/>
    <w:rsid w:val="00AF7348"/>
    <w:rsid w:val="00B03303"/>
    <w:rsid w:val="00B0784A"/>
    <w:rsid w:val="00B11E31"/>
    <w:rsid w:val="00B121FF"/>
    <w:rsid w:val="00B43D79"/>
    <w:rsid w:val="00B71A3A"/>
    <w:rsid w:val="00B73B73"/>
    <w:rsid w:val="00BA4C26"/>
    <w:rsid w:val="00BC3C15"/>
    <w:rsid w:val="00BC7301"/>
    <w:rsid w:val="00C067D2"/>
    <w:rsid w:val="00C23147"/>
    <w:rsid w:val="00C36394"/>
    <w:rsid w:val="00C43F4C"/>
    <w:rsid w:val="00C51677"/>
    <w:rsid w:val="00C61876"/>
    <w:rsid w:val="00C61B2E"/>
    <w:rsid w:val="00C841AF"/>
    <w:rsid w:val="00CA168D"/>
    <w:rsid w:val="00CA2657"/>
    <w:rsid w:val="00CB38DA"/>
    <w:rsid w:val="00CC59E8"/>
    <w:rsid w:val="00CF24A3"/>
    <w:rsid w:val="00D256B4"/>
    <w:rsid w:val="00D62716"/>
    <w:rsid w:val="00D65D2B"/>
    <w:rsid w:val="00DB726E"/>
    <w:rsid w:val="00E12C07"/>
    <w:rsid w:val="00E35B66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77E1C"/>
    <w:rsid w:val="00F91A1A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7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eogebra.org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27</TotalTime>
  <Pages>1</Pages>
  <Words>209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1722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13</cp:revision>
  <cp:lastPrinted>2013-11-23T20:33:00Z</cp:lastPrinted>
  <dcterms:created xsi:type="dcterms:W3CDTF">2013-09-26T09:14:00Z</dcterms:created>
  <dcterms:modified xsi:type="dcterms:W3CDTF">2014-06-09T09:48:00Z</dcterms:modified>
</cp:coreProperties>
</file>