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C51677" w:rsidRPr="00B71A3A">
        <w:rPr>
          <w:b/>
        </w:rPr>
        <w:t>Užití shodných zo</w:t>
      </w:r>
      <w:r w:rsidR="000210C9">
        <w:rPr>
          <w:b/>
        </w:rPr>
        <w:t>brazení při konstrukcích – středová</w:t>
      </w:r>
      <w:r w:rsidR="00C51677" w:rsidRPr="00B71A3A">
        <w:rPr>
          <w:b/>
        </w:rPr>
        <w:t xml:space="preserve"> souměrnost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B71A3A">
        <w:rPr>
          <w:b/>
        </w:rPr>
        <w:t>1_</w:t>
      </w:r>
      <w:r w:rsidR="008D2D95" w:rsidRPr="00B71A3A">
        <w:rPr>
          <w:b/>
        </w:rPr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8D2D95" w:rsidRPr="00B71A3A">
        <w:rPr>
          <w:b/>
        </w:rPr>
        <w:t>1</w:t>
      </w:r>
      <w:r w:rsidR="000678AC" w:rsidRPr="00B71A3A">
        <w:rPr>
          <w:b/>
        </w:rPr>
        <w:t>4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92F82" w:rsidRPr="00B71A3A">
        <w:tab/>
      </w:r>
      <w:r w:rsidR="008D2D95" w:rsidRPr="00B71A3A">
        <w:t>cvičení z matematiky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proofErr w:type="gramStart"/>
      <w:r w:rsidR="008D2D95" w:rsidRPr="00B71A3A">
        <w:t>22.3.2013</w:t>
      </w:r>
      <w:proofErr w:type="gramEnd"/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 xml:space="preserve">3.D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AD163B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8D2D95" w:rsidP="00745A98">
      <w:r w:rsidRPr="00B71A3A">
        <w:t xml:space="preserve">Užití shodného zobrazení </w:t>
      </w:r>
      <w:r w:rsidR="000678AC" w:rsidRPr="00B71A3A">
        <w:t>středové</w:t>
      </w:r>
      <w:r w:rsidRPr="00B71A3A">
        <w:t xml:space="preserve"> souměrnosti při konstrukčních úlohách.</w:t>
      </w:r>
    </w:p>
    <w:p w:rsidR="00484E3A" w:rsidRPr="00B71A3A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484E3A" w:rsidRPr="00B71A3A" w:rsidRDefault="008D2D95" w:rsidP="00745A98">
      <w:pPr>
        <w:spacing w:before="240" w:line="360" w:lineRule="auto"/>
        <w:rPr>
          <w:b/>
        </w:rPr>
      </w:pPr>
      <w:r w:rsidRPr="00B71A3A">
        <w:t xml:space="preserve">Zobrazení, shodné zobrazení, </w:t>
      </w:r>
      <w:r w:rsidR="000678AC" w:rsidRPr="00B71A3A">
        <w:t>středo</w:t>
      </w:r>
      <w:r w:rsidRPr="00B71A3A">
        <w:t>vá souměrnost, konstrukce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8D2D95" w:rsidP="009F6F13">
      <w:r w:rsidRPr="00B71A3A">
        <w:t xml:space="preserve">Zopakujeme zobrazení, shodné zobrazení, </w:t>
      </w:r>
      <w:r w:rsidR="000678AC" w:rsidRPr="00B71A3A">
        <w:t>středovou</w:t>
      </w:r>
      <w:r w:rsidRPr="00B71A3A">
        <w:t xml:space="preserve"> souměrnost a následně řešíme připravené úlohy. Studenti samostatně pracují v programu </w:t>
      </w:r>
      <w:proofErr w:type="spellStart"/>
      <w:r w:rsidRPr="00B71A3A">
        <w:t>Ge</w:t>
      </w:r>
      <w:r w:rsidR="00C51677" w:rsidRPr="00B71A3A">
        <w:t>oG</w:t>
      </w:r>
      <w:r w:rsidRPr="00B71A3A">
        <w:t>ebra</w:t>
      </w:r>
      <w:proofErr w:type="spellEnd"/>
      <w:r w:rsidRPr="00B71A3A">
        <w:t xml:space="preserve"> a snaží se přijít na řešení samostatně. Poté provedeme diskuzi a rozbor. Na závěr můžeme použít připravenou odkrokovanou konstrukci.  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Pr="00B71A3A" w:rsidRDefault="008D2D95" w:rsidP="008D2D95">
      <w:r w:rsidRPr="00B71A3A">
        <w:t>Pomykalová</w:t>
      </w:r>
      <w:r w:rsidR="00CA5AFF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>. Praha: Prometheus</w:t>
      </w:r>
      <w:r w:rsidR="00CA5AFF">
        <w:t>,</w:t>
      </w:r>
      <w:r w:rsidRPr="00B71A3A">
        <w:t xml:space="preserve"> 1997. 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623F17" w:rsidRPr="00B71A3A" w:rsidRDefault="00623F17" w:rsidP="009F6F13"/>
    <w:p w:rsidR="00623F17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 xml:space="preserve">Poznámka: </w:t>
      </w:r>
      <w:r w:rsidR="00C51677" w:rsidRPr="00B71A3A">
        <w:rPr>
          <w:b/>
        </w:rPr>
        <w:t>Studenty práce se softwarem bavila. Velkou výhodou bylo, že jsme mohli lehce pozměňovat zadání a sledovat případné změny v řešení.</w:t>
      </w:r>
    </w:p>
    <w:p w:rsidR="00623F17" w:rsidRPr="00B71A3A" w:rsidRDefault="00623F17" w:rsidP="00623F17"/>
    <w:p w:rsidR="00623F17" w:rsidRPr="00B71A3A" w:rsidRDefault="00623F17" w:rsidP="009F6F13"/>
    <w:sectPr w:rsidR="00623F17" w:rsidRPr="00B71A3A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38" w:rsidRDefault="00812F38">
      <w:r>
        <w:separator/>
      </w:r>
    </w:p>
  </w:endnote>
  <w:endnote w:type="continuationSeparator" w:id="0">
    <w:p w:rsidR="00812F38" w:rsidRDefault="0081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38" w:rsidRDefault="00812F38">
      <w:r>
        <w:separator/>
      </w:r>
    </w:p>
  </w:footnote>
  <w:footnote w:type="continuationSeparator" w:id="0">
    <w:p w:rsidR="00812F38" w:rsidRDefault="0081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D163B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210C9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042E4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12F38"/>
    <w:rsid w:val="0082351D"/>
    <w:rsid w:val="00823D1E"/>
    <w:rsid w:val="008725F1"/>
    <w:rsid w:val="008B5602"/>
    <w:rsid w:val="008D2D95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D163B"/>
    <w:rsid w:val="00AE0AB9"/>
    <w:rsid w:val="00B03303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61876"/>
    <w:rsid w:val="00C61B2E"/>
    <w:rsid w:val="00C841AF"/>
    <w:rsid w:val="00CA5AF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167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1480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2013-04-22T18:22:00Z</cp:lastPrinted>
  <dcterms:created xsi:type="dcterms:W3CDTF">2013-03-21T15:10:00Z</dcterms:created>
  <dcterms:modified xsi:type="dcterms:W3CDTF">2014-06-09T09:56:00Z</dcterms:modified>
</cp:coreProperties>
</file>