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287748">
        <w:rPr>
          <w:b/>
        </w:rPr>
        <w:t>Výrazy</w:t>
      </w:r>
      <w:r w:rsidR="00B53E4B" w:rsidRPr="00B53E4B">
        <w:t xml:space="preserve"> 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87748">
        <w:rPr>
          <w:b/>
        </w:rPr>
        <w:t>Mgr.</w:t>
      </w:r>
      <w:r w:rsidR="00AE35A8">
        <w:rPr>
          <w:b/>
        </w:rPr>
        <w:t xml:space="preserve"> </w:t>
      </w:r>
      <w:r w:rsidR="00287748">
        <w:rPr>
          <w:b/>
        </w:rPr>
        <w:t>Miloslava Fučíková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0908E9">
        <w:t xml:space="preserve"> 2</w:t>
      </w:r>
      <w:r w:rsidR="008F7342">
        <w:softHyphen/>
      </w:r>
      <w:r w:rsidR="008F7342">
        <w:softHyphen/>
      </w:r>
      <w:r w:rsidR="008F7342">
        <w:softHyphen/>
      </w:r>
      <w:r w:rsidR="008F7342">
        <w:softHyphen/>
      </w:r>
      <w:r w:rsidR="008F7342">
        <w:softHyphen/>
        <w:t>_</w:t>
      </w:r>
      <w:r w:rsidR="007D2F11">
        <w:t xml:space="preserve"> M</w:t>
      </w:r>
      <w:r w:rsidR="00ED34E4">
        <w:t>atematika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F7342">
        <w:t xml:space="preserve"> </w:t>
      </w:r>
      <w:r w:rsidR="00ED34E4">
        <w:t>04</w:t>
      </w:r>
      <w:r w:rsidR="007D2F11">
        <w:tab/>
      </w:r>
      <w:r w:rsidR="007D2F11">
        <w:tab/>
      </w:r>
      <w:r w:rsidR="00592F82">
        <w:t>Předmět:</w:t>
      </w:r>
      <w:r w:rsidR="00F32DFE">
        <w:t xml:space="preserve"> </w:t>
      </w:r>
      <w:r w:rsidR="008F7342">
        <w:t xml:space="preserve"> matemati</w:t>
      </w:r>
      <w:r w:rsidR="00852037">
        <w:t>k</w:t>
      </w:r>
      <w:r w:rsidR="00F32DFE">
        <w:t>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ED34E4">
        <w:t>3.</w:t>
      </w:r>
      <w:r w:rsidR="00970E14">
        <w:t xml:space="preserve"> </w:t>
      </w:r>
      <w:r w:rsidR="00ED34E4">
        <w:t>12.</w:t>
      </w:r>
      <w:r w:rsidR="00970E14">
        <w:t xml:space="preserve"> </w:t>
      </w:r>
      <w:r w:rsidR="00ED34E4">
        <w:t>2012</w:t>
      </w:r>
      <w:r w:rsidR="00163029">
        <w:tab/>
      </w:r>
      <w:r>
        <w:t>Třída:</w:t>
      </w:r>
      <w:r w:rsidR="00970E14">
        <w:t xml:space="preserve"> </w:t>
      </w:r>
      <w:proofErr w:type="gramStart"/>
      <w:r w:rsidR="00ED34E4">
        <w:t>4.C,</w:t>
      </w:r>
      <w:r w:rsidR="007D2F11">
        <w:t xml:space="preserve"> </w:t>
      </w:r>
      <w:r w:rsidR="00ED34E4">
        <w:t>B</w:t>
      </w:r>
      <w:r w:rsidR="007D2F11">
        <w:tab/>
      </w:r>
      <w:r>
        <w:t>Ověřující</w:t>
      </w:r>
      <w:proofErr w:type="gramEnd"/>
      <w:r>
        <w:t xml:space="preserve"> učitel:</w:t>
      </w:r>
      <w:r w:rsidR="008F7342">
        <w:t xml:space="preserve"> Mgr.</w:t>
      </w:r>
      <w:r w:rsidR="00970E14">
        <w:t xml:space="preserve"> </w:t>
      </w:r>
      <w:r w:rsidR="008F7342">
        <w:t>M.</w:t>
      </w:r>
      <w:r w:rsidR="00970E14">
        <w:t xml:space="preserve"> </w:t>
      </w:r>
      <w:r w:rsidR="008F7342">
        <w:t>Fučíková</w:t>
      </w:r>
      <w:r w:rsidR="00745A98">
        <w:tab/>
      </w:r>
    </w:p>
    <w:p w:rsidR="00163029" w:rsidRPr="00501C29" w:rsidRDefault="00B307D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ED34E4" w:rsidP="00745A98">
      <w:r>
        <w:t>Prezentace je zaměřena na zopakování vý</w:t>
      </w:r>
      <w:r w:rsidR="00F56A31">
        <w:t>r</w:t>
      </w:r>
      <w:r w:rsidR="004E2CA4">
        <w:t>azů</w:t>
      </w:r>
    </w:p>
    <w:p w:rsidR="00970E14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970E14" w:rsidRDefault="00ED34E4" w:rsidP="00970E14">
      <w:r>
        <w:t>mocniny, algebraické výrazy, lomené výrazy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ED34E4" w:rsidP="009F6F13">
      <w:r>
        <w:t xml:space="preserve">Pomocí prezentace v PowerPointu zopakovat výrazy, mocniny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52115" w:rsidRDefault="00652115" w:rsidP="00652115">
      <w:r>
        <w:t>Č</w:t>
      </w:r>
      <w:r w:rsidR="00F32DFE">
        <w:t>ermák</w:t>
      </w:r>
      <w:r>
        <w:t>, Pavel, Č</w:t>
      </w:r>
      <w:r w:rsidR="00F32DFE">
        <w:t>ervinková</w:t>
      </w:r>
      <w:r>
        <w:t xml:space="preserve">, Petra. </w:t>
      </w:r>
      <w:r w:rsidRPr="00F32DFE">
        <w:rPr>
          <w:i/>
        </w:rPr>
        <w:t>Odmaturuj! z</w:t>
      </w:r>
      <w:r w:rsidR="00F32DFE">
        <w:rPr>
          <w:i/>
        </w:rPr>
        <w:t> </w:t>
      </w:r>
      <w:proofErr w:type="gramStart"/>
      <w:r w:rsidRPr="00F32DFE">
        <w:rPr>
          <w:i/>
        </w:rPr>
        <w:t>matematiky</w:t>
      </w:r>
      <w:r w:rsidR="00F32DFE">
        <w:rPr>
          <w:i/>
        </w:rPr>
        <w:t>.</w:t>
      </w:r>
      <w:r>
        <w:t>.</w:t>
      </w:r>
      <w:proofErr w:type="gramEnd"/>
      <w:r>
        <w:t xml:space="preserve"> Brno: </w:t>
      </w:r>
      <w:proofErr w:type="spellStart"/>
      <w:r>
        <w:t>Didaktis</w:t>
      </w:r>
      <w:proofErr w:type="spellEnd"/>
      <w:r>
        <w:t>, 2007</w:t>
      </w:r>
    </w:p>
    <w:p w:rsidR="008F7342" w:rsidRDefault="00652115" w:rsidP="00652115">
      <w:proofErr w:type="spellStart"/>
      <w:r>
        <w:t>B</w:t>
      </w:r>
      <w:r w:rsidR="00F32DFE">
        <w:t>oucník</w:t>
      </w:r>
      <w:proofErr w:type="spellEnd"/>
      <w:r>
        <w:t xml:space="preserve">, Pavel. </w:t>
      </w:r>
      <w:proofErr w:type="gramStart"/>
      <w:r w:rsidRPr="00F32DFE">
        <w:rPr>
          <w:i/>
        </w:rPr>
        <w:t>Odmaturuj! z</w:t>
      </w:r>
      <w:r w:rsidR="00F32DFE">
        <w:rPr>
          <w:i/>
        </w:rPr>
        <w:t> </w:t>
      </w:r>
      <w:r w:rsidRPr="00F32DFE">
        <w:rPr>
          <w:i/>
        </w:rPr>
        <w:t>matematiky</w:t>
      </w:r>
      <w:proofErr w:type="gramEnd"/>
      <w:r w:rsidR="00F32DFE">
        <w:rPr>
          <w:i/>
        </w:rPr>
        <w:t>.</w:t>
      </w:r>
      <w:r>
        <w:t xml:space="preserve"> Brno: </w:t>
      </w:r>
      <w:proofErr w:type="spellStart"/>
      <w:r>
        <w:t>Didaktis</w:t>
      </w:r>
      <w:proofErr w:type="spellEnd"/>
      <w:r>
        <w:t>, 2004</w:t>
      </w:r>
    </w:p>
    <w:p w:rsidR="00623F17" w:rsidRDefault="00652115" w:rsidP="00652115">
      <w:r>
        <w:t>J</w:t>
      </w:r>
      <w:r w:rsidR="00F32DFE">
        <w:t>aneček</w:t>
      </w:r>
      <w:r>
        <w:t xml:space="preserve">, František. </w:t>
      </w:r>
      <w:r w:rsidRPr="00F32DFE">
        <w:rPr>
          <w:i/>
        </w:rPr>
        <w:t>Výrazy, rovnice, nerovnice a jejich soustavy</w:t>
      </w:r>
      <w:r w:rsidR="00F32DFE">
        <w:rPr>
          <w:i/>
        </w:rPr>
        <w:t>.</w:t>
      </w:r>
      <w:r>
        <w:t xml:space="preserve"> Praha: Prometheus, 1995 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8F7342">
        <w:rPr>
          <w:b/>
        </w:rPr>
        <w:t>----------------------------------------------------------------------------------------------------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E7" w:rsidRDefault="00E46EE7">
      <w:r>
        <w:separator/>
      </w:r>
    </w:p>
  </w:endnote>
  <w:endnote w:type="continuationSeparator" w:id="0">
    <w:p w:rsidR="00E46EE7" w:rsidRDefault="00E46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E7" w:rsidRDefault="00E46EE7">
      <w:r>
        <w:separator/>
      </w:r>
    </w:p>
  </w:footnote>
  <w:footnote w:type="continuationSeparator" w:id="0">
    <w:p w:rsidR="00E46EE7" w:rsidRDefault="00E46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B307D5">
      <w:rPr>
        <w:bCs/>
      </w:rPr>
      <w:t>34.</w:t>
    </w:r>
    <w:r>
      <w:rPr>
        <w:bCs/>
      </w:rPr>
      <w:t>0325</w:t>
    </w:r>
  </w:p>
  <w:p w:rsidR="00484E3A" w:rsidRPr="00745A98" w:rsidRDefault="00B307D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63727"/>
    <w:rsid w:val="000908E9"/>
    <w:rsid w:val="000A48C9"/>
    <w:rsid w:val="000B2930"/>
    <w:rsid w:val="000C1FE7"/>
    <w:rsid w:val="000C3E7E"/>
    <w:rsid w:val="000D7CB6"/>
    <w:rsid w:val="000E29CB"/>
    <w:rsid w:val="0010546B"/>
    <w:rsid w:val="00163029"/>
    <w:rsid w:val="001A6A4C"/>
    <w:rsid w:val="001F1A08"/>
    <w:rsid w:val="00232FB1"/>
    <w:rsid w:val="0028489E"/>
    <w:rsid w:val="00287748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101E6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2CA4"/>
    <w:rsid w:val="00501C29"/>
    <w:rsid w:val="00512A86"/>
    <w:rsid w:val="00516570"/>
    <w:rsid w:val="00544EF8"/>
    <w:rsid w:val="00546A70"/>
    <w:rsid w:val="005574C8"/>
    <w:rsid w:val="00574DD9"/>
    <w:rsid w:val="00592F82"/>
    <w:rsid w:val="005A62C1"/>
    <w:rsid w:val="005D030A"/>
    <w:rsid w:val="005F57BC"/>
    <w:rsid w:val="006027CC"/>
    <w:rsid w:val="00623F17"/>
    <w:rsid w:val="00652115"/>
    <w:rsid w:val="006A718D"/>
    <w:rsid w:val="006B08D7"/>
    <w:rsid w:val="006E792F"/>
    <w:rsid w:val="006F11AC"/>
    <w:rsid w:val="00700E72"/>
    <w:rsid w:val="00745A98"/>
    <w:rsid w:val="007659FE"/>
    <w:rsid w:val="00771703"/>
    <w:rsid w:val="0079203E"/>
    <w:rsid w:val="007C424F"/>
    <w:rsid w:val="007C52F1"/>
    <w:rsid w:val="007D2F11"/>
    <w:rsid w:val="007F02F7"/>
    <w:rsid w:val="007F06C8"/>
    <w:rsid w:val="00801324"/>
    <w:rsid w:val="00812228"/>
    <w:rsid w:val="0082351D"/>
    <w:rsid w:val="00823D1E"/>
    <w:rsid w:val="00852037"/>
    <w:rsid w:val="008725F1"/>
    <w:rsid w:val="008B5602"/>
    <w:rsid w:val="008F1D94"/>
    <w:rsid w:val="008F7342"/>
    <w:rsid w:val="009178A2"/>
    <w:rsid w:val="00930B79"/>
    <w:rsid w:val="00970E14"/>
    <w:rsid w:val="009E58C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AE35A8"/>
    <w:rsid w:val="00B03303"/>
    <w:rsid w:val="00B11E31"/>
    <w:rsid w:val="00B121FF"/>
    <w:rsid w:val="00B21187"/>
    <w:rsid w:val="00B307D5"/>
    <w:rsid w:val="00B43D79"/>
    <w:rsid w:val="00B53E4B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B5145"/>
    <w:rsid w:val="00CC59E8"/>
    <w:rsid w:val="00CF24A3"/>
    <w:rsid w:val="00D25797"/>
    <w:rsid w:val="00D65D2B"/>
    <w:rsid w:val="00D83684"/>
    <w:rsid w:val="00DB726E"/>
    <w:rsid w:val="00E12C07"/>
    <w:rsid w:val="00E46EE7"/>
    <w:rsid w:val="00E85A23"/>
    <w:rsid w:val="00E96239"/>
    <w:rsid w:val="00EB152F"/>
    <w:rsid w:val="00EB331B"/>
    <w:rsid w:val="00ED00A5"/>
    <w:rsid w:val="00ED34E4"/>
    <w:rsid w:val="00EE037D"/>
    <w:rsid w:val="00EF7937"/>
    <w:rsid w:val="00F16660"/>
    <w:rsid w:val="00F21BB5"/>
    <w:rsid w:val="00F240AF"/>
    <w:rsid w:val="00F32DFE"/>
    <w:rsid w:val="00F456CA"/>
    <w:rsid w:val="00F56A31"/>
    <w:rsid w:val="00F73128"/>
    <w:rsid w:val="00F8642A"/>
    <w:rsid w:val="00F9244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25</TotalTime>
  <Pages>1</Pages>
  <Words>108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17</cp:revision>
  <cp:lastPrinted>1900-12-31T23:00:00Z</cp:lastPrinted>
  <dcterms:created xsi:type="dcterms:W3CDTF">2012-12-04T08:16:00Z</dcterms:created>
  <dcterms:modified xsi:type="dcterms:W3CDTF">2014-06-09T10:02:00Z</dcterms:modified>
</cp:coreProperties>
</file>