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B561E9">
        <w:rPr>
          <w:b/>
        </w:rPr>
        <w:t>Soustavy lineárních rovnic</w:t>
      </w:r>
      <w:r w:rsidR="009A4FDC">
        <w:rPr>
          <w:b/>
        </w:rPr>
        <w:t xml:space="preserve"> 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87748">
        <w:rPr>
          <w:b/>
        </w:rPr>
        <w:t>Mgr.</w:t>
      </w:r>
      <w:r w:rsidR="00AE35A8">
        <w:rPr>
          <w:b/>
        </w:rPr>
        <w:t xml:space="preserve"> </w:t>
      </w:r>
      <w:r w:rsidR="00287748">
        <w:rPr>
          <w:b/>
        </w:rPr>
        <w:t>Miloslava Fučíková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FB6EA9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</w:t>
      </w:r>
      <w:r w:rsidR="009F6F13">
        <w:t xml:space="preserve">: </w:t>
      </w:r>
      <w:r>
        <w:t>2_M</w:t>
      </w:r>
      <w:r w:rsidR="007413E0">
        <w:t>atematika</w:t>
      </w:r>
      <w:r w:rsidR="00163029">
        <w:tab/>
      </w:r>
      <w:r w:rsidR="008725F1">
        <w:t>Č</w:t>
      </w:r>
      <w:r w:rsidR="009F6F13">
        <w:t>íslo</w:t>
      </w:r>
      <w:r w:rsidR="008725F1">
        <w:t xml:space="preserve"> DUM</w:t>
      </w:r>
      <w:r w:rsidR="009F6F13">
        <w:t>:</w:t>
      </w:r>
      <w:r w:rsidR="007F159A">
        <w:t xml:space="preserve">  </w:t>
      </w:r>
      <w:r w:rsidR="00287748">
        <w:t>0</w:t>
      </w:r>
      <w:r w:rsidR="0040000C">
        <w:t>8</w:t>
      </w:r>
      <w:r w:rsidR="00592F82">
        <w:tab/>
      </w:r>
      <w:r w:rsidR="007F159A">
        <w:t xml:space="preserve">           </w:t>
      </w:r>
      <w:r w:rsidR="00592F82">
        <w:t>Předmět:</w:t>
      </w:r>
      <w:r w:rsidR="00592F82">
        <w:tab/>
      </w:r>
      <w:r w:rsidR="007413E0">
        <w:t>matematika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C55264">
        <w:t>1.3.2013</w:t>
      </w:r>
      <w:proofErr w:type="gramEnd"/>
      <w:r w:rsidR="00163029">
        <w:tab/>
      </w:r>
      <w:r>
        <w:t>Třída:</w:t>
      </w:r>
      <w:r w:rsidR="00163029">
        <w:tab/>
      </w:r>
      <w:r w:rsidR="00C55264">
        <w:t>kvarta</w:t>
      </w:r>
      <w:r w:rsidR="00FB6EA9">
        <w:t xml:space="preserve">     Ověřující učitel: Mgr. Miloslava </w:t>
      </w:r>
      <w:r w:rsidR="00287748">
        <w:t>Fučíková</w:t>
      </w:r>
    </w:p>
    <w:p w:rsidR="00163029" w:rsidRPr="00501C29" w:rsidRDefault="008430BA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3F6447" w:rsidP="00745A98">
      <w:r>
        <w:t xml:space="preserve">Prezentace je zaměřena na zopakování řešení </w:t>
      </w:r>
      <w:r w:rsidR="0040000C">
        <w:t xml:space="preserve">soustav </w:t>
      </w:r>
      <w:r>
        <w:t>lineárních rovnic.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40000C" w:rsidP="00745A98">
      <w:pPr>
        <w:spacing w:before="240" w:line="360" w:lineRule="auto"/>
        <w:rPr>
          <w:b/>
        </w:rPr>
      </w:pPr>
      <w:r>
        <w:t>soustava rovnic</w:t>
      </w:r>
      <w:r w:rsidR="00F51C8D">
        <w:t xml:space="preserve">, </w:t>
      </w:r>
      <w:r>
        <w:t>srovnávací metoda, dosazovací metoda, sčítací metoda, grafické řešení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2048D8" w:rsidP="009F6F13">
      <w:r>
        <w:t>Pomocí prezentace v PowerPointu zopakovat postup při řešení</w:t>
      </w:r>
      <w:r w:rsidR="00F73094">
        <w:t xml:space="preserve"> soustav</w:t>
      </w:r>
      <w:r>
        <w:t xml:space="preserve"> lineárních rovnic.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A8333B" w:rsidRPr="00A8333B" w:rsidRDefault="00A8333B" w:rsidP="00A8333B">
      <w:pPr>
        <w:spacing w:before="240" w:line="360" w:lineRule="auto"/>
      </w:pPr>
      <w:r w:rsidRPr="00A8333B">
        <w:t xml:space="preserve">Čermák, P., Červinková, P. </w:t>
      </w:r>
      <w:proofErr w:type="gramStart"/>
      <w:r w:rsidRPr="00A8333B">
        <w:rPr>
          <w:i/>
          <w:iCs/>
        </w:rPr>
        <w:t>Odmaturuj! z matematiky</w:t>
      </w:r>
      <w:proofErr w:type="gramEnd"/>
      <w:r w:rsidRPr="00A8333B">
        <w:rPr>
          <w:i/>
          <w:iCs/>
        </w:rPr>
        <w:t>.</w:t>
      </w:r>
      <w:r w:rsidRPr="00A8333B">
        <w:t xml:space="preserve"> Brno: </w:t>
      </w:r>
      <w:proofErr w:type="spellStart"/>
      <w:r w:rsidRPr="00A8333B">
        <w:t>Didaktis</w:t>
      </w:r>
      <w:proofErr w:type="spellEnd"/>
      <w:r w:rsidRPr="00A8333B">
        <w:t>, 2007</w:t>
      </w:r>
    </w:p>
    <w:p w:rsidR="00A8333B" w:rsidRPr="00A8333B" w:rsidRDefault="00A8333B" w:rsidP="00A8333B">
      <w:pPr>
        <w:spacing w:before="240" w:line="360" w:lineRule="auto"/>
      </w:pPr>
      <w:proofErr w:type="spellStart"/>
      <w:r w:rsidRPr="00A8333B">
        <w:rPr>
          <w:i/>
          <w:iCs/>
        </w:rPr>
        <w:t>GeoGebra</w:t>
      </w:r>
      <w:proofErr w:type="spellEnd"/>
      <w:r w:rsidRPr="00A8333B">
        <w:rPr>
          <w:i/>
          <w:iCs/>
        </w:rPr>
        <w:t xml:space="preserve"> 4.2</w:t>
      </w:r>
      <w:r w:rsidRPr="00A8333B">
        <w:t xml:space="preserve"> [volně šiřitelný matematický software pro studium a výuku].</w:t>
      </w:r>
    </w:p>
    <w:p w:rsidR="00A8333B" w:rsidRPr="00A8333B" w:rsidRDefault="00A8333B" w:rsidP="00A8333B">
      <w:pPr>
        <w:spacing w:before="240" w:line="360" w:lineRule="auto"/>
      </w:pPr>
      <w:r w:rsidRPr="00A8333B">
        <w:t xml:space="preserve">Janeček, F. </w:t>
      </w:r>
      <w:r w:rsidRPr="00A8333B">
        <w:rPr>
          <w:i/>
          <w:iCs/>
        </w:rPr>
        <w:t>Výrazy, rovnice, nerovnice a jejich soustavy: sbírka úloh k opakování a procvičování učiva matematiky střední školy</w:t>
      </w:r>
      <w:r w:rsidRPr="00A8333B">
        <w:t xml:space="preserve">. 3. </w:t>
      </w:r>
      <w:proofErr w:type="spellStart"/>
      <w:r w:rsidRPr="00A8333B">
        <w:t>přeprac</w:t>
      </w:r>
      <w:proofErr w:type="spellEnd"/>
      <w:r w:rsidRPr="00A8333B">
        <w:t>. vyd. Praha: Prometheus, 1995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default" r:id="rId9"/>
      <w:foot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4A9" w:rsidRDefault="004754A9">
      <w:r>
        <w:separator/>
      </w:r>
    </w:p>
  </w:endnote>
  <w:endnote w:type="continuationSeparator" w:id="0">
    <w:p w:rsidR="004754A9" w:rsidRDefault="00475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4A9" w:rsidRDefault="004754A9">
      <w:r>
        <w:separator/>
      </w:r>
    </w:p>
  </w:footnote>
  <w:footnote w:type="continuationSeparator" w:id="0">
    <w:p w:rsidR="004754A9" w:rsidRDefault="00475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8430BA">
      <w:rPr>
        <w:bCs/>
      </w:rPr>
      <w:t>34.</w:t>
    </w:r>
    <w:r>
      <w:rPr>
        <w:bCs/>
      </w:rPr>
      <w:t>0325</w:t>
    </w:r>
  </w:p>
  <w:p w:rsidR="00484E3A" w:rsidRPr="00745A98" w:rsidRDefault="008430B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06234"/>
    <w:rsid w:val="00040C37"/>
    <w:rsid w:val="000547D9"/>
    <w:rsid w:val="00054DFD"/>
    <w:rsid w:val="00063727"/>
    <w:rsid w:val="000908E9"/>
    <w:rsid w:val="000A48C9"/>
    <w:rsid w:val="000B2930"/>
    <w:rsid w:val="000C1FE7"/>
    <w:rsid w:val="000C3E7E"/>
    <w:rsid w:val="000E29CB"/>
    <w:rsid w:val="0010546B"/>
    <w:rsid w:val="001071F3"/>
    <w:rsid w:val="00163029"/>
    <w:rsid w:val="001A6A4C"/>
    <w:rsid w:val="001F1A08"/>
    <w:rsid w:val="002048D8"/>
    <w:rsid w:val="00232FB1"/>
    <w:rsid w:val="00256364"/>
    <w:rsid w:val="0028489E"/>
    <w:rsid w:val="00287748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C1EBC"/>
    <w:rsid w:val="003E4C3B"/>
    <w:rsid w:val="003E63C0"/>
    <w:rsid w:val="003F4DE8"/>
    <w:rsid w:val="003F6447"/>
    <w:rsid w:val="0040000C"/>
    <w:rsid w:val="0042348A"/>
    <w:rsid w:val="0043276A"/>
    <w:rsid w:val="00434610"/>
    <w:rsid w:val="00445D3A"/>
    <w:rsid w:val="004621BF"/>
    <w:rsid w:val="0046688E"/>
    <w:rsid w:val="00471A18"/>
    <w:rsid w:val="004754A9"/>
    <w:rsid w:val="00484E3A"/>
    <w:rsid w:val="00490F9C"/>
    <w:rsid w:val="00493EE7"/>
    <w:rsid w:val="004C3049"/>
    <w:rsid w:val="00501C29"/>
    <w:rsid w:val="00512A86"/>
    <w:rsid w:val="00546A70"/>
    <w:rsid w:val="005574C8"/>
    <w:rsid w:val="00574DD9"/>
    <w:rsid w:val="00584AB8"/>
    <w:rsid w:val="00592F82"/>
    <w:rsid w:val="005A62C1"/>
    <w:rsid w:val="005D030A"/>
    <w:rsid w:val="006027CC"/>
    <w:rsid w:val="00623F17"/>
    <w:rsid w:val="00644FE8"/>
    <w:rsid w:val="00652115"/>
    <w:rsid w:val="006A718D"/>
    <w:rsid w:val="006E792F"/>
    <w:rsid w:val="006F11AC"/>
    <w:rsid w:val="00700E72"/>
    <w:rsid w:val="007413E0"/>
    <w:rsid w:val="00745A98"/>
    <w:rsid w:val="007659FE"/>
    <w:rsid w:val="00771703"/>
    <w:rsid w:val="007C424F"/>
    <w:rsid w:val="007C52F1"/>
    <w:rsid w:val="007F02F7"/>
    <w:rsid w:val="007F06C8"/>
    <w:rsid w:val="007F159A"/>
    <w:rsid w:val="00801324"/>
    <w:rsid w:val="00812228"/>
    <w:rsid w:val="0082351D"/>
    <w:rsid w:val="00823D1E"/>
    <w:rsid w:val="008430BA"/>
    <w:rsid w:val="008725F1"/>
    <w:rsid w:val="008B5602"/>
    <w:rsid w:val="008F1D94"/>
    <w:rsid w:val="009178A2"/>
    <w:rsid w:val="00930B79"/>
    <w:rsid w:val="009A4FDC"/>
    <w:rsid w:val="009E58C4"/>
    <w:rsid w:val="009E736F"/>
    <w:rsid w:val="009F240C"/>
    <w:rsid w:val="009F24B5"/>
    <w:rsid w:val="009F6F13"/>
    <w:rsid w:val="00A32C1A"/>
    <w:rsid w:val="00A32F88"/>
    <w:rsid w:val="00A67905"/>
    <w:rsid w:val="00A739DB"/>
    <w:rsid w:val="00A8333B"/>
    <w:rsid w:val="00A92398"/>
    <w:rsid w:val="00AE0AB9"/>
    <w:rsid w:val="00AE35A8"/>
    <w:rsid w:val="00B03303"/>
    <w:rsid w:val="00B11E31"/>
    <w:rsid w:val="00B121FF"/>
    <w:rsid w:val="00B43D79"/>
    <w:rsid w:val="00B561E9"/>
    <w:rsid w:val="00B73B73"/>
    <w:rsid w:val="00BA4C26"/>
    <w:rsid w:val="00BC3C15"/>
    <w:rsid w:val="00C067D2"/>
    <w:rsid w:val="00C36394"/>
    <w:rsid w:val="00C43F4C"/>
    <w:rsid w:val="00C55264"/>
    <w:rsid w:val="00C61876"/>
    <w:rsid w:val="00C61B2E"/>
    <w:rsid w:val="00C841AF"/>
    <w:rsid w:val="00CB38DA"/>
    <w:rsid w:val="00CB5145"/>
    <w:rsid w:val="00CC59E8"/>
    <w:rsid w:val="00CF24A3"/>
    <w:rsid w:val="00D25797"/>
    <w:rsid w:val="00D65D2B"/>
    <w:rsid w:val="00DB726E"/>
    <w:rsid w:val="00DC66F2"/>
    <w:rsid w:val="00DD4CED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51C8D"/>
    <w:rsid w:val="00F73094"/>
    <w:rsid w:val="00F73128"/>
    <w:rsid w:val="00F8642A"/>
    <w:rsid w:val="00F878EF"/>
    <w:rsid w:val="00FA168B"/>
    <w:rsid w:val="00FB6EA9"/>
    <w:rsid w:val="00FC34AC"/>
    <w:rsid w:val="00FD69C2"/>
    <w:rsid w:val="00FF1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3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</TotalTime>
  <Pages>1</Pages>
  <Words>132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22</cp:revision>
  <cp:lastPrinted>1900-12-31T22:00:00Z</cp:lastPrinted>
  <dcterms:created xsi:type="dcterms:W3CDTF">2012-11-10T13:45:00Z</dcterms:created>
  <dcterms:modified xsi:type="dcterms:W3CDTF">2014-06-09T10:05:00Z</dcterms:modified>
</cp:coreProperties>
</file>