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409B5">
        <w:rPr>
          <w:b/>
        </w:rPr>
        <w:t>Analytická geometrie v prostoru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0B05DD">
        <w:rPr>
          <w:b/>
        </w:rPr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0B05DD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4409B5">
        <w:t>3</w:t>
      </w:r>
      <w:r w:rsidR="000B05DD">
        <w:t>_Matematika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62858">
        <w:t>02</w:t>
      </w:r>
      <w:r w:rsidR="000B05DD">
        <w:t xml:space="preserve">   </w:t>
      </w:r>
      <w:r w:rsidR="00592F82">
        <w:tab/>
        <w:t>Předmět:</w:t>
      </w:r>
      <w:r w:rsidR="000B05DD">
        <w:t xml:space="preserve"> 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4409B5">
        <w:t>2. 10</w:t>
      </w:r>
      <w:r w:rsidR="000B05DD">
        <w:t>. 2013</w:t>
      </w:r>
      <w:r w:rsidR="00163029">
        <w:tab/>
      </w:r>
      <w:r>
        <w:t>Třída:</w:t>
      </w:r>
      <w:r w:rsidR="00163029">
        <w:tab/>
      </w:r>
      <w:r w:rsidR="004409B5">
        <w:t>4</w:t>
      </w:r>
      <w:r w:rsidR="000B05DD">
        <w:t>.</w:t>
      </w:r>
      <w:r w:rsidR="00F62858">
        <w:t xml:space="preserve"> </w:t>
      </w:r>
      <w:proofErr w:type="gramStart"/>
      <w:r w:rsidR="00F62858">
        <w:t>ročníky</w:t>
      </w:r>
      <w:r w:rsidR="006132C3">
        <w:t xml:space="preserve"> </w:t>
      </w:r>
      <w:r w:rsidR="004409B5">
        <w:t xml:space="preserve"> </w:t>
      </w:r>
      <w:r w:rsidR="006132C3">
        <w:t xml:space="preserve">   </w:t>
      </w:r>
      <w:r w:rsidR="004409B5">
        <w:t xml:space="preserve"> </w:t>
      </w:r>
      <w:r>
        <w:t>Ověřující</w:t>
      </w:r>
      <w:proofErr w:type="gramEnd"/>
      <w:r>
        <w:t xml:space="preserve"> učitel:</w:t>
      </w:r>
      <w:r w:rsidR="004409B5">
        <w:t xml:space="preserve"> RNDr. Dana</w:t>
      </w:r>
      <w:r w:rsidR="006132C3">
        <w:t xml:space="preserve"> </w:t>
      </w:r>
      <w:r w:rsidR="000B05DD">
        <w:t>Daňková</w:t>
      </w:r>
    </w:p>
    <w:p w:rsidR="00163029" w:rsidRPr="00501C29" w:rsidRDefault="00B760FF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B05DD" w:rsidP="00745A98">
      <w:bookmarkStart w:id="0" w:name="Text7"/>
      <w:r>
        <w:t xml:space="preserve">Procvičení </w:t>
      </w:r>
      <w:bookmarkEnd w:id="0"/>
      <w:r w:rsidR="004409B5">
        <w:t>analytické geometrie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409B5" w:rsidRPr="004409B5" w:rsidRDefault="004409B5" w:rsidP="00745A98">
      <w:pPr>
        <w:spacing w:before="240" w:line="360" w:lineRule="auto"/>
      </w:pPr>
      <w:r>
        <w:t>vzájemná poloha přímek, rovin v prostoru, metrické vlastnosti-odchylka, vzdálenost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0B05DD" w:rsidP="009F6F13">
      <w:r>
        <w:t>samostudium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1618FF" w:rsidRPr="00F57F0A" w:rsidRDefault="001618FF" w:rsidP="001618FF">
      <w:pPr>
        <w:spacing w:before="240" w:line="360" w:lineRule="auto"/>
      </w:pPr>
      <w:proofErr w:type="spellStart"/>
      <w:r>
        <w:t>Kočandrle</w:t>
      </w:r>
      <w:proofErr w:type="spellEnd"/>
      <w:r>
        <w:t>, M.</w:t>
      </w:r>
      <w:r w:rsidR="00F244B7">
        <w:t xml:space="preserve"> a</w:t>
      </w:r>
      <w:r>
        <w:t xml:space="preserve"> Boček, L</w:t>
      </w:r>
      <w:r w:rsidR="00F244B7">
        <w:t>.</w:t>
      </w:r>
      <w:r>
        <w:t xml:space="preserve"> </w:t>
      </w:r>
      <w:r w:rsidRPr="001618FF">
        <w:rPr>
          <w:i/>
        </w:rPr>
        <w:t>Analytická</w:t>
      </w:r>
      <w:r>
        <w:rPr>
          <w:i/>
        </w:rPr>
        <w:t xml:space="preserve"> geometrie. </w:t>
      </w:r>
      <w:r>
        <w:t>Praha: Prometheus, spol. s r. o., 1995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="000B05DD">
        <w:rPr>
          <w:b/>
        </w:rPr>
        <w:t xml:space="preserve"> -------------------------------------------------------</w:t>
      </w:r>
      <w:r w:rsidR="00356EB4">
        <w:rPr>
          <w:b/>
          <w:color w:val="00B050"/>
        </w:rPr>
        <w:t>.</w:t>
      </w:r>
    </w:p>
    <w:bookmarkStart w:id="1" w:name="Text10"/>
    <w:p w:rsidR="00623F17" w:rsidRDefault="00D62716" w:rsidP="00623F17">
      <w:r>
        <w:fldChar w:fldCharType="begin">
          <w:ffData>
            <w:name w:val="Text10"/>
            <w:enabled/>
            <w:calcOnExit w:val="0"/>
            <w:textInput/>
          </w:ffData>
        </w:fldChar>
      </w:r>
      <w:r w:rsidR="00FC34AC">
        <w:instrText xml:space="preserve"> FORMTEXT </w:instrText>
      </w:r>
      <w:r>
        <w:fldChar w:fldCharType="separate"/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>
        <w:fldChar w:fldCharType="end"/>
      </w:r>
      <w:bookmarkEnd w:id="1"/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AD" w:rsidRDefault="000832AD">
      <w:r>
        <w:separator/>
      </w:r>
    </w:p>
  </w:endnote>
  <w:endnote w:type="continuationSeparator" w:id="0">
    <w:p w:rsidR="000832AD" w:rsidRDefault="0008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FF" w:rsidRDefault="00B760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FF" w:rsidRDefault="00B760F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FF" w:rsidRDefault="00B760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AD" w:rsidRDefault="000832AD">
      <w:r>
        <w:separator/>
      </w:r>
    </w:p>
  </w:footnote>
  <w:footnote w:type="continuationSeparator" w:id="0">
    <w:p w:rsidR="000832AD" w:rsidRDefault="00083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FF" w:rsidRDefault="00B760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B760FF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760FF">
      <w:rPr>
        <w:bCs/>
      </w:rPr>
      <w:t>34.</w:t>
    </w:r>
    <w:bookmarkStart w:id="2" w:name="_GoBack"/>
    <w:bookmarkEnd w:id="2"/>
    <w:r>
      <w:rPr>
        <w:bCs/>
      </w:rPr>
      <w:t>0325</w:t>
    </w:r>
  </w:p>
  <w:p w:rsidR="00356EB4" w:rsidRPr="00745A98" w:rsidRDefault="00B760F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FF" w:rsidRDefault="00B760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832AD"/>
    <w:rsid w:val="000A48C9"/>
    <w:rsid w:val="000B05DD"/>
    <w:rsid w:val="000B2930"/>
    <w:rsid w:val="000C1FE7"/>
    <w:rsid w:val="000C3E7E"/>
    <w:rsid w:val="000E29CB"/>
    <w:rsid w:val="0010546B"/>
    <w:rsid w:val="001618FF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09B5"/>
    <w:rsid w:val="00445D3A"/>
    <w:rsid w:val="004621BF"/>
    <w:rsid w:val="0046688E"/>
    <w:rsid w:val="00471A18"/>
    <w:rsid w:val="004758C3"/>
    <w:rsid w:val="00484E3A"/>
    <w:rsid w:val="00490F9C"/>
    <w:rsid w:val="00493EE7"/>
    <w:rsid w:val="004C3049"/>
    <w:rsid w:val="00501C29"/>
    <w:rsid w:val="00512A86"/>
    <w:rsid w:val="005411E3"/>
    <w:rsid w:val="00546A70"/>
    <w:rsid w:val="00574DD9"/>
    <w:rsid w:val="00592F82"/>
    <w:rsid w:val="005A3E6A"/>
    <w:rsid w:val="005A62C1"/>
    <w:rsid w:val="005D030A"/>
    <w:rsid w:val="006027CC"/>
    <w:rsid w:val="006132C3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67D74"/>
    <w:rsid w:val="0099601D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760FF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1907"/>
    <w:rsid w:val="00F16660"/>
    <w:rsid w:val="00F21BB5"/>
    <w:rsid w:val="00F244B7"/>
    <w:rsid w:val="00F456CA"/>
    <w:rsid w:val="00F62858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17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845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12</cp:revision>
  <cp:lastPrinted>1900-12-31T23:00:00Z</cp:lastPrinted>
  <dcterms:created xsi:type="dcterms:W3CDTF">2012-12-10T09:52:00Z</dcterms:created>
  <dcterms:modified xsi:type="dcterms:W3CDTF">2014-05-05T22:21:00Z</dcterms:modified>
</cp:coreProperties>
</file>