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E5B" w:rsidRDefault="00086E5B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E6F7E">
        <w:rPr>
          <w:b/>
        </w:rPr>
        <w:t>Etika v reklamě</w:t>
      </w:r>
      <w:r w:rsidR="0036718C">
        <w:rPr>
          <w:b/>
        </w:rPr>
        <w:tab/>
      </w:r>
    </w:p>
    <w:p w:rsidR="009F6F13" w:rsidRPr="00086E5B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E6F7E" w:rsidRPr="00086E5B">
        <w:t>Mgr. Petra Husáková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AE6F7E">
        <w:t>: 1_</w:t>
      </w:r>
      <w:r w:rsidR="00B165DB">
        <w:t>R</w:t>
      </w:r>
      <w:r w:rsidR="00AE6F7E">
        <w:t>eklama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AE6F7E">
        <w:t xml:space="preserve"> 03</w:t>
      </w:r>
      <w:r w:rsidR="00163029">
        <w:tab/>
      </w:r>
      <w:r w:rsidR="00592F82">
        <w:tab/>
        <w:t>Předmět:</w:t>
      </w:r>
      <w:r w:rsidR="00592F82">
        <w:tab/>
      </w:r>
      <w:r w:rsidR="00AE6F7E">
        <w:t>mediální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81A88">
        <w:t>19. 12. 2012</w:t>
      </w:r>
      <w:r w:rsidR="00163029">
        <w:tab/>
      </w:r>
      <w:proofErr w:type="gramStart"/>
      <w:r>
        <w:t>Třída:</w:t>
      </w:r>
      <w:r w:rsidR="00163029">
        <w:tab/>
      </w:r>
      <w:r w:rsidR="00B81A88">
        <w:t>2.B</w:t>
      </w:r>
      <w:r>
        <w:tab/>
        <w:t>Ověřující</w:t>
      </w:r>
      <w:proofErr w:type="gramEnd"/>
      <w:r>
        <w:t xml:space="preserve"> učitel:</w:t>
      </w:r>
      <w:r w:rsidR="00745A98">
        <w:tab/>
      </w:r>
      <w:r w:rsidR="00B81A88">
        <w:t>PhDr. Jiří Kálal</w:t>
      </w:r>
    </w:p>
    <w:p w:rsidR="00086E5B" w:rsidRDefault="00086E5B" w:rsidP="00163029">
      <w:pPr>
        <w:spacing w:line="360" w:lineRule="auto"/>
      </w:pPr>
    </w:p>
    <w:p w:rsidR="00163029" w:rsidRPr="00501C29" w:rsidRDefault="001D6417" w:rsidP="0016302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E6F7E" w:rsidRPr="00501C29" w:rsidRDefault="00AE6F7E" w:rsidP="00086E5B">
      <w:pPr>
        <w:spacing w:line="276" w:lineRule="auto"/>
        <w:jc w:val="both"/>
        <w:rPr>
          <w:b/>
        </w:rPr>
      </w:pPr>
      <w:r>
        <w:t>Seznámení s učivem z oblasti reklamy a jeho procvičování. Studenti se aktivně spoluúčastní na výkl</w:t>
      </w:r>
      <w:r w:rsidR="00B91B35">
        <w:t>adu, jehož tématem je reklama</w:t>
      </w:r>
      <w:r>
        <w:t xml:space="preserve">.  </w:t>
      </w:r>
    </w:p>
    <w:p w:rsidR="00AE6F7E" w:rsidRDefault="00AE6F7E" w:rsidP="00086E5B">
      <w:pPr>
        <w:spacing w:line="276" w:lineRule="auto"/>
        <w:jc w:val="both"/>
      </w:pPr>
    </w:p>
    <w:p w:rsidR="00086E5B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AE6F7E">
        <w:rPr>
          <w:b/>
        </w:rPr>
        <w:t xml:space="preserve"> </w:t>
      </w:r>
    </w:p>
    <w:p w:rsidR="00484E3A" w:rsidRPr="00086E5B" w:rsidRDefault="00AE6F7E" w:rsidP="00745A98">
      <w:pPr>
        <w:spacing w:line="360" w:lineRule="auto"/>
      </w:pPr>
      <w:r w:rsidRPr="00086E5B">
        <w:t>reklama, etika, sexistický, muž, žena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91B35" w:rsidP="009F6F13">
      <w:r>
        <w:t>Studenti společně s učitelem zhlédnou ukázku a debatují nad obsahem.</w:t>
      </w:r>
    </w:p>
    <w:p w:rsidR="00B91B35" w:rsidRPr="00086E5B" w:rsidRDefault="00B91B35" w:rsidP="009F6F13">
      <w:pPr>
        <w:rPr>
          <w:sz w:val="20"/>
          <w:szCs w:val="20"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AE6F7E" w:rsidRPr="00AE6F7E" w:rsidRDefault="00AE6F7E" w:rsidP="00AE6F7E">
      <w:r w:rsidRPr="00AE6F7E">
        <w:t>http://</w:t>
      </w:r>
      <w:proofErr w:type="gramStart"/>
      <w:r w:rsidRPr="00AE6F7E">
        <w:t>www</w:t>
      </w:r>
      <w:proofErr w:type="gramEnd"/>
      <w:r w:rsidRPr="00AE6F7E">
        <w:t>.</w:t>
      </w:r>
      <w:proofErr w:type="gramStart"/>
      <w:r w:rsidRPr="00AE6F7E">
        <w:t>lidovky</w:t>
      </w:r>
      <w:proofErr w:type="gramEnd"/>
      <w:r w:rsidRPr="00AE6F7E">
        <w:t>.cz/foto.asp?c=A111115_130831_ln-media_kim&amp;r=ln-media&amp;inframe=&amp;</w:t>
      </w:r>
      <w:hyperlink r:id="rId9" w:history="1">
        <w:r w:rsidRPr="00AE6F7E">
          <w:rPr>
            <w:rStyle w:val="Hypertextovodkaz"/>
          </w:rPr>
          <w:t>strana=2&amp;foto=KIM3f2ee8_konta_zena.</w:t>
        </w:r>
      </w:hyperlink>
      <w:hyperlink r:id="rId10" w:history="1">
        <w:r w:rsidRPr="00AE6F7E">
          <w:rPr>
            <w:rStyle w:val="Hypertextovodkaz"/>
          </w:rPr>
          <w:t>jpg</w:t>
        </w:r>
      </w:hyperlink>
      <w:r w:rsidRPr="00AE6F7E">
        <w:t xml:space="preserve"> </w:t>
      </w:r>
    </w:p>
    <w:p w:rsidR="00623F17" w:rsidRDefault="00623F17" w:rsidP="009F6F13"/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086E5B">
        <w:rPr>
          <w:b/>
        </w:rPr>
        <w:t>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417" w:rsidRDefault="001D6417">
      <w:r>
        <w:separator/>
      </w:r>
    </w:p>
  </w:endnote>
  <w:endnote w:type="continuationSeparator" w:id="0">
    <w:p w:rsidR="001D6417" w:rsidRDefault="001D6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A8" w:rsidRDefault="008505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A8" w:rsidRDefault="00850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417" w:rsidRDefault="001D6417">
      <w:r>
        <w:separator/>
      </w:r>
    </w:p>
  </w:footnote>
  <w:footnote w:type="continuationSeparator" w:id="0">
    <w:p w:rsidR="001D6417" w:rsidRDefault="001D6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A8" w:rsidRDefault="008505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>projektu CZ.1.07/1.5.00/</w:t>
    </w:r>
    <w:r w:rsidR="008505A8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D641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gramStart"/>
    <w:r w:rsidR="00484E3A">
      <w:rPr>
        <w:bCs/>
      </w:rPr>
      <w:t>Coubertina</w:t>
    </w:r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5A8" w:rsidRDefault="008505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747F4"/>
    <w:rsid w:val="00086E5B"/>
    <w:rsid w:val="000A48C9"/>
    <w:rsid w:val="000A6E58"/>
    <w:rsid w:val="000B2930"/>
    <w:rsid w:val="000C1FE7"/>
    <w:rsid w:val="000C3E7E"/>
    <w:rsid w:val="000D2B5B"/>
    <w:rsid w:val="000E29CB"/>
    <w:rsid w:val="000F3D3F"/>
    <w:rsid w:val="0010546B"/>
    <w:rsid w:val="00163029"/>
    <w:rsid w:val="001A6A4C"/>
    <w:rsid w:val="001D6417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066A1"/>
    <w:rsid w:val="005113B5"/>
    <w:rsid w:val="00512A86"/>
    <w:rsid w:val="00546A70"/>
    <w:rsid w:val="00574DD9"/>
    <w:rsid w:val="00592F82"/>
    <w:rsid w:val="005A62C1"/>
    <w:rsid w:val="005B594A"/>
    <w:rsid w:val="005D030A"/>
    <w:rsid w:val="006027CC"/>
    <w:rsid w:val="00623F17"/>
    <w:rsid w:val="006A718D"/>
    <w:rsid w:val="006B163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505A8"/>
    <w:rsid w:val="008725F1"/>
    <w:rsid w:val="008B5602"/>
    <w:rsid w:val="008F1D94"/>
    <w:rsid w:val="009178A2"/>
    <w:rsid w:val="00922FEC"/>
    <w:rsid w:val="00930B79"/>
    <w:rsid w:val="00975263"/>
    <w:rsid w:val="009E736F"/>
    <w:rsid w:val="009F240C"/>
    <w:rsid w:val="009F6F13"/>
    <w:rsid w:val="00A32C1A"/>
    <w:rsid w:val="00A32F88"/>
    <w:rsid w:val="00A40F31"/>
    <w:rsid w:val="00A67905"/>
    <w:rsid w:val="00A739DB"/>
    <w:rsid w:val="00A92398"/>
    <w:rsid w:val="00AC32B0"/>
    <w:rsid w:val="00AE0AB9"/>
    <w:rsid w:val="00AE6F7E"/>
    <w:rsid w:val="00B03303"/>
    <w:rsid w:val="00B11E31"/>
    <w:rsid w:val="00B121FF"/>
    <w:rsid w:val="00B165DB"/>
    <w:rsid w:val="00B43D79"/>
    <w:rsid w:val="00B73B73"/>
    <w:rsid w:val="00B81A88"/>
    <w:rsid w:val="00B91B35"/>
    <w:rsid w:val="00BA4C26"/>
    <w:rsid w:val="00BC3C15"/>
    <w:rsid w:val="00C067D2"/>
    <w:rsid w:val="00C36394"/>
    <w:rsid w:val="00C40A74"/>
    <w:rsid w:val="00C43F4C"/>
    <w:rsid w:val="00C61876"/>
    <w:rsid w:val="00C61B2E"/>
    <w:rsid w:val="00C841AF"/>
    <w:rsid w:val="00CA10E7"/>
    <w:rsid w:val="00CB38DA"/>
    <w:rsid w:val="00CC59E8"/>
    <w:rsid w:val="00CF24A3"/>
    <w:rsid w:val="00D65D2B"/>
    <w:rsid w:val="00DB726E"/>
    <w:rsid w:val="00E12C07"/>
    <w:rsid w:val="00E4256D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36759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lidovky.cz/foto.asp?c=A111115_130831_ln-media_kim&amp;r=ln-media&amp;inframe=&amp;strana=2&amp;foto=KIM3f2ee8_konta_zena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dovky.cz/foto.asp?c=A111115_130831_ln-media_kim&amp;r=ln-media&amp;inframe=&amp;strana=2&amp;foto=KIM3f2ee8_konta_zena.jpg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26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Zdeněk Kozák</cp:lastModifiedBy>
  <cp:revision>9</cp:revision>
  <cp:lastPrinted>1900-12-31T22:00:00Z</cp:lastPrinted>
  <dcterms:created xsi:type="dcterms:W3CDTF">2012-12-04T16:23:00Z</dcterms:created>
  <dcterms:modified xsi:type="dcterms:W3CDTF">2014-08-05T13:25:00Z</dcterms:modified>
</cp:coreProperties>
</file>