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B2" w:rsidRDefault="004733B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721D2" w:rsidRPr="004733B2">
        <w:rPr>
          <w:b/>
        </w:rPr>
        <w:t>Reklamní slogany I.</w:t>
      </w:r>
      <w:r w:rsidR="0036718C">
        <w:rPr>
          <w:b/>
        </w:rPr>
        <w:tab/>
      </w:r>
    </w:p>
    <w:p w:rsidR="009F6F13" w:rsidRPr="004733B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721D2" w:rsidRPr="004733B2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B721D2">
        <w:t xml:space="preserve">:1 _ </w:t>
      </w:r>
      <w:r w:rsidR="005919FA">
        <w:t>R</w:t>
      </w:r>
      <w:r w:rsidR="00B721D2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733B2">
        <w:t xml:space="preserve"> </w:t>
      </w:r>
      <w:r w:rsidR="00B721D2">
        <w:t>04</w:t>
      </w:r>
      <w:r w:rsidR="00592F82">
        <w:tab/>
      </w:r>
      <w:r w:rsidR="004733B2">
        <w:tab/>
      </w:r>
      <w:r w:rsidR="00592F82">
        <w:t>Předmět:</w:t>
      </w:r>
      <w:r w:rsidR="00592F82">
        <w:tab/>
      </w:r>
      <w:r w:rsidR="00B721D2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A3A1A">
        <w:t>17. 12. 2012</w:t>
      </w:r>
      <w:r w:rsidR="00163029">
        <w:tab/>
      </w:r>
      <w:r>
        <w:t>Třída:</w:t>
      </w:r>
      <w:r w:rsidR="00163029">
        <w:tab/>
      </w:r>
      <w:r w:rsidR="00CA3A1A">
        <w:t>2.B</w:t>
      </w:r>
      <w:r>
        <w:tab/>
        <w:t>Ověřující učitel:</w:t>
      </w:r>
      <w:r w:rsidR="00745A98">
        <w:tab/>
      </w:r>
      <w:r w:rsidR="00F16C2A">
        <w:t>Mgr. Tomáš Míka</w:t>
      </w:r>
    </w:p>
    <w:p w:rsidR="004733B2" w:rsidRDefault="004733B2" w:rsidP="00163029">
      <w:pPr>
        <w:spacing w:line="360" w:lineRule="auto"/>
      </w:pPr>
    </w:p>
    <w:p w:rsidR="00163029" w:rsidRPr="00501C29" w:rsidRDefault="005A4E91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721D2" w:rsidRPr="00501C29" w:rsidRDefault="00B721D2" w:rsidP="004733B2">
      <w:pPr>
        <w:spacing w:line="276" w:lineRule="auto"/>
        <w:jc w:val="both"/>
        <w:rPr>
          <w:b/>
        </w:rPr>
      </w:pPr>
      <w:r>
        <w:t>Seznámení s učivem z oblasti reklamy a jeho procvičování. Studenti se aktivně spoluúčastní na výkl</w:t>
      </w:r>
      <w:r w:rsidR="00B5287A">
        <w:t>adu, jehož tématem je reklama</w:t>
      </w:r>
      <w:r>
        <w:t xml:space="preserve">.  </w:t>
      </w:r>
    </w:p>
    <w:p w:rsidR="00745A98" w:rsidRDefault="00745A98" w:rsidP="00745A98"/>
    <w:p w:rsidR="004733B2" w:rsidRPr="004733B2" w:rsidRDefault="004733B2" w:rsidP="00745A98">
      <w:pPr>
        <w:rPr>
          <w:sz w:val="20"/>
          <w:szCs w:val="20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733B2" w:rsidP="00745A98">
      <w:pPr>
        <w:spacing w:line="360" w:lineRule="auto"/>
        <w:rPr>
          <w:b/>
        </w:rPr>
      </w:pPr>
      <w:r>
        <w:t>r</w:t>
      </w:r>
      <w:r w:rsidR="00B721D2">
        <w:t>eklama, slogan, produkt, výrobek</w:t>
      </w:r>
    </w:p>
    <w:p w:rsidR="004733B2" w:rsidRDefault="004733B2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87A" w:rsidP="009F6F13">
      <w:r>
        <w:t>Žáci samostatně pracují s pracovními listy, následně je s učitelem vyhodnotí.</w:t>
      </w:r>
    </w:p>
    <w:p w:rsidR="00F16C2A" w:rsidRDefault="00F16C2A" w:rsidP="009F6F13"/>
    <w:p w:rsidR="00B5287A" w:rsidRPr="004733B2" w:rsidRDefault="00B5287A" w:rsidP="009F6F13">
      <w:r w:rsidRPr="004733B2">
        <w:t>Řešení:</w:t>
      </w:r>
    </w:p>
    <w:p w:rsidR="00B5287A" w:rsidRDefault="00B5287A" w:rsidP="00B5287A"/>
    <w:p w:rsidR="00B5287A" w:rsidRDefault="00B5287A" w:rsidP="00B5287A">
      <w:r>
        <w:t>1.</w:t>
      </w:r>
    </w:p>
    <w:p w:rsidR="00B5287A" w:rsidRDefault="004733B2" w:rsidP="004733B2">
      <w:pPr>
        <w:spacing w:line="276" w:lineRule="auto"/>
      </w:pPr>
      <w:r>
        <w:t>Mluví řečí v</w:t>
      </w:r>
      <w:r w:rsidR="00B5287A">
        <w:t>ašeho těla (Always – hygienická potřeba)</w:t>
      </w:r>
    </w:p>
    <w:p w:rsidR="00B5287A" w:rsidRDefault="00B5287A" w:rsidP="004733B2">
      <w:pPr>
        <w:spacing w:line="276" w:lineRule="auto"/>
      </w:pPr>
      <w:r>
        <w:t xml:space="preserve">Když musíš, tak musíš (Fidorka </w:t>
      </w:r>
      <w:r w:rsidR="004733B2">
        <w:t xml:space="preserve">– </w:t>
      </w:r>
      <w:r>
        <w:t>cukrovinka)</w:t>
      </w:r>
    </w:p>
    <w:p w:rsidR="00B5287A" w:rsidRDefault="00B5287A" w:rsidP="004733B2">
      <w:pPr>
        <w:spacing w:line="276" w:lineRule="auto"/>
      </w:pPr>
      <w:r>
        <w:t>A žijte v pohodě (Axa – pojišťovna)</w:t>
      </w:r>
    </w:p>
    <w:p w:rsidR="00B5287A" w:rsidRDefault="00B5287A" w:rsidP="004733B2">
      <w:pPr>
        <w:spacing w:line="276" w:lineRule="auto"/>
      </w:pPr>
      <w:r>
        <w:t xml:space="preserve">Kamarád do deště (Berenzen Fernet </w:t>
      </w:r>
      <w:r w:rsidR="004733B2">
        <w:t xml:space="preserve">– </w:t>
      </w:r>
      <w:r>
        <w:t>lihovina)</w:t>
      </w:r>
    </w:p>
    <w:p w:rsidR="00B5287A" w:rsidRDefault="00B5287A" w:rsidP="004733B2">
      <w:pPr>
        <w:spacing w:line="276" w:lineRule="auto"/>
      </w:pPr>
      <w:r>
        <w:t xml:space="preserve">Víme víc (Blesk </w:t>
      </w:r>
      <w:r w:rsidR="004733B2">
        <w:t xml:space="preserve">– </w:t>
      </w:r>
      <w:r>
        <w:t xml:space="preserve"> noviny)</w:t>
      </w:r>
    </w:p>
    <w:p w:rsidR="00B5287A" w:rsidRDefault="00B5287A" w:rsidP="004733B2">
      <w:pPr>
        <w:spacing w:line="276" w:lineRule="auto"/>
      </w:pPr>
      <w:r>
        <w:t xml:space="preserve">I muži mají své dny (Fernet Stock </w:t>
      </w:r>
      <w:r w:rsidR="004733B2">
        <w:t xml:space="preserve">– </w:t>
      </w:r>
      <w:r>
        <w:t>lihovina)</w:t>
      </w:r>
    </w:p>
    <w:p w:rsidR="00B5287A" w:rsidRDefault="00B5287A" w:rsidP="004733B2">
      <w:pPr>
        <w:spacing w:line="276" w:lineRule="auto"/>
      </w:pPr>
      <w:r>
        <w:t>Když ji miluješ, není co řešit. (Kofola – nealkoholický nápoj)</w:t>
      </w:r>
    </w:p>
    <w:p w:rsidR="00B5287A" w:rsidRDefault="00B5287A" w:rsidP="004733B2">
      <w:pPr>
        <w:spacing w:line="276" w:lineRule="auto"/>
      </w:pPr>
      <w:r>
        <w:t>Zaostřeno na zdraví (Centrum – vitamíny)</w:t>
      </w:r>
    </w:p>
    <w:p w:rsidR="00B5287A" w:rsidRDefault="00B5287A" w:rsidP="004733B2">
      <w:pPr>
        <w:spacing w:line="276" w:lineRule="auto"/>
      </w:pPr>
      <w:r>
        <w:lastRenderedPageBreak/>
        <w:t xml:space="preserve">Jděte tam, kde </w:t>
      </w:r>
      <w:r w:rsidR="004733B2">
        <w:t>v</w:t>
      </w:r>
      <w:r>
        <w:t>ám rozumějí. (Centrum.cz – internetový portál)</w:t>
      </w:r>
    </w:p>
    <w:p w:rsidR="00B5287A" w:rsidRDefault="00B5287A" w:rsidP="004733B2">
      <w:pPr>
        <w:spacing w:line="276" w:lineRule="auto"/>
      </w:pPr>
      <w:r>
        <w:t>Diamantový standard (Calgonit – tablety do myčky)</w:t>
      </w:r>
    </w:p>
    <w:p w:rsidR="00B5287A" w:rsidRDefault="00B5287A" w:rsidP="004733B2">
      <w:pPr>
        <w:spacing w:line="276" w:lineRule="auto"/>
      </w:pPr>
      <w:r>
        <w:t xml:space="preserve">Překoná </w:t>
      </w:r>
      <w:r w:rsidR="004733B2">
        <w:t>v</w:t>
      </w:r>
      <w:r>
        <w:t xml:space="preserve">aše představy (Citroën </w:t>
      </w:r>
      <w:r w:rsidR="004733B2">
        <w:t xml:space="preserve">– </w:t>
      </w:r>
      <w:r>
        <w:t xml:space="preserve"> auto)</w:t>
      </w:r>
    </w:p>
    <w:p w:rsidR="00B5287A" w:rsidRDefault="00B5287A" w:rsidP="00B5287A"/>
    <w:p w:rsidR="00B5287A" w:rsidRDefault="00B5287A" w:rsidP="00B5287A">
      <w:r>
        <w:t>2.</w:t>
      </w:r>
    </w:p>
    <w:p w:rsidR="00B5287A" w:rsidRDefault="00B5287A" w:rsidP="00B5287A">
      <w:r>
        <w:t>Řešení tohoto úkolu je subjektivní, diskusi řídí vyučující, studenti zdůvodňují své rozhodnutí.</w:t>
      </w:r>
    </w:p>
    <w:p w:rsidR="00B5287A" w:rsidRDefault="00B5287A" w:rsidP="00B5287A"/>
    <w:p w:rsidR="00B5287A" w:rsidRPr="004733B2" w:rsidRDefault="00B5287A" w:rsidP="00B5287A">
      <w:pPr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4733B2">
        <w:rPr>
          <w:b/>
        </w:rPr>
        <w:t>--</w:t>
      </w:r>
    </w:p>
    <w:p w:rsidR="00623F17" w:rsidRDefault="00623F17" w:rsidP="009F6F13">
      <w:pPr>
        <w:rPr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4733B2">
        <w:rPr>
          <w:b/>
        </w:rPr>
        <w:t>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FF9" w:rsidRDefault="00F47FF9">
      <w:r>
        <w:separator/>
      </w:r>
    </w:p>
  </w:endnote>
  <w:endnote w:type="continuationSeparator" w:id="0">
    <w:p w:rsidR="00F47FF9" w:rsidRDefault="00F4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E91" w:rsidRDefault="005A4E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E91" w:rsidRDefault="005A4E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FF9" w:rsidRDefault="00F47FF9">
      <w:r>
        <w:separator/>
      </w:r>
    </w:p>
  </w:footnote>
  <w:footnote w:type="continuationSeparator" w:id="0">
    <w:p w:rsidR="00F47FF9" w:rsidRDefault="00F47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E91" w:rsidRDefault="005A4E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A4E91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5A4E9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E91" w:rsidRDefault="005A4E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7037"/>
    <w:rsid w:val="00040C37"/>
    <w:rsid w:val="000547D9"/>
    <w:rsid w:val="00054DFD"/>
    <w:rsid w:val="000A48C9"/>
    <w:rsid w:val="000B2930"/>
    <w:rsid w:val="000C1FE7"/>
    <w:rsid w:val="000C3E7E"/>
    <w:rsid w:val="000E29CB"/>
    <w:rsid w:val="000F3D3F"/>
    <w:rsid w:val="0010546B"/>
    <w:rsid w:val="00163029"/>
    <w:rsid w:val="001A6A4C"/>
    <w:rsid w:val="001F1A08"/>
    <w:rsid w:val="00206A13"/>
    <w:rsid w:val="002169E0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33B2"/>
    <w:rsid w:val="00484E3A"/>
    <w:rsid w:val="00490F9C"/>
    <w:rsid w:val="00493EE7"/>
    <w:rsid w:val="004C3049"/>
    <w:rsid w:val="00501C29"/>
    <w:rsid w:val="005066A1"/>
    <w:rsid w:val="005113B5"/>
    <w:rsid w:val="00512A86"/>
    <w:rsid w:val="00546A70"/>
    <w:rsid w:val="00574DD9"/>
    <w:rsid w:val="005919FA"/>
    <w:rsid w:val="00592F82"/>
    <w:rsid w:val="005A4E91"/>
    <w:rsid w:val="005A62C1"/>
    <w:rsid w:val="005D030A"/>
    <w:rsid w:val="006027CC"/>
    <w:rsid w:val="00623F17"/>
    <w:rsid w:val="0064443C"/>
    <w:rsid w:val="006A718D"/>
    <w:rsid w:val="006E792F"/>
    <w:rsid w:val="00700E72"/>
    <w:rsid w:val="00736FA6"/>
    <w:rsid w:val="00745A98"/>
    <w:rsid w:val="007659FE"/>
    <w:rsid w:val="00771703"/>
    <w:rsid w:val="007B7A89"/>
    <w:rsid w:val="007C424F"/>
    <w:rsid w:val="007C52F1"/>
    <w:rsid w:val="007D65FE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37E06"/>
    <w:rsid w:val="00A40F31"/>
    <w:rsid w:val="00A41C86"/>
    <w:rsid w:val="00A67905"/>
    <w:rsid w:val="00A739DB"/>
    <w:rsid w:val="00A92398"/>
    <w:rsid w:val="00A93642"/>
    <w:rsid w:val="00AE0AB9"/>
    <w:rsid w:val="00B03303"/>
    <w:rsid w:val="00B11E31"/>
    <w:rsid w:val="00B121FF"/>
    <w:rsid w:val="00B43D79"/>
    <w:rsid w:val="00B5287A"/>
    <w:rsid w:val="00B721D2"/>
    <w:rsid w:val="00B73B73"/>
    <w:rsid w:val="00BA4C26"/>
    <w:rsid w:val="00BC3C15"/>
    <w:rsid w:val="00C067D2"/>
    <w:rsid w:val="00C1504B"/>
    <w:rsid w:val="00C36394"/>
    <w:rsid w:val="00C40A74"/>
    <w:rsid w:val="00C43F4C"/>
    <w:rsid w:val="00C52C3F"/>
    <w:rsid w:val="00C61876"/>
    <w:rsid w:val="00C61B2E"/>
    <w:rsid w:val="00C841AF"/>
    <w:rsid w:val="00CA3A1A"/>
    <w:rsid w:val="00CB38DA"/>
    <w:rsid w:val="00CC59E8"/>
    <w:rsid w:val="00CF24A3"/>
    <w:rsid w:val="00D65D2B"/>
    <w:rsid w:val="00DB59ED"/>
    <w:rsid w:val="00DB726E"/>
    <w:rsid w:val="00E12C07"/>
    <w:rsid w:val="00E160E0"/>
    <w:rsid w:val="00E4256D"/>
    <w:rsid w:val="00E565BA"/>
    <w:rsid w:val="00E85A23"/>
    <w:rsid w:val="00E96239"/>
    <w:rsid w:val="00EB152F"/>
    <w:rsid w:val="00EB331B"/>
    <w:rsid w:val="00ED00A5"/>
    <w:rsid w:val="00EE037D"/>
    <w:rsid w:val="00EF2FB2"/>
    <w:rsid w:val="00EF7937"/>
    <w:rsid w:val="00F16660"/>
    <w:rsid w:val="00F16C2A"/>
    <w:rsid w:val="00F21BB5"/>
    <w:rsid w:val="00F456CA"/>
    <w:rsid w:val="00F47FF9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2</Pages>
  <Words>181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14</cp:revision>
  <cp:lastPrinted>1900-12-31T22:00:00Z</cp:lastPrinted>
  <dcterms:created xsi:type="dcterms:W3CDTF">2012-12-04T16:23:00Z</dcterms:created>
  <dcterms:modified xsi:type="dcterms:W3CDTF">2014-05-05T22:34:00Z</dcterms:modified>
</cp:coreProperties>
</file>