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826" w:rsidRPr="00E43826" w:rsidRDefault="00E43826" w:rsidP="00E43826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 w:rsidR="007358AE"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 w:rsidR="007358AE"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 w:rsidR="007358AE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E43826" w:rsidRPr="00E43826" w:rsidRDefault="00E43826" w:rsidP="00E43826"/>
    <w:p w:rsidR="00E43826" w:rsidRPr="00E43826" w:rsidRDefault="00E43826" w:rsidP="00E43826"/>
    <w:p w:rsidR="00E43826" w:rsidRPr="004401ED" w:rsidRDefault="004401ED" w:rsidP="004401ED">
      <w:pPr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spellStart"/>
      <w:r w:rsidRPr="004401ED">
        <w:rPr>
          <w:rFonts w:ascii="Times New Roman" w:hAnsi="Times New Roman" w:cs="Times New Roman"/>
          <w:b/>
          <w:sz w:val="44"/>
          <w:szCs w:val="44"/>
        </w:rPr>
        <w:t>Mv</w:t>
      </w:r>
      <w:proofErr w:type="spellEnd"/>
      <w:r w:rsidRPr="004401ED">
        <w:rPr>
          <w:rFonts w:ascii="Times New Roman" w:hAnsi="Times New Roman" w:cs="Times New Roman"/>
          <w:b/>
          <w:sz w:val="44"/>
          <w:szCs w:val="44"/>
        </w:rPr>
        <w:t>_1_07</w:t>
      </w:r>
    </w:p>
    <w:p w:rsidR="00CD2887" w:rsidRPr="00E43826" w:rsidRDefault="00E43826" w:rsidP="00E43826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43826"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4401ED" w:rsidRDefault="00E43826" w:rsidP="00E43826">
      <w:pPr>
        <w:jc w:val="center"/>
        <w:rPr>
          <w:rFonts w:ascii="Times New Roman" w:hAnsi="Times New Roman" w:cs="Times New Roman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</w:p>
    <w:p w:rsidR="00E43826" w:rsidRPr="004401ED" w:rsidRDefault="003C5DF2" w:rsidP="00E43826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4401ED">
        <w:rPr>
          <w:rFonts w:ascii="Times New Roman" w:hAnsi="Times New Roman" w:cs="Times New Roman"/>
          <w:b/>
          <w:sz w:val="44"/>
          <w:szCs w:val="44"/>
        </w:rPr>
        <w:t>Performativní slova</w:t>
      </w:r>
    </w:p>
    <w:p w:rsidR="00D65496" w:rsidRPr="004401ED" w:rsidRDefault="00D65496" w:rsidP="00E43826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43826" w:rsidRPr="004401ED" w:rsidRDefault="00E43826" w:rsidP="00E43826">
      <w:pPr>
        <w:rPr>
          <w:b/>
          <w:sz w:val="44"/>
          <w:szCs w:val="44"/>
        </w:rPr>
      </w:pPr>
    </w:p>
    <w:p w:rsidR="00E43826" w:rsidRPr="004401ED" w:rsidRDefault="00E43826" w:rsidP="00E43826">
      <w:pPr>
        <w:rPr>
          <w:b/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</w:p>
    <w:p w:rsid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 w:rsidR="00527A58">
        <w:rPr>
          <w:rFonts w:ascii="Times New Roman" w:hAnsi="Times New Roman" w:cs="Times New Roman"/>
          <w:sz w:val="28"/>
          <w:szCs w:val="28"/>
        </w:rPr>
        <w:t xml:space="preserve"> </w:t>
      </w:r>
      <w:r w:rsidR="00D65496">
        <w:rPr>
          <w:rFonts w:ascii="Times New Roman" w:hAnsi="Times New Roman" w:cs="Times New Roman"/>
          <w:sz w:val="28"/>
          <w:szCs w:val="28"/>
        </w:rPr>
        <w:t xml:space="preserve"> Mgr. Petra Husáková</w:t>
      </w:r>
    </w:p>
    <w:p w:rsidR="004B2C0C" w:rsidRDefault="004B2C0C" w:rsidP="00E43826">
      <w:pPr>
        <w:rPr>
          <w:rFonts w:ascii="Times New Roman" w:hAnsi="Times New Roman" w:cs="Times New Roman"/>
          <w:sz w:val="28"/>
          <w:szCs w:val="28"/>
        </w:rPr>
      </w:pPr>
    </w:p>
    <w:p w:rsidR="004B2C0C" w:rsidRPr="004B2C0C" w:rsidRDefault="003C5DF2" w:rsidP="004B2C0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Performativní slova</w:t>
      </w:r>
    </w:p>
    <w:p w:rsidR="004B2C0C" w:rsidRDefault="004B2C0C" w:rsidP="00E43826">
      <w:pPr>
        <w:rPr>
          <w:rFonts w:ascii="Times New Roman" w:hAnsi="Times New Roman" w:cs="Times New Roman"/>
          <w:sz w:val="28"/>
          <w:szCs w:val="28"/>
        </w:rPr>
      </w:pPr>
    </w:p>
    <w:p w:rsidR="004B2C0C" w:rsidRDefault="003C5DF2" w:rsidP="004B2C0C">
      <w:pPr>
        <w:pStyle w:val="Odstavecseseznamem"/>
        <w:numPr>
          <w:ilvl w:val="0"/>
          <w:numId w:val="1"/>
        </w:numPr>
      </w:pPr>
      <w:r>
        <w:t>Napište seznam slov, o kterých se domníváte, že prodávají, pokud se stanou součástí sloganu.</w:t>
      </w:r>
      <w:r w:rsidR="002F2906">
        <w:t xml:space="preserve"> </w:t>
      </w:r>
    </w:p>
    <w:p w:rsidR="003C5DF2" w:rsidRDefault="003C5DF2" w:rsidP="003C5DF2"/>
    <w:p w:rsidR="003C5DF2" w:rsidRDefault="003C5DF2" w:rsidP="003C5DF2"/>
    <w:p w:rsidR="003C5DF2" w:rsidRDefault="003C5DF2" w:rsidP="003C5DF2">
      <w:pPr>
        <w:pStyle w:val="Odstavecseseznamem"/>
        <w:numPr>
          <w:ilvl w:val="0"/>
          <w:numId w:val="1"/>
        </w:numPr>
      </w:pPr>
      <w:r>
        <w:t>Ke každému slovu napište, jaké konotace ve vás vyvolává.</w:t>
      </w:r>
    </w:p>
    <w:p w:rsidR="002F2906" w:rsidRDefault="002F2906" w:rsidP="002F2906"/>
    <w:p w:rsidR="002F2906" w:rsidRDefault="002F2906" w:rsidP="002F2906"/>
    <w:p w:rsidR="002F2906" w:rsidRDefault="002F2906" w:rsidP="002F2906">
      <w:pPr>
        <w:pStyle w:val="Odstavecseseznamem"/>
        <w:numPr>
          <w:ilvl w:val="0"/>
          <w:numId w:val="1"/>
        </w:numPr>
      </w:pPr>
      <w:r>
        <w:t>Slova přečtěte, porovnejte se spolužáky a vytvořte žebříček deseti, která se vyskytovala nejčastěji.</w:t>
      </w:r>
    </w:p>
    <w:p w:rsidR="004B2C0C" w:rsidRDefault="004B2C0C" w:rsidP="004B2C0C">
      <w:pPr>
        <w:pStyle w:val="Odstavecseseznamem"/>
      </w:pPr>
    </w:p>
    <w:tbl>
      <w:tblPr>
        <w:tblW w:w="9214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214"/>
      </w:tblGrid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D65496" w:rsidRDefault="00D65496" w:rsidP="00CF3F56">
      <w:pPr>
        <w:rPr>
          <w:rFonts w:ascii="Times New Roman" w:hAnsi="Times New Roman" w:cs="Times New Roman"/>
          <w:sz w:val="28"/>
          <w:szCs w:val="28"/>
        </w:rPr>
      </w:pPr>
    </w:p>
    <w:sectPr w:rsidR="00D65496" w:rsidSect="00CD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64CDC"/>
    <w:multiLevelType w:val="hybridMultilevel"/>
    <w:tmpl w:val="DACA0B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F61104"/>
    <w:multiLevelType w:val="hybridMultilevel"/>
    <w:tmpl w:val="DACA0B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3826"/>
    <w:rsid w:val="00046C7D"/>
    <w:rsid w:val="000A66F9"/>
    <w:rsid w:val="002F2906"/>
    <w:rsid w:val="002F4DCE"/>
    <w:rsid w:val="0033568A"/>
    <w:rsid w:val="003C5DF2"/>
    <w:rsid w:val="003C6D6B"/>
    <w:rsid w:val="004401ED"/>
    <w:rsid w:val="004B2C0C"/>
    <w:rsid w:val="004D7CDE"/>
    <w:rsid w:val="00527A58"/>
    <w:rsid w:val="006A3AE0"/>
    <w:rsid w:val="006D3B22"/>
    <w:rsid w:val="0070309E"/>
    <w:rsid w:val="00724068"/>
    <w:rsid w:val="007358AE"/>
    <w:rsid w:val="00741577"/>
    <w:rsid w:val="0085188D"/>
    <w:rsid w:val="00937C24"/>
    <w:rsid w:val="00C356E6"/>
    <w:rsid w:val="00C42621"/>
    <w:rsid w:val="00CD2887"/>
    <w:rsid w:val="00CD2B9D"/>
    <w:rsid w:val="00CF3F56"/>
    <w:rsid w:val="00D3185B"/>
    <w:rsid w:val="00D65496"/>
    <w:rsid w:val="00D84399"/>
    <w:rsid w:val="00D877F4"/>
    <w:rsid w:val="00DF5FC9"/>
    <w:rsid w:val="00E43826"/>
    <w:rsid w:val="00E464BE"/>
    <w:rsid w:val="00E947EA"/>
    <w:rsid w:val="00E9592B"/>
    <w:rsid w:val="00EA3336"/>
    <w:rsid w:val="00FD1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B2C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1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1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74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90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75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marcela</cp:lastModifiedBy>
  <cp:revision>7</cp:revision>
  <dcterms:created xsi:type="dcterms:W3CDTF">2013-06-06T09:14:00Z</dcterms:created>
  <dcterms:modified xsi:type="dcterms:W3CDTF">2013-10-27T18:32:00Z</dcterms:modified>
</cp:coreProperties>
</file>