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63" w:rsidRDefault="002F3D6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C38B9">
        <w:rPr>
          <w:b/>
        </w:rPr>
        <w:t>Zneužívání hodnot v reklamě</w:t>
      </w:r>
      <w:r w:rsidR="0036718C">
        <w:rPr>
          <w:b/>
        </w:rPr>
        <w:tab/>
      </w:r>
    </w:p>
    <w:p w:rsidR="009F6F13" w:rsidRPr="002F3D63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31F28" w:rsidRPr="002F3D63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25E78">
        <w:t>: 1_</w:t>
      </w:r>
      <w:r w:rsidR="002F3D63">
        <w:t>R</w:t>
      </w:r>
      <w:r w:rsidR="00325E78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2C38B9">
        <w:t>10</w:t>
      </w:r>
      <w:r w:rsidR="00592F82">
        <w:tab/>
        <w:t>Předmět:</w:t>
      </w:r>
      <w:r w:rsidR="00592F82">
        <w:tab/>
      </w:r>
      <w:r w:rsidR="00325E78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12E12">
        <w:t>6. 6. 2013</w:t>
      </w:r>
      <w:r w:rsidR="00163029">
        <w:tab/>
      </w:r>
      <w:r>
        <w:t>Třída:</w:t>
      </w:r>
      <w:r w:rsidR="00163029">
        <w:tab/>
      </w:r>
      <w:r w:rsidR="00A12E12">
        <w:t>2. D</w:t>
      </w:r>
      <w:r>
        <w:tab/>
        <w:t>Ověřující učitel:</w:t>
      </w:r>
      <w:r w:rsidR="00745A98">
        <w:tab/>
      </w:r>
      <w:r w:rsidR="002F3D63">
        <w:t xml:space="preserve">PhDr. </w:t>
      </w:r>
      <w:r w:rsidR="00A12E12">
        <w:t>Jiří Kálal</w:t>
      </w:r>
    </w:p>
    <w:p w:rsidR="002F3D63" w:rsidRDefault="002F3D63" w:rsidP="00163029">
      <w:pPr>
        <w:spacing w:line="360" w:lineRule="auto"/>
      </w:pPr>
    </w:p>
    <w:p w:rsidR="00163029" w:rsidRPr="00501C29" w:rsidRDefault="0084712D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15465E" w:rsidRPr="00501C29" w:rsidRDefault="0015465E" w:rsidP="002F3D63">
      <w:pPr>
        <w:spacing w:line="276" w:lineRule="auto"/>
        <w:jc w:val="both"/>
        <w:rPr>
          <w:b/>
        </w:rPr>
      </w:pPr>
      <w:r>
        <w:t>Seznámení s učivem z oblasti reklamy a jeho procvičování. Studenti se aktivně spoluúčastní  výkl</w:t>
      </w:r>
      <w:r w:rsidR="008D67E0">
        <w:t>adu, jehož tématem je reklama</w:t>
      </w:r>
      <w:r>
        <w:t xml:space="preserve">.  </w:t>
      </w:r>
    </w:p>
    <w:p w:rsidR="0015465E" w:rsidRDefault="0015465E" w:rsidP="002F3D63">
      <w:pPr>
        <w:spacing w:line="276" w:lineRule="auto"/>
        <w:jc w:val="both"/>
      </w:pPr>
    </w:p>
    <w:p w:rsidR="002F3D63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2C38B9">
        <w:rPr>
          <w:b/>
        </w:rPr>
        <w:t xml:space="preserve"> </w:t>
      </w:r>
    </w:p>
    <w:p w:rsidR="00484E3A" w:rsidRDefault="00325E78" w:rsidP="00745A98">
      <w:pPr>
        <w:spacing w:line="360" w:lineRule="auto"/>
        <w:rPr>
          <w:b/>
        </w:rPr>
      </w:pPr>
      <w:r w:rsidRPr="002C38B9">
        <w:t>reklama, propagace</w:t>
      </w:r>
      <w:r w:rsidR="002C38B9" w:rsidRPr="002C38B9">
        <w:t>, hodnota</w:t>
      </w:r>
    </w:p>
    <w:p w:rsidR="00484E3A" w:rsidRPr="00970B7C" w:rsidRDefault="00484E3A" w:rsidP="00745A98">
      <w:pPr>
        <w:spacing w:line="360" w:lineRule="auto"/>
        <w:rPr>
          <w:b/>
          <w:sz w:val="20"/>
          <w:szCs w:val="20"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408DA" w:rsidP="009F6F13">
      <w:r>
        <w:t>Studenti společně s učitelem zhlédnou ukázku a debatují nad obsahem</w:t>
      </w:r>
      <w:r w:rsidR="002F3D63">
        <w:t>.</w:t>
      </w:r>
    </w:p>
    <w:p w:rsidR="002408DA" w:rsidRPr="00970B7C" w:rsidRDefault="002408DA" w:rsidP="009F6F13">
      <w:pPr>
        <w:rPr>
          <w:sz w:val="20"/>
          <w:szCs w:val="20"/>
        </w:rPr>
      </w:pPr>
    </w:p>
    <w:p w:rsidR="002F3D63" w:rsidRPr="002F3D63" w:rsidRDefault="002F3D63" w:rsidP="00623F17">
      <w:pPr>
        <w:spacing w:line="360" w:lineRule="auto"/>
        <w:rPr>
          <w:b/>
          <w:sz w:val="16"/>
          <w:szCs w:val="16"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2C38B9" w:rsidRPr="002F3D63" w:rsidRDefault="002C38B9" w:rsidP="00623F17">
      <w:pPr>
        <w:spacing w:line="360" w:lineRule="auto"/>
      </w:pPr>
      <w:r w:rsidRPr="002F3D63">
        <w:t>http://www.youtube.com/watch?v=T_qgelX821M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2F3D63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D1" w:rsidRDefault="00937DD1">
      <w:r>
        <w:separator/>
      </w:r>
    </w:p>
  </w:endnote>
  <w:endnote w:type="continuationSeparator" w:id="0">
    <w:p w:rsidR="00937DD1" w:rsidRDefault="0093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D" w:rsidRDefault="008471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D" w:rsidRDefault="008471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D1" w:rsidRDefault="00937DD1">
      <w:r>
        <w:separator/>
      </w:r>
    </w:p>
  </w:footnote>
  <w:footnote w:type="continuationSeparator" w:id="0">
    <w:p w:rsidR="00937DD1" w:rsidRDefault="00937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D" w:rsidRDefault="008471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4712D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4712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D" w:rsidRDefault="008471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F3D3F"/>
    <w:rsid w:val="0010546B"/>
    <w:rsid w:val="0015465E"/>
    <w:rsid w:val="00163029"/>
    <w:rsid w:val="001A6A4C"/>
    <w:rsid w:val="001F1A08"/>
    <w:rsid w:val="00226F17"/>
    <w:rsid w:val="00231F28"/>
    <w:rsid w:val="00232FB1"/>
    <w:rsid w:val="002408DA"/>
    <w:rsid w:val="00277DF7"/>
    <w:rsid w:val="0028489E"/>
    <w:rsid w:val="00290C19"/>
    <w:rsid w:val="00297870"/>
    <w:rsid w:val="002A290B"/>
    <w:rsid w:val="002A5BAC"/>
    <w:rsid w:val="002C38B9"/>
    <w:rsid w:val="002F3D63"/>
    <w:rsid w:val="003109CD"/>
    <w:rsid w:val="00325E78"/>
    <w:rsid w:val="0033262C"/>
    <w:rsid w:val="0034544A"/>
    <w:rsid w:val="0035059B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5388"/>
    <w:rsid w:val="0046688E"/>
    <w:rsid w:val="00471A18"/>
    <w:rsid w:val="00484E3A"/>
    <w:rsid w:val="00490F9C"/>
    <w:rsid w:val="00493EE7"/>
    <w:rsid w:val="004C3049"/>
    <w:rsid w:val="004E598A"/>
    <w:rsid w:val="00501C29"/>
    <w:rsid w:val="005113B5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B1C41"/>
    <w:rsid w:val="007C424F"/>
    <w:rsid w:val="007C52F1"/>
    <w:rsid w:val="007F02F7"/>
    <w:rsid w:val="007F06C8"/>
    <w:rsid w:val="00801324"/>
    <w:rsid w:val="00812228"/>
    <w:rsid w:val="0082351D"/>
    <w:rsid w:val="00823D1E"/>
    <w:rsid w:val="0084712D"/>
    <w:rsid w:val="00850DBC"/>
    <w:rsid w:val="00851B40"/>
    <w:rsid w:val="008725F1"/>
    <w:rsid w:val="008B5602"/>
    <w:rsid w:val="008D5029"/>
    <w:rsid w:val="008D67E0"/>
    <w:rsid w:val="008F1D94"/>
    <w:rsid w:val="009178A2"/>
    <w:rsid w:val="00930B79"/>
    <w:rsid w:val="00937DD1"/>
    <w:rsid w:val="00970B7C"/>
    <w:rsid w:val="009950D5"/>
    <w:rsid w:val="009D692F"/>
    <w:rsid w:val="009E3C77"/>
    <w:rsid w:val="009E736F"/>
    <w:rsid w:val="009F240C"/>
    <w:rsid w:val="009F6F13"/>
    <w:rsid w:val="00A12779"/>
    <w:rsid w:val="00A12E12"/>
    <w:rsid w:val="00A32C1A"/>
    <w:rsid w:val="00A32F88"/>
    <w:rsid w:val="00A40F31"/>
    <w:rsid w:val="00A67905"/>
    <w:rsid w:val="00A739DB"/>
    <w:rsid w:val="00A92398"/>
    <w:rsid w:val="00AD3C3E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2729"/>
    <w:rsid w:val="00C36394"/>
    <w:rsid w:val="00C40A74"/>
    <w:rsid w:val="00C43F4C"/>
    <w:rsid w:val="00C61876"/>
    <w:rsid w:val="00C61B2E"/>
    <w:rsid w:val="00C841AF"/>
    <w:rsid w:val="00CA3390"/>
    <w:rsid w:val="00CB38DA"/>
    <w:rsid w:val="00CC59E8"/>
    <w:rsid w:val="00CF24A3"/>
    <w:rsid w:val="00CF75F9"/>
    <w:rsid w:val="00D65D2B"/>
    <w:rsid w:val="00D8025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37BB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95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9</cp:revision>
  <cp:lastPrinted>1900-12-31T22:00:00Z</cp:lastPrinted>
  <dcterms:created xsi:type="dcterms:W3CDTF">2013-06-06T11:51:00Z</dcterms:created>
  <dcterms:modified xsi:type="dcterms:W3CDTF">2014-05-05T22:37:00Z</dcterms:modified>
</cp:coreProperties>
</file>