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bookmarkStart w:id="0" w:name="_GoBack"/>
      <w:bookmarkEnd w:id="0"/>
      <w:r w:rsidRPr="00745A98">
        <w:rPr>
          <w:b/>
          <w:sz w:val="40"/>
          <w:szCs w:val="40"/>
        </w:rPr>
        <w:t>Metodický list</w:t>
      </w:r>
    </w:p>
    <w:p w:rsidR="00BF2F7A" w:rsidRPr="00402AD6" w:rsidRDefault="009F6F13" w:rsidP="0036718C">
      <w:pPr>
        <w:tabs>
          <w:tab w:val="left" w:pos="1985"/>
          <w:tab w:val="left" w:pos="8168"/>
        </w:tabs>
        <w:spacing w:before="240" w:line="360" w:lineRule="auto"/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402AD6" w:rsidRPr="007C4A85">
        <w:rPr>
          <w:b/>
        </w:rPr>
        <w:t>Religionistika – křesťanství - dějiny, věrouka</w:t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bookmarkStart w:id="1" w:name="Text2"/>
      <w:r w:rsidR="00402AD6" w:rsidRPr="00402AD6">
        <w:t>Mgr.</w:t>
      </w:r>
      <w:r w:rsidR="00C46D1B" w:rsidRPr="00BA531D">
        <w:t xml:space="preserve"> Zdenka Ďuricová</w:t>
      </w:r>
      <w:bookmarkEnd w:id="1"/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402AD6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402AD6">
        <w:t>3_</w:t>
      </w:r>
      <w:r w:rsidR="00C46D1B">
        <w:t>Materiály k</w:t>
      </w:r>
      <w:r w:rsidR="00D55D6B">
        <w:t> </w:t>
      </w:r>
      <w:r w:rsidR="00C46D1B">
        <w:t>výuce</w:t>
      </w:r>
      <w:r w:rsidR="00D55D6B">
        <w:t xml:space="preserve"> v semináři z </w:t>
      </w:r>
      <w:r w:rsidR="00402AD6">
        <w:t>občanského</w:t>
      </w:r>
      <w:r w:rsidR="00D55D6B">
        <w:t xml:space="preserve"> a společenskovědního základu</w:t>
      </w:r>
    </w:p>
    <w:p w:rsidR="007C4A85" w:rsidRDefault="00D55D6B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Č</w:t>
      </w:r>
      <w:r w:rsidR="009F6F13">
        <w:t>íslo</w:t>
      </w:r>
      <w:r w:rsidR="008725F1">
        <w:t xml:space="preserve"> DUM</w:t>
      </w:r>
      <w:r w:rsidR="009F6F13">
        <w:t>:</w:t>
      </w:r>
      <w:r w:rsidR="001543A2">
        <w:t xml:space="preserve"> </w:t>
      </w:r>
      <w:proofErr w:type="gramStart"/>
      <w:r w:rsidR="001543A2">
        <w:t>09</w:t>
      </w:r>
      <w:r w:rsidR="00A70AF9">
        <w:t xml:space="preserve">           </w:t>
      </w:r>
      <w:r>
        <w:t>Předmět</w:t>
      </w:r>
      <w:proofErr w:type="gramEnd"/>
      <w:r>
        <w:t>: seminář z občanského a společenskovědního základu</w:t>
      </w:r>
      <w:r w:rsidR="00A70AF9">
        <w:t xml:space="preserve">    </w:t>
      </w:r>
    </w:p>
    <w:p w:rsidR="009F6F13" w:rsidRDefault="00163029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ab/>
      </w:r>
      <w:r w:rsidR="00C46D1B">
        <w:t xml:space="preserve">                                       </w:t>
      </w:r>
      <w:r w:rsidR="00A70AF9">
        <w:t xml:space="preserve">                                               </w:t>
      </w:r>
      <w:r w:rsidR="001543A2">
        <w:t xml:space="preserve">    </w:t>
      </w:r>
      <w:r w:rsidR="00A70AF9">
        <w:t xml:space="preserve"> 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1543A2">
        <w:t>7</w:t>
      </w:r>
      <w:r w:rsidR="00A70AF9">
        <w:t>.1. 2013</w:t>
      </w:r>
      <w:proofErr w:type="gramEnd"/>
      <w:r w:rsidR="00163029">
        <w:tab/>
      </w:r>
      <w:r>
        <w:t>Třída:</w:t>
      </w:r>
      <w:r w:rsidR="00163029">
        <w:tab/>
      </w:r>
      <w:r w:rsidR="00A70AF9">
        <w:t>4</w:t>
      </w:r>
      <w:r w:rsidR="00C46D1B">
        <w:t>.B</w:t>
      </w:r>
      <w:r>
        <w:tab/>
        <w:t>Ověřující učitel:</w:t>
      </w:r>
      <w:r w:rsidR="00C46D1B">
        <w:t xml:space="preserve"> </w:t>
      </w:r>
      <w:r w:rsidR="00A70AF9">
        <w:t>Mgr.</w:t>
      </w:r>
      <w:r w:rsidR="009B4C37">
        <w:t xml:space="preserve"> Z.</w:t>
      </w:r>
      <w:r w:rsidR="00A70AF9">
        <w:t xml:space="preserve"> </w:t>
      </w:r>
      <w:r w:rsidR="00C46D1B">
        <w:t>Ďuricová</w:t>
      </w:r>
      <w:r w:rsidR="00745A98">
        <w:tab/>
      </w:r>
    </w:p>
    <w:p w:rsidR="00163029" w:rsidRPr="00501C29" w:rsidRDefault="00751DE6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  <w:r w:rsidR="00EF0EDC">
        <w:t xml:space="preserve"> </w:t>
      </w:r>
      <w:r w:rsidR="00A70AF9">
        <w:t xml:space="preserve">žák chápe křesťanské pojetí života, </w:t>
      </w:r>
      <w:r w:rsidR="00582507">
        <w:t>zná historii, věrouku a symboliku křesťanství</w:t>
      </w:r>
    </w:p>
    <w:p w:rsidR="001D75F1" w:rsidRPr="001D75F1" w:rsidRDefault="00484E3A" w:rsidP="00745A98">
      <w:pPr>
        <w:spacing w:before="240" w:line="360" w:lineRule="auto"/>
      </w:pPr>
      <w:r>
        <w:rPr>
          <w:b/>
        </w:rPr>
        <w:t>Klíčová slova:</w:t>
      </w:r>
      <w:r w:rsidR="00C46D1B">
        <w:rPr>
          <w:b/>
        </w:rPr>
        <w:t xml:space="preserve"> </w:t>
      </w:r>
      <w:r w:rsidR="00582507" w:rsidRPr="001D75F1">
        <w:t>křesťanství,</w:t>
      </w:r>
      <w:r w:rsidR="00582507">
        <w:rPr>
          <w:b/>
        </w:rPr>
        <w:t xml:space="preserve"> </w:t>
      </w:r>
      <w:r w:rsidR="00582507" w:rsidRPr="001D75F1">
        <w:t xml:space="preserve">edikt milánský, velké schizma, řád sv. </w:t>
      </w:r>
      <w:proofErr w:type="gramStart"/>
      <w:r w:rsidR="00582507" w:rsidRPr="001D75F1">
        <w:t>Benedikta,</w:t>
      </w:r>
      <w:r w:rsidR="009B4C37">
        <w:t xml:space="preserve">  r</w:t>
      </w:r>
      <w:r w:rsidR="00582507" w:rsidRPr="001D75F1">
        <w:t>eformace</w:t>
      </w:r>
      <w:proofErr w:type="gramEnd"/>
      <w:r w:rsidR="00582507" w:rsidRPr="001D75F1">
        <w:t>,</w:t>
      </w:r>
      <w:r w:rsidR="001D75F1">
        <w:t xml:space="preserve"> luterství,</w:t>
      </w:r>
      <w:r w:rsidR="00582507" w:rsidRPr="001D75F1">
        <w:t xml:space="preserve"> Tovaryšstvo Ježíšovo, I</w:t>
      </w:r>
      <w:r w:rsidR="009D67B0">
        <w:t>gnác</w:t>
      </w:r>
      <w:r w:rsidR="00582507" w:rsidRPr="001D75F1">
        <w:t xml:space="preserve"> z </w:t>
      </w:r>
      <w:proofErr w:type="spellStart"/>
      <w:r w:rsidR="00582507" w:rsidRPr="001D75F1">
        <w:t>Loyoly</w:t>
      </w:r>
      <w:proofErr w:type="spellEnd"/>
      <w:r w:rsidR="00582507" w:rsidRPr="001D75F1">
        <w:t>, Feuerbach L., Marx K., ateismus, křest, bible, monotheismus, apoštol, katolická a ortodoxní církev, protestantismus, ekumenismus, papež, svátosti, latinský</w:t>
      </w:r>
      <w:r w:rsidR="009B4C37">
        <w:t xml:space="preserve"> kříž,</w:t>
      </w:r>
      <w:r w:rsidR="00582507" w:rsidRPr="001D75F1">
        <w:t xml:space="preserve"> řecký kříž, patriarchát, ikony, anglikánská církev, kalvinismus, biřmování, svátost eucharistie </w:t>
      </w:r>
    </w:p>
    <w:p w:rsidR="00F73128" w:rsidRPr="00BA531D" w:rsidRDefault="00501C29" w:rsidP="00745A98">
      <w:pPr>
        <w:spacing w:before="240" w:line="360" w:lineRule="auto"/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proofErr w:type="gramStart"/>
      <w:r w:rsidR="00163029" w:rsidRPr="00A32F88">
        <w:rPr>
          <w:b/>
        </w:rPr>
        <w:t>materiálu:</w:t>
      </w:r>
      <w:r w:rsidR="001D75F1">
        <w:rPr>
          <w:b/>
        </w:rPr>
        <w:t xml:space="preserve"> </w:t>
      </w:r>
      <w:r w:rsidR="00907AE3">
        <w:rPr>
          <w:b/>
        </w:rPr>
        <w:t xml:space="preserve"> </w:t>
      </w:r>
      <w:r w:rsidR="00907AE3" w:rsidRPr="00BA531D">
        <w:t>žák</w:t>
      </w:r>
      <w:proofErr w:type="gramEnd"/>
      <w:r w:rsidR="001D75F1">
        <w:t xml:space="preserve"> spojuje časové dominanty s pojmy, doplňuje do textu klíčová slova a rozlišuje katolický, pravoslavný a  protestantský proud křesťanství</w:t>
      </w:r>
    </w:p>
    <w:p w:rsidR="003948C3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</w:t>
      </w:r>
      <w:r w:rsidR="003948C3">
        <w:rPr>
          <w:b/>
        </w:rPr>
        <w:t>:</w:t>
      </w:r>
    </w:p>
    <w:p w:rsidR="00907AE3" w:rsidRPr="00BA531D" w:rsidRDefault="008828FD" w:rsidP="00623F17">
      <w:pPr>
        <w:spacing w:before="240" w:line="360" w:lineRule="auto"/>
      </w:pPr>
      <w:r>
        <w:t>PARTRIDG</w:t>
      </w:r>
      <w:r w:rsidR="001851CF">
        <w:t>E</w:t>
      </w:r>
      <w:r w:rsidR="003948C3">
        <w:t xml:space="preserve">, Ch. </w:t>
      </w:r>
      <w:r w:rsidR="003948C3" w:rsidRPr="003948C3">
        <w:rPr>
          <w:i/>
        </w:rPr>
        <w:t>Lexikon sv</w:t>
      </w:r>
      <w:r w:rsidR="009B4C37">
        <w:rPr>
          <w:i/>
        </w:rPr>
        <w:t>ě</w:t>
      </w:r>
      <w:r w:rsidR="003948C3" w:rsidRPr="003948C3">
        <w:rPr>
          <w:i/>
        </w:rPr>
        <w:t>tových náboženství.</w:t>
      </w:r>
      <w:r w:rsidR="003948C3">
        <w:t xml:space="preserve"> Praha: </w:t>
      </w:r>
      <w:proofErr w:type="spellStart"/>
      <w:r w:rsidR="003948C3">
        <w:t>Slovart</w:t>
      </w:r>
      <w:proofErr w:type="spellEnd"/>
      <w:r w:rsidR="003948C3">
        <w:t>, 2006</w:t>
      </w:r>
      <w:r w:rsidR="00907AE3" w:rsidRPr="00BA531D">
        <w:t xml:space="preserve">                                                  </w:t>
      </w:r>
      <w:r w:rsidR="003948C3">
        <w:t xml:space="preserve">      </w:t>
      </w:r>
    </w:p>
    <w:p w:rsidR="00623F17" w:rsidRPr="00BA531D" w:rsidRDefault="003948C3" w:rsidP="00907AE3">
      <w:pPr>
        <w:spacing w:before="240" w:line="360" w:lineRule="auto"/>
      </w:pPr>
      <w:r>
        <w:t>O</w:t>
      </w:r>
      <w:r w:rsidR="00907AE3" w:rsidRPr="00BA531D">
        <w:t xml:space="preserve">brázek použit z galerie obrázků Smart Notebook 11              </w:t>
      </w:r>
    </w:p>
    <w:p w:rsidR="00623F17" w:rsidRPr="00764CA0" w:rsidRDefault="00623F17" w:rsidP="00623F17">
      <w:pPr>
        <w:spacing w:before="240" w:line="360" w:lineRule="auto"/>
      </w:pPr>
      <w:r w:rsidRPr="00EB331B">
        <w:rPr>
          <w:b/>
        </w:rPr>
        <w:t xml:space="preserve">Poznámka: </w:t>
      </w:r>
      <w:r w:rsidR="00764CA0">
        <w:rPr>
          <w:b/>
        </w:rPr>
        <w:t xml:space="preserve"> </w:t>
      </w:r>
      <w:r w:rsidR="00764CA0" w:rsidRPr="00764CA0">
        <w:t>ověření</w:t>
      </w:r>
      <w:r w:rsidR="00764CA0">
        <w:t xml:space="preserve"> s komentářem trvá jednu vyučovací hodinu</w:t>
      </w:r>
    </w:p>
    <w:sectPr w:rsidR="00623F17" w:rsidRPr="00764CA0" w:rsidSect="00A32F88">
      <w:headerReference w:type="default" r:id="rId9"/>
      <w:footerReference w:type="default" r:id="rId10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730" w:rsidRDefault="003B4730">
      <w:r>
        <w:separator/>
      </w:r>
    </w:p>
  </w:endnote>
  <w:endnote w:type="continuationSeparator" w:id="0">
    <w:p w:rsidR="003B4730" w:rsidRDefault="003B4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730" w:rsidRDefault="003B4730">
      <w:r>
        <w:separator/>
      </w:r>
    </w:p>
  </w:footnote>
  <w:footnote w:type="continuationSeparator" w:id="0">
    <w:p w:rsidR="003B4730" w:rsidRDefault="003B47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751DE6">
      <w:rPr>
        <w:bCs/>
      </w:rPr>
      <w:t>34.</w:t>
    </w:r>
    <w:r>
      <w:rPr>
        <w:bCs/>
      </w:rPr>
      <w:t>0325</w:t>
    </w:r>
  </w:p>
  <w:p w:rsidR="00484E3A" w:rsidRPr="00745A98" w:rsidRDefault="00751DE6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543A2"/>
    <w:rsid w:val="00163029"/>
    <w:rsid w:val="001851CF"/>
    <w:rsid w:val="001A6A4C"/>
    <w:rsid w:val="001D75F1"/>
    <w:rsid w:val="001F1A08"/>
    <w:rsid w:val="00232FB1"/>
    <w:rsid w:val="002524B9"/>
    <w:rsid w:val="0026317E"/>
    <w:rsid w:val="0028489E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0636"/>
    <w:rsid w:val="003835AF"/>
    <w:rsid w:val="003948C3"/>
    <w:rsid w:val="00394D93"/>
    <w:rsid w:val="003A5AD6"/>
    <w:rsid w:val="003B4730"/>
    <w:rsid w:val="003E4C3B"/>
    <w:rsid w:val="003E63C0"/>
    <w:rsid w:val="003F4DE8"/>
    <w:rsid w:val="00402AD6"/>
    <w:rsid w:val="0042348A"/>
    <w:rsid w:val="00434610"/>
    <w:rsid w:val="00445D3A"/>
    <w:rsid w:val="004621BF"/>
    <w:rsid w:val="0046688E"/>
    <w:rsid w:val="00471A18"/>
    <w:rsid w:val="00480C18"/>
    <w:rsid w:val="00484E3A"/>
    <w:rsid w:val="00490F9C"/>
    <w:rsid w:val="00493EE7"/>
    <w:rsid w:val="004C3049"/>
    <w:rsid w:val="00501C29"/>
    <w:rsid w:val="00512A86"/>
    <w:rsid w:val="00546A70"/>
    <w:rsid w:val="00574DD9"/>
    <w:rsid w:val="00582507"/>
    <w:rsid w:val="00592F82"/>
    <w:rsid w:val="005A62C1"/>
    <w:rsid w:val="005D030A"/>
    <w:rsid w:val="006027CC"/>
    <w:rsid w:val="00623F17"/>
    <w:rsid w:val="00684220"/>
    <w:rsid w:val="0068435C"/>
    <w:rsid w:val="006A366E"/>
    <w:rsid w:val="006A718D"/>
    <w:rsid w:val="006E792F"/>
    <w:rsid w:val="00700E72"/>
    <w:rsid w:val="00745A98"/>
    <w:rsid w:val="00751DE6"/>
    <w:rsid w:val="00764CA0"/>
    <w:rsid w:val="007659FE"/>
    <w:rsid w:val="00771703"/>
    <w:rsid w:val="007C424F"/>
    <w:rsid w:val="007C4A85"/>
    <w:rsid w:val="007C52F1"/>
    <w:rsid w:val="007F02F7"/>
    <w:rsid w:val="007F06C8"/>
    <w:rsid w:val="00801324"/>
    <w:rsid w:val="008052AE"/>
    <w:rsid w:val="00812228"/>
    <w:rsid w:val="0082351D"/>
    <w:rsid w:val="00823D1E"/>
    <w:rsid w:val="008725F1"/>
    <w:rsid w:val="008828FD"/>
    <w:rsid w:val="008B5602"/>
    <w:rsid w:val="008F1D94"/>
    <w:rsid w:val="00907AE3"/>
    <w:rsid w:val="009178A2"/>
    <w:rsid w:val="00930B79"/>
    <w:rsid w:val="009B4C37"/>
    <w:rsid w:val="009D67B0"/>
    <w:rsid w:val="009E736F"/>
    <w:rsid w:val="009F240C"/>
    <w:rsid w:val="009F6F13"/>
    <w:rsid w:val="00A32C1A"/>
    <w:rsid w:val="00A32F88"/>
    <w:rsid w:val="00A67905"/>
    <w:rsid w:val="00A70AF9"/>
    <w:rsid w:val="00A739DB"/>
    <w:rsid w:val="00A92398"/>
    <w:rsid w:val="00AE0AB9"/>
    <w:rsid w:val="00B03303"/>
    <w:rsid w:val="00B11E31"/>
    <w:rsid w:val="00B121FF"/>
    <w:rsid w:val="00B43D79"/>
    <w:rsid w:val="00B73B73"/>
    <w:rsid w:val="00BA4C26"/>
    <w:rsid w:val="00BA531D"/>
    <w:rsid w:val="00BC3C15"/>
    <w:rsid w:val="00BF2F7A"/>
    <w:rsid w:val="00C067D2"/>
    <w:rsid w:val="00C36394"/>
    <w:rsid w:val="00C43F4C"/>
    <w:rsid w:val="00C46D1B"/>
    <w:rsid w:val="00C61876"/>
    <w:rsid w:val="00C61B2E"/>
    <w:rsid w:val="00C62BEA"/>
    <w:rsid w:val="00C841AF"/>
    <w:rsid w:val="00C97324"/>
    <w:rsid w:val="00CB38DA"/>
    <w:rsid w:val="00CC59E8"/>
    <w:rsid w:val="00CF24A3"/>
    <w:rsid w:val="00CF3B6B"/>
    <w:rsid w:val="00D55D6B"/>
    <w:rsid w:val="00D65D2B"/>
    <w:rsid w:val="00DB572C"/>
    <w:rsid w:val="00DB726E"/>
    <w:rsid w:val="00E12C07"/>
    <w:rsid w:val="00E62F06"/>
    <w:rsid w:val="00E85A23"/>
    <w:rsid w:val="00E96239"/>
    <w:rsid w:val="00EB152F"/>
    <w:rsid w:val="00EB331B"/>
    <w:rsid w:val="00ED00A5"/>
    <w:rsid w:val="00EE037D"/>
    <w:rsid w:val="00EF0EDC"/>
    <w:rsid w:val="00EF7937"/>
    <w:rsid w:val="00F16660"/>
    <w:rsid w:val="00F21BB5"/>
    <w:rsid w:val="00F456CA"/>
    <w:rsid w:val="00F73128"/>
    <w:rsid w:val="00FA168B"/>
    <w:rsid w:val="00FC34AC"/>
    <w:rsid w:val="00FD69C2"/>
    <w:rsid w:val="00FF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notace1.doc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165</TotalTime>
  <Pages>1</Pages>
  <Words>171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hchotovinska</cp:lastModifiedBy>
  <cp:revision>33</cp:revision>
  <cp:lastPrinted>2013-01-22T20:30:00Z</cp:lastPrinted>
  <dcterms:created xsi:type="dcterms:W3CDTF">2012-09-30T18:31:00Z</dcterms:created>
  <dcterms:modified xsi:type="dcterms:W3CDTF">2014-06-09T13:05:00Z</dcterms:modified>
</cp:coreProperties>
</file>