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AD9" w:rsidRDefault="006C4AD9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30B36">
        <w:rPr>
          <w:b/>
        </w:rPr>
        <w:t>Druhá odmocnina</w:t>
      </w:r>
      <w:r w:rsidR="00236E6E">
        <w:rPr>
          <w:b/>
        </w:rPr>
        <w:t xml:space="preserve"> - vlastnosti</w:t>
      </w:r>
      <w:r w:rsidR="0036718C">
        <w:rPr>
          <w:b/>
        </w:rPr>
        <w:tab/>
      </w:r>
    </w:p>
    <w:p w:rsidR="009F6F13" w:rsidRPr="006C4AD9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30B36" w:rsidRPr="006C4AD9">
        <w:t xml:space="preserve">Mgr. Kateřina </w:t>
      </w:r>
      <w:proofErr w:type="spellStart"/>
      <w:r w:rsidR="00A30B36" w:rsidRPr="006C4AD9">
        <w:t>Rinkeová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B80EF8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</w:p>
    <w:p w:rsidR="009F6F13" w:rsidRDefault="00B80EF8" w:rsidP="00592F82">
      <w:pPr>
        <w:tabs>
          <w:tab w:val="left" w:pos="993"/>
        </w:tabs>
        <w:spacing w:line="360" w:lineRule="auto"/>
      </w:pPr>
      <w:r>
        <w:tab/>
        <w:t>Příprava na dvojjazyčné studium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B80EF8">
        <w:t>2_</w:t>
      </w:r>
      <w:r w:rsidR="00A30B36">
        <w:t>M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154095">
        <w:t>1</w:t>
      </w:r>
      <w:r w:rsidR="00236E6E">
        <w:t>6</w:t>
      </w:r>
      <w:r w:rsidR="00592F82">
        <w:tab/>
        <w:t>Předmět:</w:t>
      </w:r>
      <w:r w:rsidR="00592F82">
        <w:tab/>
      </w:r>
      <w:r w:rsidR="00A30B36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236E6E">
        <w:t>10</w:t>
      </w:r>
      <w:r w:rsidR="00154095">
        <w:t>.1</w:t>
      </w:r>
      <w:r w:rsidR="00A30B36">
        <w:t>0</w:t>
      </w:r>
      <w:r w:rsidR="00154095">
        <w:t>.2013</w:t>
      </w:r>
      <w:proofErr w:type="gramEnd"/>
      <w:r w:rsidR="00163029">
        <w:tab/>
      </w:r>
      <w:r>
        <w:t>Třída:</w:t>
      </w:r>
      <w:r w:rsidR="00163029">
        <w:tab/>
      </w:r>
      <w:r w:rsidR="00A30B36">
        <w:t>1</w:t>
      </w:r>
      <w:r w:rsidR="00154095">
        <w:t>.A</w:t>
      </w:r>
      <w:r>
        <w:tab/>
        <w:t>Ověřující učitel:</w:t>
      </w:r>
      <w:r w:rsidR="00154095">
        <w:t xml:space="preserve"> </w:t>
      </w:r>
      <w:r w:rsidR="00A30B36">
        <w:t xml:space="preserve">Mgr. K. </w:t>
      </w:r>
      <w:proofErr w:type="spellStart"/>
      <w:r w:rsidR="00A30B36">
        <w:t>Rinkeová</w:t>
      </w:r>
      <w:proofErr w:type="spellEnd"/>
    </w:p>
    <w:p w:rsidR="00163029" w:rsidRPr="00501C29" w:rsidRDefault="00D819C6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A30B36" w:rsidP="00745A98">
      <w:r>
        <w:t>Materiál seznamuje s</w:t>
      </w:r>
      <w:r w:rsidR="00236E6E">
        <w:t> vlastnostmi druhých mocnin nezáporných reálných</w:t>
      </w:r>
      <w:r>
        <w:t xml:space="preserve"> čís</w:t>
      </w:r>
      <w:r w:rsidR="00236E6E">
        <w:t>e</w:t>
      </w:r>
      <w:r>
        <w:t>l.</w:t>
      </w:r>
    </w:p>
    <w:p w:rsidR="00A30B36" w:rsidRDefault="00A30B36" w:rsidP="00745A98"/>
    <w:p w:rsidR="006C4AD9" w:rsidRPr="006C4AD9" w:rsidRDefault="006C4AD9" w:rsidP="00A30B36">
      <w:pPr>
        <w:spacing w:line="360" w:lineRule="auto"/>
        <w:rPr>
          <w:b/>
          <w:sz w:val="16"/>
          <w:szCs w:val="16"/>
        </w:rPr>
      </w:pPr>
    </w:p>
    <w:p w:rsidR="00484E3A" w:rsidRDefault="00484E3A" w:rsidP="00A30B36">
      <w:pPr>
        <w:spacing w:line="360" w:lineRule="auto"/>
        <w:rPr>
          <w:b/>
        </w:rPr>
      </w:pPr>
      <w:r>
        <w:rPr>
          <w:b/>
        </w:rPr>
        <w:t>Klíčová slova:</w:t>
      </w:r>
    </w:p>
    <w:p w:rsidR="00A30B36" w:rsidRPr="00A30B36" w:rsidRDefault="00A30B36" w:rsidP="00A30B36">
      <w:pPr>
        <w:spacing w:line="360" w:lineRule="auto"/>
      </w:pPr>
      <w:r>
        <w:t>D</w:t>
      </w:r>
      <w:r w:rsidR="00236E6E">
        <w:t>ruhá odmocnina – odhad druhé odmocniny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36E6E" w:rsidP="006C4AD9">
      <w:pPr>
        <w:spacing w:line="276" w:lineRule="auto"/>
        <w:jc w:val="both"/>
      </w:pPr>
      <w:r>
        <w:t>Materiál seznamuje žáky se základními vlastnostmi druhých odmocnin nezáporných čísel a odhadováním jejich hodnot.</w:t>
      </w:r>
    </w:p>
    <w:p w:rsidR="00154095" w:rsidRDefault="00623F17" w:rsidP="0015409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C3C9D" w:rsidRDefault="008C3C9D" w:rsidP="008C3C9D">
      <w:pPr>
        <w:autoSpaceDE w:val="0"/>
        <w:autoSpaceDN w:val="0"/>
        <w:adjustRightInd w:val="0"/>
        <w:spacing w:line="276" w:lineRule="auto"/>
        <w:rPr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Matematika I pro 8. roč. </w:t>
      </w:r>
      <w:r>
        <w:rPr>
          <w:iCs/>
          <w:color w:val="000000"/>
        </w:rPr>
        <w:t>ZŠ. Praha: Prometheus, 2000</w:t>
      </w:r>
    </w:p>
    <w:p w:rsidR="008C3C9D" w:rsidRDefault="008C3C9D" w:rsidP="008C3C9D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Pracovní sešit z matematiky pro 8. roč. ZŠ. </w:t>
      </w:r>
      <w:r>
        <w:rPr>
          <w:iCs/>
          <w:color w:val="000000"/>
        </w:rPr>
        <w:t>Praha:</w:t>
      </w:r>
      <w:r>
        <w:rPr>
          <w:i/>
          <w:iCs/>
          <w:color w:val="000000"/>
        </w:rPr>
        <w:t xml:space="preserve"> </w:t>
      </w:r>
      <w:r>
        <w:rPr>
          <w:iCs/>
          <w:color w:val="000000"/>
        </w:rPr>
        <w:t>Prometheus, 2001</w:t>
      </w:r>
    </w:p>
    <w:p w:rsidR="008C3C9D" w:rsidRPr="008C3C9D" w:rsidRDefault="008C3C9D" w:rsidP="00623F17">
      <w:pPr>
        <w:spacing w:line="360" w:lineRule="auto"/>
        <w:rPr>
          <w:b/>
          <w:sz w:val="16"/>
          <w:szCs w:val="16"/>
        </w:rPr>
      </w:pPr>
    </w:p>
    <w:p w:rsidR="00623F17" w:rsidRDefault="00623F17" w:rsidP="00623F17">
      <w:pPr>
        <w:spacing w:line="360" w:lineRule="auto"/>
        <w:rPr>
          <w:b/>
          <w:color w:val="0070C0"/>
        </w:rPr>
      </w:pPr>
      <w:r w:rsidRPr="00EB331B">
        <w:rPr>
          <w:b/>
        </w:rPr>
        <w:t xml:space="preserve">Poznámka: </w:t>
      </w:r>
    </w:p>
    <w:p w:rsidR="00623F17" w:rsidRDefault="00A30B36" w:rsidP="00623F17">
      <w:r>
        <w:t xml:space="preserve">Žáci </w:t>
      </w:r>
      <w:r w:rsidR="00236E6E">
        <w:t>si procvičili techniku odmocňování i její vlastnosti.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3F9" w:rsidRDefault="00E803F9">
      <w:r>
        <w:separator/>
      </w:r>
    </w:p>
  </w:endnote>
  <w:endnote w:type="continuationSeparator" w:id="0">
    <w:p w:rsidR="00E803F9" w:rsidRDefault="00E8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9C6" w:rsidRDefault="00D819C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9C6" w:rsidRDefault="00D819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3F9" w:rsidRDefault="00E803F9">
      <w:r>
        <w:separator/>
      </w:r>
    </w:p>
  </w:footnote>
  <w:footnote w:type="continuationSeparator" w:id="0">
    <w:p w:rsidR="00E803F9" w:rsidRDefault="00E80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9C6" w:rsidRDefault="00D819C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D819C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D819C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9C6" w:rsidRDefault="00D819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4095"/>
    <w:rsid w:val="00163029"/>
    <w:rsid w:val="001A6A4C"/>
    <w:rsid w:val="001F1A08"/>
    <w:rsid w:val="00232FB1"/>
    <w:rsid w:val="00236E6E"/>
    <w:rsid w:val="0028489E"/>
    <w:rsid w:val="00290C19"/>
    <w:rsid w:val="00297870"/>
    <w:rsid w:val="002A290B"/>
    <w:rsid w:val="002A5BAC"/>
    <w:rsid w:val="00312E25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A718D"/>
    <w:rsid w:val="006C4AD9"/>
    <w:rsid w:val="006E792F"/>
    <w:rsid w:val="00700E72"/>
    <w:rsid w:val="00724D3B"/>
    <w:rsid w:val="00736B2D"/>
    <w:rsid w:val="00745A98"/>
    <w:rsid w:val="007659FE"/>
    <w:rsid w:val="00771703"/>
    <w:rsid w:val="007C424F"/>
    <w:rsid w:val="007C52F1"/>
    <w:rsid w:val="007C7D31"/>
    <w:rsid w:val="007F02F7"/>
    <w:rsid w:val="007F06C8"/>
    <w:rsid w:val="00801324"/>
    <w:rsid w:val="0080509F"/>
    <w:rsid w:val="00812228"/>
    <w:rsid w:val="0082351D"/>
    <w:rsid w:val="00823D1E"/>
    <w:rsid w:val="0087247B"/>
    <w:rsid w:val="008725F1"/>
    <w:rsid w:val="0087663D"/>
    <w:rsid w:val="008B5602"/>
    <w:rsid w:val="008C3C9D"/>
    <w:rsid w:val="008F1D94"/>
    <w:rsid w:val="00914108"/>
    <w:rsid w:val="009178A2"/>
    <w:rsid w:val="00930B79"/>
    <w:rsid w:val="009E736F"/>
    <w:rsid w:val="009F240C"/>
    <w:rsid w:val="009F6F13"/>
    <w:rsid w:val="00A30B36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2189E"/>
    <w:rsid w:val="00B43D79"/>
    <w:rsid w:val="00B73B73"/>
    <w:rsid w:val="00B80EF8"/>
    <w:rsid w:val="00BA4C26"/>
    <w:rsid w:val="00BC3C15"/>
    <w:rsid w:val="00C067D2"/>
    <w:rsid w:val="00C36394"/>
    <w:rsid w:val="00C43F4C"/>
    <w:rsid w:val="00C5139D"/>
    <w:rsid w:val="00C61876"/>
    <w:rsid w:val="00C61B2E"/>
    <w:rsid w:val="00C841AF"/>
    <w:rsid w:val="00CB38DA"/>
    <w:rsid w:val="00CC59E8"/>
    <w:rsid w:val="00CF24A3"/>
    <w:rsid w:val="00D65D2B"/>
    <w:rsid w:val="00D667E6"/>
    <w:rsid w:val="00D819C6"/>
    <w:rsid w:val="00DA7016"/>
    <w:rsid w:val="00DB726E"/>
    <w:rsid w:val="00E12C07"/>
    <w:rsid w:val="00E7661C"/>
    <w:rsid w:val="00E803F9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128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2013-10-28T22:08:00Z</dcterms:created>
  <dcterms:modified xsi:type="dcterms:W3CDTF">2014-06-10T12:10:00Z</dcterms:modified>
</cp:coreProperties>
</file>