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7DB" w:rsidRDefault="00A277DB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2D5C0F">
        <w:rPr>
          <w:b/>
        </w:rPr>
        <w:t>Počítání s druhými odmocninami</w:t>
      </w:r>
      <w:r w:rsidR="0036718C">
        <w:rPr>
          <w:b/>
        </w:rPr>
        <w:tab/>
      </w:r>
    </w:p>
    <w:p w:rsidR="009F6F13" w:rsidRPr="00A277DB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A30B36" w:rsidRPr="00A277DB">
        <w:t xml:space="preserve">Mgr. Kateřina </w:t>
      </w:r>
      <w:proofErr w:type="spellStart"/>
      <w:r w:rsidR="00A30B36" w:rsidRPr="00A277DB">
        <w:t>Rinkeová</w:t>
      </w:r>
      <w:proofErr w:type="spellEnd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7A4339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</w:p>
    <w:p w:rsidR="009F6F13" w:rsidRDefault="007A4339" w:rsidP="00592F82">
      <w:pPr>
        <w:tabs>
          <w:tab w:val="left" w:pos="993"/>
        </w:tabs>
        <w:spacing w:line="360" w:lineRule="auto"/>
      </w:pPr>
      <w:r>
        <w:tab/>
        <w:t>Příprava na dvojjazyčné studium</w:t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7A4339">
        <w:t>2_</w:t>
      </w:r>
      <w:r w:rsidR="00A30B36">
        <w:t>M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163029">
        <w:tab/>
      </w:r>
      <w:r w:rsidR="00154095">
        <w:t>1</w:t>
      </w:r>
      <w:r w:rsidR="002D5C0F">
        <w:t>7</w:t>
      </w:r>
      <w:r w:rsidR="00592F82">
        <w:tab/>
        <w:t>Předmět:</w:t>
      </w:r>
      <w:r w:rsidR="00592F82">
        <w:tab/>
      </w:r>
      <w:r w:rsidR="00A30B36">
        <w:t>matematika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2D5C0F">
        <w:t>11</w:t>
      </w:r>
      <w:r w:rsidR="00154095">
        <w:t>.1</w:t>
      </w:r>
      <w:r w:rsidR="00A30B36">
        <w:t>0</w:t>
      </w:r>
      <w:r w:rsidR="00154095">
        <w:t>.</w:t>
      </w:r>
      <w:r w:rsidR="00A277DB">
        <w:t xml:space="preserve"> </w:t>
      </w:r>
      <w:r w:rsidR="00154095">
        <w:t>2013</w:t>
      </w:r>
      <w:proofErr w:type="gramEnd"/>
      <w:r w:rsidR="00163029">
        <w:tab/>
      </w:r>
      <w:r>
        <w:t>Třída:</w:t>
      </w:r>
      <w:r w:rsidR="00163029">
        <w:tab/>
      </w:r>
      <w:r w:rsidR="00A30B36">
        <w:t>1</w:t>
      </w:r>
      <w:r w:rsidR="00154095">
        <w:t>.A</w:t>
      </w:r>
      <w:r>
        <w:tab/>
        <w:t>Ověřující učitel:</w:t>
      </w:r>
      <w:r w:rsidR="00154095">
        <w:t xml:space="preserve"> </w:t>
      </w:r>
      <w:r w:rsidR="00A30B36">
        <w:t xml:space="preserve">Mgr. K. </w:t>
      </w:r>
      <w:proofErr w:type="spellStart"/>
      <w:r w:rsidR="00A30B36">
        <w:t>Rinkeová</w:t>
      </w:r>
      <w:proofErr w:type="spellEnd"/>
    </w:p>
    <w:p w:rsidR="00163029" w:rsidRPr="00501C29" w:rsidRDefault="00F2025E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A30B36" w:rsidRDefault="00A30B36" w:rsidP="00745A98">
      <w:r>
        <w:t xml:space="preserve">Materiál </w:t>
      </w:r>
      <w:r w:rsidR="002D5C0F">
        <w:t>umožňuje procvičit si základní početní operace s druhými odmocninami.</w:t>
      </w:r>
    </w:p>
    <w:p w:rsidR="00A277DB" w:rsidRDefault="00A277DB" w:rsidP="00A30B36">
      <w:pPr>
        <w:spacing w:line="360" w:lineRule="auto"/>
        <w:rPr>
          <w:b/>
        </w:rPr>
      </w:pPr>
    </w:p>
    <w:p w:rsidR="00484E3A" w:rsidRDefault="00484E3A" w:rsidP="00A30B36">
      <w:pPr>
        <w:spacing w:line="360" w:lineRule="auto"/>
        <w:rPr>
          <w:b/>
        </w:rPr>
      </w:pPr>
      <w:r>
        <w:rPr>
          <w:b/>
        </w:rPr>
        <w:t>Klíčová slova:</w:t>
      </w:r>
    </w:p>
    <w:p w:rsidR="00A30B36" w:rsidRPr="00A30B36" w:rsidRDefault="00A30B36" w:rsidP="00A30B36">
      <w:pPr>
        <w:spacing w:line="360" w:lineRule="auto"/>
      </w:pPr>
      <w:r>
        <w:t>D</w:t>
      </w:r>
      <w:r w:rsidR="00236E6E">
        <w:t>ruhá o</w:t>
      </w:r>
      <w:r w:rsidR="002D5C0F">
        <w:t>dmocnina – součet, rozdíl, součin, podíl druhých odmocnin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236E6E" w:rsidP="009F6F13">
      <w:pPr>
        <w:rPr>
          <w:sz w:val="16"/>
          <w:szCs w:val="16"/>
        </w:rPr>
      </w:pPr>
      <w:r>
        <w:t xml:space="preserve">Materiál </w:t>
      </w:r>
      <w:r w:rsidR="002D5C0F">
        <w:t>žákům nabízí příklady k procvičení operací s druhými odmocninami.</w:t>
      </w:r>
    </w:p>
    <w:p w:rsidR="002A229E" w:rsidRPr="002A229E" w:rsidRDefault="002A229E" w:rsidP="009F6F13">
      <w:pPr>
        <w:rPr>
          <w:sz w:val="16"/>
          <w:szCs w:val="16"/>
        </w:rPr>
      </w:pPr>
    </w:p>
    <w:p w:rsidR="00154095" w:rsidRDefault="00623F17" w:rsidP="00154095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2A229E" w:rsidRDefault="002A229E" w:rsidP="002A229E">
      <w:pPr>
        <w:autoSpaceDE w:val="0"/>
        <w:autoSpaceDN w:val="0"/>
        <w:adjustRightInd w:val="0"/>
        <w:spacing w:line="276" w:lineRule="auto"/>
        <w:rPr>
          <w:iCs/>
          <w:color w:val="000000"/>
        </w:rPr>
      </w:pPr>
      <w:r>
        <w:rPr>
          <w:iCs/>
          <w:color w:val="000000"/>
        </w:rPr>
        <w:t>Odvárko, O. a J. Kadleček.</w:t>
      </w:r>
      <w:r>
        <w:rPr>
          <w:i/>
          <w:iCs/>
          <w:color w:val="000000"/>
        </w:rPr>
        <w:t xml:space="preserve"> Matematika I pro 8. roč. </w:t>
      </w:r>
      <w:r>
        <w:rPr>
          <w:iCs/>
          <w:color w:val="000000"/>
        </w:rPr>
        <w:t>ZŠ. Praha: Prometheus, 2000</w:t>
      </w:r>
    </w:p>
    <w:p w:rsidR="002A229E" w:rsidRDefault="002A229E" w:rsidP="002A229E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color w:val="000000"/>
        </w:rPr>
      </w:pPr>
      <w:r>
        <w:rPr>
          <w:iCs/>
          <w:color w:val="000000"/>
        </w:rPr>
        <w:t>Odvárko, O. a J. Kadleček.</w:t>
      </w:r>
      <w:r>
        <w:rPr>
          <w:i/>
          <w:iCs/>
          <w:color w:val="000000"/>
        </w:rPr>
        <w:t xml:space="preserve"> Pracovní sešit z matematiky pro 8. roč. ZŠ. </w:t>
      </w:r>
      <w:r>
        <w:rPr>
          <w:iCs/>
          <w:color w:val="000000"/>
        </w:rPr>
        <w:t>Praha:</w:t>
      </w:r>
      <w:r>
        <w:rPr>
          <w:i/>
          <w:iCs/>
          <w:color w:val="000000"/>
        </w:rPr>
        <w:t xml:space="preserve"> </w:t>
      </w:r>
      <w:r>
        <w:rPr>
          <w:iCs/>
          <w:color w:val="000000"/>
        </w:rPr>
        <w:t>Prometheus, 2001</w:t>
      </w:r>
    </w:p>
    <w:p w:rsidR="00A30B36" w:rsidRPr="002A229E" w:rsidRDefault="00A30B36" w:rsidP="00A277DB">
      <w:pPr>
        <w:autoSpaceDE w:val="0"/>
        <w:autoSpaceDN w:val="0"/>
        <w:adjustRightInd w:val="0"/>
        <w:spacing w:line="276" w:lineRule="auto"/>
        <w:rPr>
          <w:iCs/>
          <w:color w:val="000000"/>
          <w:sz w:val="6"/>
          <w:szCs w:val="6"/>
        </w:rPr>
      </w:pPr>
    </w:p>
    <w:p w:rsidR="00A30B36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A30B36" w:rsidP="00623F17">
      <w:r>
        <w:t xml:space="preserve">Žáci </w:t>
      </w:r>
      <w:r w:rsidR="00236E6E">
        <w:t>si procvičili techni</w:t>
      </w:r>
      <w:r w:rsidR="002D5C0F">
        <w:t>ku odmocňování i její začlenění mezi ostatní početní operace</w:t>
      </w:r>
      <w:r w:rsidR="00236E6E">
        <w:t>.</w:t>
      </w:r>
    </w:p>
    <w:p w:rsidR="00623F17" w:rsidRPr="00B121FF" w:rsidRDefault="00623F17" w:rsidP="009F6F13"/>
    <w:p w:rsidR="002A229E" w:rsidRPr="00B121FF" w:rsidRDefault="002A229E"/>
    <w:sectPr w:rsidR="002A229E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AB9" w:rsidRDefault="008C1AB9">
      <w:r>
        <w:separator/>
      </w:r>
    </w:p>
  </w:endnote>
  <w:endnote w:type="continuationSeparator" w:id="0">
    <w:p w:rsidR="008C1AB9" w:rsidRDefault="008C1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25E" w:rsidRDefault="00F2025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25E" w:rsidRDefault="00F202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AB9" w:rsidRDefault="008C1AB9">
      <w:r>
        <w:separator/>
      </w:r>
    </w:p>
  </w:footnote>
  <w:footnote w:type="continuationSeparator" w:id="0">
    <w:p w:rsidR="008C1AB9" w:rsidRDefault="008C1A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25E" w:rsidRDefault="00F2025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F2025E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F2025E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25E" w:rsidRDefault="00F2025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42F77"/>
    <w:multiLevelType w:val="multilevel"/>
    <w:tmpl w:val="6CA0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07000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54095"/>
    <w:rsid w:val="00163029"/>
    <w:rsid w:val="001A6A4C"/>
    <w:rsid w:val="001C2691"/>
    <w:rsid w:val="001F1A08"/>
    <w:rsid w:val="00232FB1"/>
    <w:rsid w:val="00236E6E"/>
    <w:rsid w:val="0028489E"/>
    <w:rsid w:val="00290C19"/>
    <w:rsid w:val="00297870"/>
    <w:rsid w:val="002A229E"/>
    <w:rsid w:val="002A290B"/>
    <w:rsid w:val="002A5BAC"/>
    <w:rsid w:val="002D5C0F"/>
    <w:rsid w:val="00312E25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6027CC"/>
    <w:rsid w:val="00623F17"/>
    <w:rsid w:val="006A718D"/>
    <w:rsid w:val="006E792F"/>
    <w:rsid w:val="00700E72"/>
    <w:rsid w:val="00736B2D"/>
    <w:rsid w:val="00745A98"/>
    <w:rsid w:val="007659FE"/>
    <w:rsid w:val="00771703"/>
    <w:rsid w:val="007A4339"/>
    <w:rsid w:val="007C424F"/>
    <w:rsid w:val="007C52F1"/>
    <w:rsid w:val="007C7D31"/>
    <w:rsid w:val="007F02F7"/>
    <w:rsid w:val="007F06C8"/>
    <w:rsid w:val="00801324"/>
    <w:rsid w:val="0080509F"/>
    <w:rsid w:val="00812228"/>
    <w:rsid w:val="0082351D"/>
    <w:rsid w:val="00823D1E"/>
    <w:rsid w:val="0087247B"/>
    <w:rsid w:val="008725F1"/>
    <w:rsid w:val="0087663D"/>
    <w:rsid w:val="008B5602"/>
    <w:rsid w:val="008C1AB9"/>
    <w:rsid w:val="008F1D94"/>
    <w:rsid w:val="00914108"/>
    <w:rsid w:val="009178A2"/>
    <w:rsid w:val="00930B79"/>
    <w:rsid w:val="009E736F"/>
    <w:rsid w:val="009F240C"/>
    <w:rsid w:val="009F6F13"/>
    <w:rsid w:val="00A06E7E"/>
    <w:rsid w:val="00A277DB"/>
    <w:rsid w:val="00A30B36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5139D"/>
    <w:rsid w:val="00C57C92"/>
    <w:rsid w:val="00C61876"/>
    <w:rsid w:val="00C61B2E"/>
    <w:rsid w:val="00C841AF"/>
    <w:rsid w:val="00CB38DA"/>
    <w:rsid w:val="00CC59E8"/>
    <w:rsid w:val="00CF24A3"/>
    <w:rsid w:val="00D65D2B"/>
    <w:rsid w:val="00D667E6"/>
    <w:rsid w:val="00DA7016"/>
    <w:rsid w:val="00DB726E"/>
    <w:rsid w:val="00E12C07"/>
    <w:rsid w:val="00E7661C"/>
    <w:rsid w:val="00E85A23"/>
    <w:rsid w:val="00E96239"/>
    <w:rsid w:val="00EB152F"/>
    <w:rsid w:val="00EB331B"/>
    <w:rsid w:val="00ED00A5"/>
    <w:rsid w:val="00EE037D"/>
    <w:rsid w:val="00EF7937"/>
    <w:rsid w:val="00F16660"/>
    <w:rsid w:val="00F2025E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1540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0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35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3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5</TotalTime>
  <Pages>1</Pages>
  <Words>133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6</cp:revision>
  <cp:lastPrinted>1900-12-31T23:00:00Z</cp:lastPrinted>
  <dcterms:created xsi:type="dcterms:W3CDTF">2013-10-28T22:17:00Z</dcterms:created>
  <dcterms:modified xsi:type="dcterms:W3CDTF">2014-06-10T12:11:00Z</dcterms:modified>
</cp:coreProperties>
</file>