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71C33">
        <w:rPr>
          <w:b/>
        </w:rPr>
        <w:t xml:space="preserve">Stoj na rukou 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ED0B6F">
        <w:t>15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55497">
        <w:t xml:space="preserve"> </w:t>
      </w:r>
      <w:proofErr w:type="gramStart"/>
      <w:r w:rsidR="00343C79">
        <w:t>14.11.</w:t>
      </w:r>
      <w:r w:rsidR="00EC7DA9">
        <w:t>201</w:t>
      </w:r>
      <w:r w:rsidR="00935B19">
        <w:t>3</w:t>
      </w:r>
      <w:proofErr w:type="gramEnd"/>
      <w:r w:rsidR="00163029">
        <w:tab/>
      </w:r>
      <w:r>
        <w:t>Třída:</w:t>
      </w:r>
      <w:r w:rsidR="00C57734">
        <w:t xml:space="preserve"> </w:t>
      </w:r>
      <w:r w:rsidR="00163029">
        <w:tab/>
      </w:r>
      <w:r w:rsidR="003C7C26">
        <w:t>V6G</w:t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01097A">
        <w:t>L. Lea Doudová</w:t>
      </w:r>
    </w:p>
    <w:p w:rsidR="00163029" w:rsidRPr="00501C29" w:rsidRDefault="00B32FD1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01097A">
        <w:t xml:space="preserve"> provedení prvku sestavy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Default="00DD43BA" w:rsidP="00745A98">
      <w:pPr>
        <w:spacing w:before="240" w:line="360" w:lineRule="auto"/>
      </w:pPr>
      <w:r>
        <w:t>Gymn</w:t>
      </w:r>
      <w:r w:rsidR="001D1705">
        <w:t xml:space="preserve">astické </w:t>
      </w:r>
      <w:proofErr w:type="gramStart"/>
      <w:r w:rsidR="001D1705">
        <w:t xml:space="preserve">názvosloví –  </w:t>
      </w:r>
      <w:r w:rsidR="00A71C33">
        <w:t>stoj</w:t>
      </w:r>
      <w:proofErr w:type="gramEnd"/>
      <w:r w:rsidR="00A71C33">
        <w:t xml:space="preserve"> přednožmo poníž, odraz jednonož, vzpor, stoj na rukou oporem</w:t>
      </w:r>
    </w:p>
    <w:p w:rsidR="001D1705" w:rsidRPr="000508D1" w:rsidRDefault="001D1705" w:rsidP="00745A98">
      <w:pPr>
        <w:spacing w:before="240" w:line="360" w:lineRule="auto"/>
      </w:pPr>
      <w:r>
        <w:t xml:space="preserve">Břišní svaly, posilování, dopomoc, </w:t>
      </w:r>
      <w:r w:rsidR="00A71C33">
        <w:t>průpravná cvičení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1D1705">
        <w:t>ázku správného provedení prvku</w:t>
      </w:r>
      <w:r>
        <w:t xml:space="preserve">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proofErr w:type="spellStart"/>
      <w:r>
        <w:rPr>
          <w:b/>
        </w:rPr>
        <w:t>Videodokumentace</w:t>
      </w:r>
      <w:proofErr w:type="spellEnd"/>
      <w:r>
        <w:rPr>
          <w:b/>
        </w:rPr>
        <w:t xml:space="preserve">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proofErr w:type="gramStart"/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</w:t>
      </w:r>
      <w:proofErr w:type="gramEnd"/>
      <w:r>
        <w:rPr>
          <w:b/>
        </w:rPr>
        <w:t>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lastRenderedPageBreak/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49" w:rsidRDefault="00AE7B49">
      <w:r>
        <w:separator/>
      </w:r>
    </w:p>
  </w:endnote>
  <w:endnote w:type="continuationSeparator" w:id="0">
    <w:p w:rsidR="00AE7B49" w:rsidRDefault="00AE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D1" w:rsidRDefault="00B32F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B32FD1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D1" w:rsidRDefault="00B32F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49" w:rsidRDefault="00AE7B49">
      <w:r>
        <w:separator/>
      </w:r>
    </w:p>
  </w:footnote>
  <w:footnote w:type="continuationSeparator" w:id="0">
    <w:p w:rsidR="00AE7B49" w:rsidRDefault="00AE7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D1" w:rsidRDefault="00B32F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32FD1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D1" w:rsidRDefault="00B32F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6AC3"/>
    <w:rsid w:val="0001097A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73024"/>
    <w:rsid w:val="001A6A4C"/>
    <w:rsid w:val="001D1705"/>
    <w:rsid w:val="001F1A08"/>
    <w:rsid w:val="00232FB1"/>
    <w:rsid w:val="0028489E"/>
    <w:rsid w:val="00290C19"/>
    <w:rsid w:val="00297870"/>
    <w:rsid w:val="002A290B"/>
    <w:rsid w:val="002A5BAC"/>
    <w:rsid w:val="0033262C"/>
    <w:rsid w:val="00343C79"/>
    <w:rsid w:val="0034544A"/>
    <w:rsid w:val="00353FD9"/>
    <w:rsid w:val="0036718C"/>
    <w:rsid w:val="003761B0"/>
    <w:rsid w:val="003835AF"/>
    <w:rsid w:val="00394D93"/>
    <w:rsid w:val="003A5AD6"/>
    <w:rsid w:val="003C7C2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5E7021"/>
    <w:rsid w:val="006027CC"/>
    <w:rsid w:val="00623F17"/>
    <w:rsid w:val="0065148B"/>
    <w:rsid w:val="0065549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1C33"/>
    <w:rsid w:val="00A739DB"/>
    <w:rsid w:val="00A92398"/>
    <w:rsid w:val="00AB43E1"/>
    <w:rsid w:val="00AE0AB9"/>
    <w:rsid w:val="00AE4629"/>
    <w:rsid w:val="00AE7B49"/>
    <w:rsid w:val="00B03303"/>
    <w:rsid w:val="00B11E31"/>
    <w:rsid w:val="00B121FF"/>
    <w:rsid w:val="00B32FD1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C067D2"/>
    <w:rsid w:val="00C21A07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59E8"/>
    <w:rsid w:val="00CF24A3"/>
    <w:rsid w:val="00CF54E7"/>
    <w:rsid w:val="00D65D2B"/>
    <w:rsid w:val="00DB726E"/>
    <w:rsid w:val="00DC0164"/>
    <w:rsid w:val="00DD43BA"/>
    <w:rsid w:val="00E12C07"/>
    <w:rsid w:val="00E85A23"/>
    <w:rsid w:val="00E96239"/>
    <w:rsid w:val="00EB152F"/>
    <w:rsid w:val="00EB331B"/>
    <w:rsid w:val="00EC3844"/>
    <w:rsid w:val="00EC7DA9"/>
    <w:rsid w:val="00ED00A5"/>
    <w:rsid w:val="00ED0B6F"/>
    <w:rsid w:val="00EE037D"/>
    <w:rsid w:val="00EF7937"/>
    <w:rsid w:val="00F02023"/>
    <w:rsid w:val="00F16660"/>
    <w:rsid w:val="00F21BB5"/>
    <w:rsid w:val="00F268BE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71</TotalTime>
  <Pages>2</Pages>
  <Words>141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25</cp:revision>
  <cp:lastPrinted>1900-12-31T23:00:00Z</cp:lastPrinted>
  <dcterms:created xsi:type="dcterms:W3CDTF">2013-10-21T08:48:00Z</dcterms:created>
  <dcterms:modified xsi:type="dcterms:W3CDTF">2014-06-10T12:41:00Z</dcterms:modified>
</cp:coreProperties>
</file>