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A5133B">
        <w:rPr>
          <w:b/>
        </w:rPr>
        <w:t>Gymnastické názvosloví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F93D34">
        <w:rPr>
          <w:b/>
        </w:rPr>
        <w:t>Mgr. Lea Doudová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F93D34" w:rsidRPr="00021B90">
        <w:t>3_Materiály pro necvičící žáky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F93D34" w:rsidRPr="00021B90">
        <w:t>0</w:t>
      </w:r>
      <w:r w:rsidR="00A5133B" w:rsidRPr="00021B90">
        <w:t>7</w:t>
      </w:r>
      <w:r w:rsidR="00592F82">
        <w:tab/>
        <w:t>Předmět:</w:t>
      </w:r>
      <w:r w:rsidR="00592F82">
        <w:tab/>
      </w:r>
      <w:r w:rsidR="00021B90">
        <w:t>t</w:t>
      </w:r>
      <w:r w:rsidR="00F93D34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A5133B">
        <w:t>21</w:t>
      </w:r>
      <w:r w:rsidR="009E3751">
        <w:t>. 1. 2013</w:t>
      </w:r>
      <w:r w:rsidR="00163029">
        <w:tab/>
      </w:r>
      <w:r>
        <w:t>Třída:</w:t>
      </w:r>
      <w:r w:rsidR="00163029">
        <w:tab/>
      </w:r>
      <w:r w:rsidR="00A5133B">
        <w:t>1.B</w:t>
      </w:r>
      <w:r>
        <w:tab/>
        <w:t>Ověřující učitel:</w:t>
      </w:r>
      <w:r w:rsidR="00021B90">
        <w:t xml:space="preserve"> Mgr. </w:t>
      </w:r>
      <w:r w:rsidR="00A84F95">
        <w:t xml:space="preserve">Lea </w:t>
      </w:r>
      <w:r w:rsidR="009E3751">
        <w:t>Doudová</w:t>
      </w:r>
    </w:p>
    <w:p w:rsidR="00163029" w:rsidRPr="00501C29" w:rsidRDefault="00FD3A9A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021B90" w:rsidP="00745A98">
      <w:r>
        <w:t>m</w:t>
      </w:r>
      <w:r w:rsidR="00F93D34">
        <w:t xml:space="preserve">ateriál je určen k zopakování </w:t>
      </w:r>
      <w:r w:rsidR="00A5133B">
        <w:t>gymnastického názvosloví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A5133B" w:rsidP="00745A98">
      <w:pPr>
        <w:spacing w:before="240" w:line="360" w:lineRule="auto"/>
        <w:rPr>
          <w:b/>
        </w:rPr>
      </w:pPr>
      <w:r>
        <w:t>předpažit, zapažit, stoj zánožný, zanožit, turecký sed, klek sedmo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F93D34" w:rsidP="009F6F13">
      <w:r>
        <w:t>Pracovní list je určen pro necvičící žáky</w:t>
      </w:r>
      <w:r w:rsidR="00A5133B">
        <w:t>.</w:t>
      </w:r>
      <w:r>
        <w:t xml:space="preserve"> Necvičící žáci </w:t>
      </w:r>
      <w:r w:rsidR="00A5133B">
        <w:t>si pomocí pracovního listu ověří znalost gymnastického názvosloví</w:t>
      </w:r>
      <w:r>
        <w:t>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021B90" w:rsidP="009F6F13">
      <w:r>
        <w:t>------</w:t>
      </w:r>
    </w:p>
    <w:p w:rsidR="00916C58" w:rsidRDefault="00916C58" w:rsidP="009F6F13"/>
    <w:p w:rsidR="00623F17" w:rsidRDefault="00623F17" w:rsidP="009E3751">
      <w:pPr>
        <w:spacing w:before="240" w:line="360" w:lineRule="auto"/>
      </w:pPr>
      <w:r w:rsidRPr="00EB331B">
        <w:rPr>
          <w:b/>
        </w:rPr>
        <w:t>Poznámka:</w:t>
      </w:r>
      <w:r w:rsidR="00A84F95">
        <w:rPr>
          <w:b/>
        </w:rPr>
        <w:t xml:space="preserve"> ---</w:t>
      </w:r>
      <w:r w:rsidRPr="00EB331B">
        <w:rPr>
          <w:b/>
        </w:rPr>
        <w:t xml:space="preserve"> 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9D1" w:rsidRDefault="001019D1">
      <w:r>
        <w:separator/>
      </w:r>
    </w:p>
  </w:endnote>
  <w:endnote w:type="continuationSeparator" w:id="0">
    <w:p w:rsidR="001019D1" w:rsidRDefault="00101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A9A" w:rsidRDefault="00FD3A9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A9A" w:rsidRDefault="00FD3A9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9D1" w:rsidRDefault="001019D1">
      <w:r>
        <w:separator/>
      </w:r>
    </w:p>
  </w:footnote>
  <w:footnote w:type="continuationSeparator" w:id="0">
    <w:p w:rsidR="001019D1" w:rsidRDefault="001019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A9A" w:rsidRDefault="00FD3A9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A5133B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projektu </w:t>
    </w:r>
    <w:r>
      <w:rPr>
        <w:bCs/>
      </w:rPr>
      <w:t>CZ.1.07/1.5.00/</w:t>
    </w:r>
    <w:r w:rsidR="00FD3A9A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A5133B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356EB4">
      <w:rPr>
        <w:bCs/>
      </w:rPr>
      <w:t>Příjemce:</w:t>
    </w:r>
    <w:r w:rsidR="00356EB4">
      <w:rPr>
        <w:bCs/>
      </w:rPr>
      <w:tab/>
      <w:t xml:space="preserve">Gymnázium Pierra de </w:t>
    </w:r>
    <w:proofErr w:type="spellStart"/>
    <w:r w:rsidR="00356EB4">
      <w:rPr>
        <w:bCs/>
      </w:rPr>
      <w:t>Coubertina</w:t>
    </w:r>
    <w:proofErr w:type="spell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A9A" w:rsidRDefault="00FD3A9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21B90"/>
    <w:rsid w:val="00040C37"/>
    <w:rsid w:val="000547D9"/>
    <w:rsid w:val="00054DFD"/>
    <w:rsid w:val="000A48C9"/>
    <w:rsid w:val="000B2930"/>
    <w:rsid w:val="000C1FE7"/>
    <w:rsid w:val="000C3E7E"/>
    <w:rsid w:val="000E29CB"/>
    <w:rsid w:val="001019D1"/>
    <w:rsid w:val="0010546B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A718D"/>
    <w:rsid w:val="006C0BD2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6C58"/>
    <w:rsid w:val="009178A2"/>
    <w:rsid w:val="00930B79"/>
    <w:rsid w:val="009E3751"/>
    <w:rsid w:val="009E6D09"/>
    <w:rsid w:val="009E736F"/>
    <w:rsid w:val="009F240C"/>
    <w:rsid w:val="009F6F13"/>
    <w:rsid w:val="00A32C1A"/>
    <w:rsid w:val="00A32F88"/>
    <w:rsid w:val="00A5133B"/>
    <w:rsid w:val="00A67905"/>
    <w:rsid w:val="00A739DB"/>
    <w:rsid w:val="00A84F95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2716"/>
    <w:rsid w:val="00D65D2B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93D34"/>
    <w:rsid w:val="00FA168B"/>
    <w:rsid w:val="00FC34AC"/>
    <w:rsid w:val="00FD3A9A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</TotalTime>
  <Pages>1</Pages>
  <Words>97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810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7</cp:revision>
  <cp:lastPrinted>1900-12-31T23:00:00Z</cp:lastPrinted>
  <dcterms:created xsi:type="dcterms:W3CDTF">2013-01-23T08:25:00Z</dcterms:created>
  <dcterms:modified xsi:type="dcterms:W3CDTF">2014-06-10T13:06:00Z</dcterms:modified>
</cp:coreProperties>
</file>