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C5280B">
        <w:rPr>
          <w:b/>
        </w:rPr>
        <w:t>Vznik sportu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B526A4" w:rsidRPr="00B526A4">
        <w:rPr>
          <w:b/>
        </w:rPr>
        <w:t>Mgr. Lea Doudová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Sada:</w:t>
      </w:r>
      <w:r w:rsidR="00B526A4">
        <w:t xml:space="preserve"> </w:t>
      </w:r>
      <w:r w:rsidR="00F84D2B">
        <w:t>3_</w:t>
      </w:r>
      <w:r w:rsidR="00B526A4" w:rsidRPr="00B526A4">
        <w:t xml:space="preserve">Materiály pro necvičící </w:t>
      </w:r>
      <w:proofErr w:type="gramStart"/>
      <w:r w:rsidR="00B526A4" w:rsidRPr="00B526A4">
        <w:t>žáky</w:t>
      </w:r>
      <w:r w:rsidR="00F84D2B">
        <w:t xml:space="preserve">           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9D24AA">
        <w:t xml:space="preserve"> </w:t>
      </w:r>
      <w:r w:rsidR="00935B19">
        <w:t>1</w:t>
      </w:r>
      <w:r w:rsidR="00C5280B">
        <w:t>2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F84D2B">
        <w:t>t</w:t>
      </w:r>
      <w:r w:rsidR="00B526A4" w:rsidRPr="00B526A4">
        <w:t>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C5280B">
        <w:t>10. 10</w:t>
      </w:r>
      <w:r w:rsidR="00EC7DA9">
        <w:t>. 201</w:t>
      </w:r>
      <w:r w:rsidR="00935B19">
        <w:t>3</w:t>
      </w:r>
      <w:r w:rsidR="00163029">
        <w:tab/>
      </w:r>
      <w:r>
        <w:t>Třída:</w:t>
      </w:r>
      <w:r w:rsidR="00163029">
        <w:tab/>
      </w:r>
      <w:r w:rsidR="00CF54E7">
        <w:t>2</w:t>
      </w:r>
      <w:r w:rsidR="00935B19">
        <w:t xml:space="preserve">. </w:t>
      </w:r>
      <w:r w:rsidR="00C5280B">
        <w:t>C</w:t>
      </w:r>
      <w:r>
        <w:tab/>
        <w:t>Ověřující učitel:</w:t>
      </w:r>
      <w:r w:rsidR="00745A98">
        <w:tab/>
      </w:r>
      <w:r w:rsidR="00B76C3B">
        <w:t xml:space="preserve">Mgr. </w:t>
      </w:r>
      <w:r w:rsidR="00B844DC">
        <w:t>L. Doudová</w:t>
      </w:r>
    </w:p>
    <w:p w:rsidR="00163029" w:rsidRPr="00501C29" w:rsidRDefault="00DA58AF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5280B" w:rsidP="00745A98">
      <w:r>
        <w:t>Prezentace slouží k seznámení s okolnostmi vzniku moderního sportu</w:t>
      </w:r>
      <w:r w:rsidR="00CF54E7">
        <w:t>.</w:t>
      </w:r>
    </w:p>
    <w:p w:rsidR="00E25732" w:rsidRDefault="00E25732" w:rsidP="00745A98"/>
    <w:p w:rsidR="00E25732" w:rsidRDefault="00484E3A" w:rsidP="00E25732">
      <w:pPr>
        <w:pStyle w:val="Bezmezer"/>
        <w:rPr>
          <w:b/>
        </w:rPr>
      </w:pPr>
      <w:r>
        <w:rPr>
          <w:b/>
        </w:rPr>
        <w:t>Klíčová slova:</w:t>
      </w:r>
      <w:r w:rsidR="00E25732">
        <w:rPr>
          <w:b/>
        </w:rPr>
        <w:t xml:space="preserve"> </w:t>
      </w:r>
    </w:p>
    <w:p w:rsidR="00484E3A" w:rsidRPr="00E25732" w:rsidRDefault="00C5280B" w:rsidP="00E25732">
      <w:pPr>
        <w:pStyle w:val="Bezmezer"/>
        <w:rPr>
          <w:b/>
        </w:rPr>
      </w:pPr>
      <w:r>
        <w:t>moderní sport, kluby, pravidla federace, mezinárodní organizace, MOV, fair play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745A98" w:rsidRDefault="00B526A4" w:rsidP="009F6F13">
      <w:r w:rsidRPr="00B526A4">
        <w:t>Materiál je určen pro necvičící studenty. S pomocí prezentace se seznámí s</w:t>
      </w:r>
      <w:r w:rsidR="00C5280B">
        <w:t> vznikem moderního sportu</w:t>
      </w:r>
      <w:r w:rsidRPr="00B526A4">
        <w:t xml:space="preserve">. K ověření prostudovaného materiálu slouží </w:t>
      </w:r>
      <w:r w:rsidR="00C5280B">
        <w:t>test s vyhodnocením, který je součástí prezentace</w:t>
      </w:r>
      <w:r w:rsidRPr="00B526A4">
        <w:t xml:space="preserve">. 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C5280B" w:rsidRPr="00C5280B" w:rsidRDefault="00C5280B" w:rsidP="00FB5518">
      <w:pPr>
        <w:pStyle w:val="Bezmezer"/>
        <w:rPr>
          <w:rFonts w:eastAsiaTheme="minorEastAsia"/>
        </w:rPr>
      </w:pPr>
      <w:r w:rsidRPr="00C5280B">
        <w:rPr>
          <w:rFonts w:eastAsiaTheme="minorEastAsia"/>
        </w:rPr>
        <w:t xml:space="preserve">KÖSSL, J. - KRATKÝ, F. - MAREK, J.: </w:t>
      </w:r>
      <w:r w:rsidRPr="00220CDD">
        <w:rPr>
          <w:rFonts w:eastAsiaTheme="minorEastAsia"/>
          <w:i/>
        </w:rPr>
        <w:t>Dějiny tělesné výchovy II.</w:t>
      </w:r>
      <w:r w:rsidRPr="00C5280B">
        <w:rPr>
          <w:rFonts w:eastAsiaTheme="minorEastAsia"/>
        </w:rPr>
        <w:t xml:space="preserve"> </w:t>
      </w:r>
      <w:r w:rsidRPr="00220CDD">
        <w:rPr>
          <w:rFonts w:eastAsiaTheme="minorEastAsia"/>
          <w:i/>
        </w:rPr>
        <w:t>(1848 do současnosti).</w:t>
      </w:r>
      <w:r w:rsidRPr="00C5280B">
        <w:rPr>
          <w:rFonts w:eastAsiaTheme="minorEastAsia"/>
        </w:rPr>
        <w:t xml:space="preserve"> Praha 1986. </w:t>
      </w:r>
    </w:p>
    <w:p w:rsidR="00C5280B" w:rsidRPr="00C5280B" w:rsidRDefault="00C5280B" w:rsidP="00FB5518">
      <w:pPr>
        <w:pStyle w:val="Bezmezer"/>
        <w:rPr>
          <w:rFonts w:eastAsiaTheme="minorEastAsia"/>
        </w:rPr>
      </w:pPr>
      <w:r w:rsidRPr="00C5280B">
        <w:rPr>
          <w:rFonts w:eastAsiaTheme="minorEastAsia"/>
        </w:rPr>
        <w:t xml:space="preserve">KRÁTKÝ, F.: </w:t>
      </w:r>
      <w:r w:rsidRPr="00220CDD">
        <w:rPr>
          <w:rFonts w:eastAsiaTheme="minorEastAsia"/>
          <w:i/>
        </w:rPr>
        <w:t>Dějiny tělesné výchovy I</w:t>
      </w:r>
      <w:r w:rsidRPr="00C5280B">
        <w:rPr>
          <w:rFonts w:eastAsiaTheme="minorEastAsia"/>
        </w:rPr>
        <w:t>. Praha 1974</w:t>
      </w:r>
    </w:p>
    <w:p w:rsidR="00C5280B" w:rsidRPr="00C5280B" w:rsidRDefault="00C5280B" w:rsidP="00FB5518">
      <w:pPr>
        <w:pStyle w:val="Bezmezer"/>
        <w:rPr>
          <w:rFonts w:eastAsiaTheme="minorEastAsia"/>
        </w:rPr>
      </w:pPr>
      <w:r w:rsidRPr="00C5280B">
        <w:rPr>
          <w:rFonts w:eastAsiaTheme="minorEastAsia"/>
        </w:rPr>
        <w:t xml:space="preserve">OLIVOVÁ, V.: </w:t>
      </w:r>
      <w:r w:rsidRPr="00220CDD">
        <w:rPr>
          <w:rFonts w:eastAsiaTheme="minorEastAsia"/>
          <w:i/>
        </w:rPr>
        <w:t>Lidé a hry. Historická geneze sportu</w:t>
      </w:r>
      <w:r w:rsidRPr="00C5280B">
        <w:rPr>
          <w:rFonts w:eastAsiaTheme="minorEastAsia"/>
        </w:rPr>
        <w:t>. Praha 1979</w:t>
      </w:r>
    </w:p>
    <w:p w:rsidR="00C5280B" w:rsidRPr="00C5280B" w:rsidRDefault="00C5280B" w:rsidP="00FB5518">
      <w:pPr>
        <w:pStyle w:val="Bezmezer"/>
        <w:rPr>
          <w:rFonts w:eastAsiaTheme="minorEastAsia"/>
        </w:rPr>
      </w:pPr>
      <w:r w:rsidRPr="00C5280B">
        <w:rPr>
          <w:rFonts w:eastAsiaTheme="minorEastAsia"/>
        </w:rPr>
        <w:t xml:space="preserve">OLIVOVÁ, V.: </w:t>
      </w:r>
      <w:r w:rsidRPr="00220CDD">
        <w:rPr>
          <w:rFonts w:eastAsiaTheme="minorEastAsia"/>
          <w:i/>
        </w:rPr>
        <w:t>Sport a hry ve starověkém světě.</w:t>
      </w:r>
      <w:r w:rsidRPr="00C5280B">
        <w:rPr>
          <w:rFonts w:eastAsiaTheme="minorEastAsia"/>
        </w:rPr>
        <w:t xml:space="preserve"> Praha 1988. </w:t>
      </w:r>
    </w:p>
    <w:p w:rsidR="00FB5518" w:rsidRDefault="00C5280B" w:rsidP="00FB5518">
      <w:pPr>
        <w:pStyle w:val="Bezmezer"/>
        <w:rPr>
          <w:rFonts w:eastAsiaTheme="minorEastAsia"/>
        </w:rPr>
      </w:pPr>
      <w:r w:rsidRPr="00C5280B">
        <w:rPr>
          <w:rFonts w:eastAsiaTheme="minorEastAsia"/>
          <w:i/>
          <w:iCs/>
        </w:rPr>
        <w:t>Wikipedie: Otevřená encyklopedie: Sport</w:t>
      </w:r>
      <w:r w:rsidRPr="00C5280B">
        <w:rPr>
          <w:rFonts w:eastAsiaTheme="minorEastAsia"/>
        </w:rPr>
        <w:t xml:space="preserve"> [online]. c2013 [citováno 8. 10. 2013]. Dostupný z WWW: &lt;</w:t>
      </w:r>
      <w:hyperlink r:id="rId9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http://cs.wikipedia.org/w/</w:t>
        </w:r>
      </w:hyperlink>
      <w:hyperlink r:id="rId10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index.php?title</w:t>
        </w:r>
      </w:hyperlink>
      <w:hyperlink r:id="rId11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=</w:t>
        </w:r>
      </w:hyperlink>
      <w:hyperlink r:id="rId12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Sport&amp;oldid</w:t>
        </w:r>
      </w:hyperlink>
      <w:hyperlink r:id="rId13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=10392828</w:t>
        </w:r>
      </w:hyperlink>
      <w:r w:rsidRPr="00C5280B">
        <w:rPr>
          <w:rFonts w:eastAsiaTheme="minorEastAsia"/>
        </w:rPr>
        <w:t xml:space="preserve">&gt; </w:t>
      </w:r>
    </w:p>
    <w:p w:rsidR="00C5280B" w:rsidRPr="00FB5518" w:rsidRDefault="00C5280B" w:rsidP="00FB5518">
      <w:pPr>
        <w:pStyle w:val="Bezmezer"/>
        <w:rPr>
          <w:rFonts w:eastAsiaTheme="minorEastAsia"/>
        </w:rPr>
      </w:pPr>
      <w:r w:rsidRPr="00C5280B">
        <w:rPr>
          <w:rFonts w:asciiTheme="minorHAnsi" w:eastAsiaTheme="minorEastAsia" w:hAnsi="Calibri" w:cstheme="minorBidi"/>
          <w:i/>
          <w:iCs/>
          <w:color w:val="000000" w:themeColor="text1"/>
          <w:kern w:val="24"/>
        </w:rPr>
        <w:t>Wikipedie: Otevřená encyklopedie: Fair play</w:t>
      </w:r>
      <w:r w:rsidRPr="00C5280B">
        <w:rPr>
          <w:rFonts w:asciiTheme="minorHAnsi" w:eastAsiaTheme="minorEastAsia" w:hAnsi="Calibri" w:cstheme="minorBidi"/>
          <w:color w:val="000000" w:themeColor="text1"/>
          <w:kern w:val="24"/>
        </w:rPr>
        <w:t xml:space="preserve"> [online]. c2013 [citováno 8. 10. 2013]. Dostupný z WWW: &lt;</w:t>
      </w:r>
      <w:hyperlink r:id="rId14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http://cs.wikipedia.org/w/</w:t>
        </w:r>
      </w:hyperlink>
      <w:hyperlink r:id="rId15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index.php?title</w:t>
        </w:r>
      </w:hyperlink>
      <w:hyperlink r:id="rId16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=</w:t>
        </w:r>
      </w:hyperlink>
      <w:hyperlink r:id="rId17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Fair_play&amp;oldid</w:t>
        </w:r>
      </w:hyperlink>
      <w:hyperlink r:id="rId18" w:history="1">
        <w:r w:rsidRPr="00C5280B">
          <w:rPr>
            <w:rStyle w:val="Hypertextovodkaz"/>
            <w:rFonts w:asciiTheme="minorHAnsi" w:eastAsiaTheme="minorEastAsia" w:hAnsi="Calibri" w:cstheme="minorBidi"/>
            <w:kern w:val="24"/>
          </w:rPr>
          <w:t>=10364424</w:t>
        </w:r>
      </w:hyperlink>
      <w:r w:rsidRPr="00C5280B">
        <w:rPr>
          <w:rFonts w:asciiTheme="minorHAnsi" w:eastAsiaTheme="minorEastAsia" w:hAnsi="Calibri" w:cstheme="minorBidi"/>
          <w:color w:val="000000" w:themeColor="text1"/>
          <w:kern w:val="24"/>
        </w:rPr>
        <w:t xml:space="preserve">&gt; </w:t>
      </w:r>
    </w:p>
    <w:p w:rsidR="00C5280B" w:rsidRPr="00C5280B" w:rsidRDefault="00C5280B" w:rsidP="00C5280B">
      <w:pPr>
        <w:pStyle w:val="Normlnweb"/>
        <w:rPr>
          <w:rFonts w:asciiTheme="minorHAnsi" w:eastAsiaTheme="minorEastAsia" w:hAnsi="Calibri" w:cstheme="minorBidi"/>
          <w:color w:val="000000" w:themeColor="text1"/>
          <w:kern w:val="24"/>
        </w:rPr>
      </w:pPr>
      <w:r w:rsidRPr="00C5280B">
        <w:rPr>
          <w:rFonts w:asciiTheme="minorHAnsi" w:eastAsiaTheme="minorEastAsia" w:hAnsi="Calibri" w:cstheme="minorBidi"/>
          <w:color w:val="000000" w:themeColor="text1"/>
          <w:kern w:val="24"/>
          <w:lang w:val="de-DE"/>
        </w:rPr>
        <w:t xml:space="preserve"> </w:t>
      </w:r>
    </w:p>
    <w:p w:rsidR="00C95136" w:rsidRDefault="00C95136" w:rsidP="00F268BE">
      <w:pPr>
        <w:pStyle w:val="Normlnweb"/>
        <w:spacing w:before="0" w:beforeAutospacing="0" w:after="0" w:afterAutospacing="0"/>
      </w:pPr>
    </w:p>
    <w:p w:rsidR="00623F17" w:rsidRPr="00B121FF" w:rsidRDefault="00623F17" w:rsidP="009F6F13">
      <w:r w:rsidRPr="00EB331B">
        <w:rPr>
          <w:b/>
        </w:rPr>
        <w:t xml:space="preserve">Poznámka: </w:t>
      </w:r>
      <w:r w:rsidR="00C95136" w:rsidRPr="00B526A4">
        <w:t>Materiál může být využit pro zopakování i ve vyšších ročnících.</w:t>
      </w:r>
    </w:p>
    <w:sectPr w:rsidR="00623F17" w:rsidRPr="00B121FF" w:rsidSect="00A32F8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5AE" w:rsidRDefault="00D615AE">
      <w:r>
        <w:separator/>
      </w:r>
    </w:p>
  </w:endnote>
  <w:endnote w:type="continuationSeparator" w:id="0">
    <w:p w:rsidR="00D615AE" w:rsidRDefault="00D6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AF" w:rsidRDefault="00DA58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AF" w:rsidRDefault="00DA58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5AE" w:rsidRDefault="00D615AE">
      <w:r>
        <w:separator/>
      </w:r>
    </w:p>
  </w:footnote>
  <w:footnote w:type="continuationSeparator" w:id="0">
    <w:p w:rsidR="00D615AE" w:rsidRDefault="00D61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AF" w:rsidRDefault="00DA58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DA58AF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DA58AF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AF" w:rsidRDefault="00DA58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392B"/>
    <w:rsid w:val="00163029"/>
    <w:rsid w:val="001A6A4C"/>
    <w:rsid w:val="001F1A08"/>
    <w:rsid w:val="00220CDD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3DE2"/>
    <w:rsid w:val="00546A70"/>
    <w:rsid w:val="00574DD9"/>
    <w:rsid w:val="00592F82"/>
    <w:rsid w:val="005A62C1"/>
    <w:rsid w:val="005D030A"/>
    <w:rsid w:val="006027CC"/>
    <w:rsid w:val="00623F1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32C1A"/>
    <w:rsid w:val="00A32F88"/>
    <w:rsid w:val="00A67905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C3C15"/>
    <w:rsid w:val="00C067D2"/>
    <w:rsid w:val="00C17A75"/>
    <w:rsid w:val="00C36394"/>
    <w:rsid w:val="00C43F4C"/>
    <w:rsid w:val="00C5280B"/>
    <w:rsid w:val="00C61876"/>
    <w:rsid w:val="00C61B2E"/>
    <w:rsid w:val="00C841AF"/>
    <w:rsid w:val="00C95136"/>
    <w:rsid w:val="00CB38DA"/>
    <w:rsid w:val="00CC59E8"/>
    <w:rsid w:val="00CF24A3"/>
    <w:rsid w:val="00CF54E7"/>
    <w:rsid w:val="00D615AE"/>
    <w:rsid w:val="00D65D2B"/>
    <w:rsid w:val="00DA58AF"/>
    <w:rsid w:val="00DB726E"/>
    <w:rsid w:val="00E033B4"/>
    <w:rsid w:val="00E12C07"/>
    <w:rsid w:val="00E25732"/>
    <w:rsid w:val="00E63FC5"/>
    <w:rsid w:val="00E85A23"/>
    <w:rsid w:val="00E96239"/>
    <w:rsid w:val="00EB152F"/>
    <w:rsid w:val="00EB331B"/>
    <w:rsid w:val="00EC7DA9"/>
    <w:rsid w:val="00ED00A5"/>
    <w:rsid w:val="00EE037D"/>
    <w:rsid w:val="00EF7937"/>
    <w:rsid w:val="00F16660"/>
    <w:rsid w:val="00F21BB5"/>
    <w:rsid w:val="00F268BE"/>
    <w:rsid w:val="00F456CA"/>
    <w:rsid w:val="00F73128"/>
    <w:rsid w:val="00F84D2B"/>
    <w:rsid w:val="00FA168B"/>
    <w:rsid w:val="00FB5518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  <w:style w:type="paragraph" w:styleId="Bezmezer">
    <w:name w:val="No Spacing"/>
    <w:uiPriority w:val="1"/>
    <w:qFormat/>
    <w:rsid w:val="00FB55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yperlink" Target="http://cs.wikipedia.org/w/index.php?title=Sport&amp;oldid=10392828" TargetMode="External"/><Relationship Id="rId18" Type="http://schemas.openxmlformats.org/officeDocument/2006/relationships/hyperlink" Target="http://cs.wikipedia.org/w/index.php?title=Fair_play&amp;oldid=10364424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/index.php?title=Sport&amp;oldid=10392828" TargetMode="External"/><Relationship Id="rId17" Type="http://schemas.openxmlformats.org/officeDocument/2006/relationships/hyperlink" Target="http://cs.wikipedia.org/w/index.php?title=Fair_play&amp;oldid=10364424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s.wikipedia.org/w/index.php?title=Fair_play&amp;oldid=10364424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/index.php?title=Sport&amp;oldid=10392828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/index.php?title=Fair_play&amp;oldid=10364424" TargetMode="External"/><Relationship Id="rId23" Type="http://schemas.openxmlformats.org/officeDocument/2006/relationships/header" Target="header3.xml"/><Relationship Id="rId10" Type="http://schemas.openxmlformats.org/officeDocument/2006/relationships/hyperlink" Target="http://cs.wikipedia.org/w/index.php?title=Sport&amp;oldid=10392828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/index.php?title=Sport&amp;oldid=10392828" TargetMode="External"/><Relationship Id="rId14" Type="http://schemas.openxmlformats.org/officeDocument/2006/relationships/hyperlink" Target="http://cs.wikipedia.org/w/index.php?title=Fair_play&amp;oldid=10364424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</TotalTime>
  <Pages>1</Pages>
  <Words>193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11</cp:revision>
  <cp:lastPrinted>1900-12-31T23:00:00Z</cp:lastPrinted>
  <dcterms:created xsi:type="dcterms:W3CDTF">2013-10-20T18:05:00Z</dcterms:created>
  <dcterms:modified xsi:type="dcterms:W3CDTF">2014-06-10T13:09:00Z</dcterms:modified>
</cp:coreProperties>
</file>