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0508D1">
        <w:rPr>
          <w:b/>
        </w:rPr>
        <w:t>Antické olympijské hry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B526A4" w:rsidRPr="00B526A4">
        <w:rPr>
          <w:b/>
        </w:rPr>
        <w:t>Mgr. Lea Doudová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0F088E">
        <w:t>: 3_</w:t>
      </w:r>
      <w:r w:rsidR="00B526A4" w:rsidRPr="00B526A4">
        <w:t>Materiály pro necvičící žáky</w:t>
      </w:r>
      <w:r w:rsidR="00693085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9D24AA">
        <w:t xml:space="preserve"> </w:t>
      </w:r>
      <w:r w:rsidR="00935B19">
        <w:t>1</w:t>
      </w:r>
      <w:r w:rsidR="000508D1">
        <w:t>3</w:t>
      </w:r>
      <w:r w:rsidR="00592F82">
        <w:tab/>
        <w:t>Předmět:</w:t>
      </w:r>
      <w:r w:rsidR="00693085">
        <w:t xml:space="preserve"> </w:t>
      </w:r>
      <w:r w:rsidR="000F088E">
        <w:t>t</w:t>
      </w:r>
      <w:r w:rsidR="00B526A4" w:rsidRPr="00B526A4">
        <w:t>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0508D1">
        <w:t>2</w:t>
      </w:r>
      <w:r w:rsidR="00C5280B">
        <w:t>1. 10</w:t>
      </w:r>
      <w:r w:rsidR="00EC7DA9">
        <w:t>. 201</w:t>
      </w:r>
      <w:r w:rsidR="00935B19">
        <w:t>3</w:t>
      </w:r>
      <w:r w:rsidR="00163029">
        <w:tab/>
      </w:r>
      <w:r>
        <w:t>Třída:</w:t>
      </w:r>
      <w:r w:rsidR="00163029">
        <w:tab/>
      </w:r>
      <w:r w:rsidR="00CF54E7">
        <w:t>2</w:t>
      </w:r>
      <w:r w:rsidR="00935B19">
        <w:t xml:space="preserve">. </w:t>
      </w:r>
      <w:r w:rsidR="000508D1">
        <w:t>B</w:t>
      </w:r>
      <w:r>
        <w:tab/>
        <w:t>Ověřující učitel:</w:t>
      </w:r>
      <w:r w:rsidR="00745A98">
        <w:tab/>
      </w:r>
      <w:r w:rsidR="00B76C3B">
        <w:t xml:space="preserve">Mgr. </w:t>
      </w:r>
      <w:r w:rsidR="00B844DC">
        <w:t>L. Doudová</w:t>
      </w:r>
    </w:p>
    <w:p w:rsidR="00163029" w:rsidRPr="00501C29" w:rsidRDefault="002C4F6B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C5280B" w:rsidP="00745A98">
      <w:r>
        <w:t xml:space="preserve">Prezentace slouží k seznámení </w:t>
      </w:r>
      <w:r w:rsidR="000508D1">
        <w:t>s historií antických olympijských her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0508D1" w:rsidRPr="000508D1" w:rsidRDefault="000508D1" w:rsidP="00745A98">
      <w:pPr>
        <w:spacing w:before="240" w:line="360" w:lineRule="auto"/>
      </w:pPr>
      <w:r>
        <w:t xml:space="preserve">olympijské hry, </w:t>
      </w:r>
      <w:proofErr w:type="spellStart"/>
      <w:r>
        <w:t>ekecherie</w:t>
      </w:r>
      <w:proofErr w:type="spellEnd"/>
      <w:r>
        <w:t xml:space="preserve">, olympiáda, Herakles, </w:t>
      </w:r>
      <w:proofErr w:type="spellStart"/>
      <w:r>
        <w:t>Héladonikové</w:t>
      </w:r>
      <w:proofErr w:type="spellEnd"/>
      <w:r>
        <w:t xml:space="preserve">, </w:t>
      </w:r>
      <w:proofErr w:type="spellStart"/>
      <w:r>
        <w:t>pentathlon</w:t>
      </w:r>
      <w:proofErr w:type="spellEnd"/>
      <w:r>
        <w:t xml:space="preserve">, stadion, </w:t>
      </w:r>
      <w:proofErr w:type="spellStart"/>
      <w:r>
        <w:t>diaulo</w:t>
      </w:r>
      <w:proofErr w:type="spellEnd"/>
      <w:r>
        <w:t xml:space="preserve">, </w:t>
      </w:r>
      <w:proofErr w:type="spellStart"/>
      <w:r>
        <w:t>palé</w:t>
      </w:r>
      <w:proofErr w:type="spellEnd"/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B526A4" w:rsidP="009F6F13">
      <w:r w:rsidRPr="00B526A4">
        <w:t>Materiál je určen pro necvičící studenty. S pomocí prezentace se seznámí s</w:t>
      </w:r>
      <w:r w:rsidR="000508D1">
        <w:t> historií olympijských her</w:t>
      </w:r>
      <w:r w:rsidRPr="00B526A4">
        <w:t xml:space="preserve">. </w:t>
      </w:r>
      <w:r w:rsidR="00152119">
        <w:t>Součástí prezentace je zadání k vypracování samostatného úkolu</w:t>
      </w:r>
      <w:r w:rsidRPr="00B526A4">
        <w:t xml:space="preserve">. </w:t>
      </w:r>
    </w:p>
    <w:p w:rsidR="00EB331B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152119" w:rsidRPr="00152119" w:rsidRDefault="00152119" w:rsidP="00152119">
      <w:pPr>
        <w:spacing w:before="240" w:line="360" w:lineRule="auto"/>
      </w:pPr>
      <w:r w:rsidRPr="00152119">
        <w:t xml:space="preserve">KRÁTKÝ, F.: </w:t>
      </w:r>
      <w:r w:rsidRPr="00D77983">
        <w:rPr>
          <w:i/>
        </w:rPr>
        <w:t>Dějiny tělesné výchovy I</w:t>
      </w:r>
      <w:r w:rsidRPr="00152119">
        <w:t>. Praha 1974</w:t>
      </w:r>
    </w:p>
    <w:p w:rsidR="00152119" w:rsidRPr="00152119" w:rsidRDefault="00152119" w:rsidP="00152119">
      <w:pPr>
        <w:spacing w:before="240" w:line="360" w:lineRule="auto"/>
      </w:pPr>
      <w:r w:rsidRPr="00152119">
        <w:t xml:space="preserve">OLIVOVÁ, V.: </w:t>
      </w:r>
      <w:r w:rsidRPr="00D77983">
        <w:rPr>
          <w:i/>
        </w:rPr>
        <w:t>Lidé a hry. Historická geneze sportu</w:t>
      </w:r>
      <w:r w:rsidRPr="00152119">
        <w:t>. Praha 1979</w:t>
      </w:r>
    </w:p>
    <w:p w:rsidR="00152119" w:rsidRPr="00152119" w:rsidRDefault="00152119" w:rsidP="00152119">
      <w:pPr>
        <w:spacing w:before="240" w:line="360" w:lineRule="auto"/>
      </w:pPr>
      <w:r w:rsidRPr="00152119">
        <w:t xml:space="preserve">OLIVOVÁ, V.: </w:t>
      </w:r>
      <w:r w:rsidRPr="00D77983">
        <w:rPr>
          <w:i/>
        </w:rPr>
        <w:t>Sport a hry ve starověkém světě.</w:t>
      </w:r>
      <w:r w:rsidRPr="00152119">
        <w:t xml:space="preserve"> Praha 1988. </w:t>
      </w:r>
    </w:p>
    <w:p w:rsidR="00152119" w:rsidRPr="00152119" w:rsidRDefault="00152119" w:rsidP="00152119">
      <w:pPr>
        <w:spacing w:before="240" w:line="360" w:lineRule="auto"/>
      </w:pPr>
      <w:proofErr w:type="gramStart"/>
      <w:r w:rsidRPr="00152119">
        <w:t>DOVALIL,J.</w:t>
      </w:r>
      <w:proofErr w:type="gramEnd"/>
      <w:r w:rsidRPr="00152119">
        <w:t xml:space="preserve"> a kol.  </w:t>
      </w:r>
      <w:r w:rsidRPr="00D77983">
        <w:rPr>
          <w:i/>
        </w:rPr>
        <w:t>Olympismus</w:t>
      </w:r>
      <w:r w:rsidRPr="00152119">
        <w:t>. Praha: Olympia 2004</w:t>
      </w:r>
    </w:p>
    <w:p w:rsidR="00152119" w:rsidRDefault="00152119" w:rsidP="00623F17">
      <w:pPr>
        <w:spacing w:before="240" w:line="360" w:lineRule="auto"/>
        <w:rPr>
          <w:b/>
        </w:rPr>
      </w:pPr>
    </w:p>
    <w:p w:rsidR="00623F17" w:rsidRPr="00EB331B" w:rsidRDefault="00623F17" w:rsidP="00152119">
      <w:pPr>
        <w:rPr>
          <w:b/>
        </w:rPr>
      </w:pPr>
      <w:r w:rsidRPr="00EB331B">
        <w:rPr>
          <w:b/>
        </w:rPr>
        <w:t xml:space="preserve">Poznámka: </w:t>
      </w:r>
      <w:r w:rsidR="00C95136" w:rsidRPr="00B526A4">
        <w:t>Materiál může být využit pro zopakování i ve vyšších ročnících.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165" w:rsidRDefault="00AC0165">
      <w:r>
        <w:separator/>
      </w:r>
    </w:p>
  </w:endnote>
  <w:endnote w:type="continuationSeparator" w:id="0">
    <w:p w:rsidR="00AC0165" w:rsidRDefault="00AC0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F6B" w:rsidRDefault="002C4F6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F6B" w:rsidRDefault="002C4F6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165" w:rsidRDefault="00AC0165">
      <w:r>
        <w:separator/>
      </w:r>
    </w:p>
  </w:footnote>
  <w:footnote w:type="continuationSeparator" w:id="0">
    <w:p w:rsidR="00AC0165" w:rsidRDefault="00AC01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F6B" w:rsidRDefault="002C4F6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2C4F6B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2C4F6B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F6B" w:rsidRDefault="002C4F6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08D1"/>
    <w:rsid w:val="000547D9"/>
    <w:rsid w:val="00054DFD"/>
    <w:rsid w:val="000A48C9"/>
    <w:rsid w:val="000B2930"/>
    <w:rsid w:val="000C1FE7"/>
    <w:rsid w:val="000C3E7E"/>
    <w:rsid w:val="000E29CB"/>
    <w:rsid w:val="000F088E"/>
    <w:rsid w:val="0010546B"/>
    <w:rsid w:val="00152119"/>
    <w:rsid w:val="0015392B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2C4F6B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3DE2"/>
    <w:rsid w:val="00546A70"/>
    <w:rsid w:val="00574DD9"/>
    <w:rsid w:val="00592F82"/>
    <w:rsid w:val="005A62C1"/>
    <w:rsid w:val="005D030A"/>
    <w:rsid w:val="006027CC"/>
    <w:rsid w:val="00623F17"/>
    <w:rsid w:val="00693085"/>
    <w:rsid w:val="006A718D"/>
    <w:rsid w:val="006E792F"/>
    <w:rsid w:val="00700E72"/>
    <w:rsid w:val="00740BEF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35B19"/>
    <w:rsid w:val="00940856"/>
    <w:rsid w:val="0095486C"/>
    <w:rsid w:val="009D24AA"/>
    <w:rsid w:val="009E736F"/>
    <w:rsid w:val="009F240C"/>
    <w:rsid w:val="009F6F13"/>
    <w:rsid w:val="00A32C1A"/>
    <w:rsid w:val="00A32F88"/>
    <w:rsid w:val="00A67905"/>
    <w:rsid w:val="00A739DB"/>
    <w:rsid w:val="00A92398"/>
    <w:rsid w:val="00AB43E1"/>
    <w:rsid w:val="00AC0165"/>
    <w:rsid w:val="00AE0AB9"/>
    <w:rsid w:val="00AE4629"/>
    <w:rsid w:val="00B03303"/>
    <w:rsid w:val="00B11E31"/>
    <w:rsid w:val="00B121FF"/>
    <w:rsid w:val="00B43D79"/>
    <w:rsid w:val="00B526A4"/>
    <w:rsid w:val="00B73B73"/>
    <w:rsid w:val="00B76C3B"/>
    <w:rsid w:val="00B844DC"/>
    <w:rsid w:val="00BA4C26"/>
    <w:rsid w:val="00BC3C15"/>
    <w:rsid w:val="00C067D2"/>
    <w:rsid w:val="00C11EAF"/>
    <w:rsid w:val="00C36394"/>
    <w:rsid w:val="00C43F4C"/>
    <w:rsid w:val="00C5280B"/>
    <w:rsid w:val="00C61876"/>
    <w:rsid w:val="00C61B2E"/>
    <w:rsid w:val="00C841AF"/>
    <w:rsid w:val="00C95136"/>
    <w:rsid w:val="00CB38DA"/>
    <w:rsid w:val="00CC59E8"/>
    <w:rsid w:val="00CF24A3"/>
    <w:rsid w:val="00CF54E7"/>
    <w:rsid w:val="00D65D2B"/>
    <w:rsid w:val="00D77983"/>
    <w:rsid w:val="00DB726E"/>
    <w:rsid w:val="00E12C07"/>
    <w:rsid w:val="00E85A23"/>
    <w:rsid w:val="00E96239"/>
    <w:rsid w:val="00EB152F"/>
    <w:rsid w:val="00EB331B"/>
    <w:rsid w:val="00EC7DA9"/>
    <w:rsid w:val="00ED00A5"/>
    <w:rsid w:val="00EE037D"/>
    <w:rsid w:val="00EF7937"/>
    <w:rsid w:val="00F16660"/>
    <w:rsid w:val="00F21BB5"/>
    <w:rsid w:val="00F268BE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F268B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</TotalTime>
  <Pages>1</Pages>
  <Words>151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doudova</dc:creator>
  <cp:lastModifiedBy>hchotovinska</cp:lastModifiedBy>
  <cp:revision>7</cp:revision>
  <cp:lastPrinted>1900-12-31T23:00:00Z</cp:lastPrinted>
  <dcterms:created xsi:type="dcterms:W3CDTF">2013-10-20T18:13:00Z</dcterms:created>
  <dcterms:modified xsi:type="dcterms:W3CDTF">2014-06-10T13:09:00Z</dcterms:modified>
</cp:coreProperties>
</file>