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C5165F">
        <w:rPr>
          <w:b/>
        </w:rPr>
        <w:t>Organizace sportu v ČR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F93D34">
        <w:rPr>
          <w:b/>
        </w:rPr>
        <w:t xml:space="preserve">Mgr. </w:t>
      </w:r>
      <w:r w:rsidR="00C5165F">
        <w:rPr>
          <w:b/>
        </w:rPr>
        <w:t>Libuše Szutáková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F93D34">
        <w:rPr>
          <w:b/>
        </w:rPr>
        <w:t>3_Materiály pro necvičící žáky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C5165F">
        <w:rPr>
          <w:b/>
        </w:rPr>
        <w:t>16</w:t>
      </w:r>
      <w:r w:rsidR="00592F82">
        <w:tab/>
        <w:t>Předmět:</w:t>
      </w:r>
      <w:r w:rsidR="00592F82">
        <w:tab/>
      </w:r>
      <w:r w:rsidR="008B3B5C">
        <w:t>t</w:t>
      </w:r>
      <w:r w:rsidR="00F93D34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1F64B8">
        <w:t>4.11.2013</w:t>
      </w:r>
      <w:r w:rsidR="00163029">
        <w:tab/>
      </w:r>
      <w:r>
        <w:t>Třída:</w:t>
      </w:r>
      <w:r w:rsidR="00163029">
        <w:tab/>
      </w:r>
      <w:r w:rsidR="001F64B8">
        <w:t>3.C</w:t>
      </w:r>
      <w:r w:rsidR="008B3B5C">
        <w:t xml:space="preserve">         </w:t>
      </w:r>
      <w:r>
        <w:t>Ověřující učitel:</w:t>
      </w:r>
      <w:r w:rsidR="008B3B5C">
        <w:t xml:space="preserve"> Mgr. </w:t>
      </w:r>
      <w:r w:rsidR="001F64B8">
        <w:t>Libuše Szutáková</w:t>
      </w:r>
    </w:p>
    <w:p w:rsidR="00163029" w:rsidRPr="00501C29" w:rsidRDefault="00687455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F93D34" w:rsidP="00745A98">
      <w:r>
        <w:t>Materiál je určen k</w:t>
      </w:r>
      <w:r w:rsidR="00C5165F">
        <w:t> seznámení s organizací sportu v České republice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C5165F" w:rsidP="00745A98">
      <w:pPr>
        <w:spacing w:before="240" w:line="360" w:lineRule="auto"/>
        <w:rPr>
          <w:b/>
        </w:rPr>
      </w:pPr>
      <w:r>
        <w:t>všesportovní kolegium, ASPV, AŠSK, ČOS, Orel, ATJSK, občanské sdružení, Dukla, sportovní klub, sportovní organizace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F93D34" w:rsidP="009F6F13">
      <w:r>
        <w:t>Pracovní list je určen pro necvičící žáky</w:t>
      </w:r>
      <w:r w:rsidR="00C5165F">
        <w:t xml:space="preserve">. Studenti se s pomocí prezentace seznámí se systémem organizace sportu v České republice. Úkoly, které jsou součástí prezentace, vedou studenty k vyhledání informací souvisejících s organizací sportu na internetu. 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C5165F" w:rsidRDefault="00C5165F" w:rsidP="00C5165F">
      <w:pPr>
        <w:spacing w:before="100" w:beforeAutospacing="1" w:line="360" w:lineRule="auto"/>
      </w:pPr>
      <w:r w:rsidRPr="00C5165F">
        <w:t>SLEPIČKOVÁ, I. (2007</w:t>
      </w:r>
      <w:r w:rsidRPr="008A08A4">
        <w:rPr>
          <w:i/>
        </w:rPr>
        <w:t>). Sportovní organizace. Teoretická východiska a situace v ČR po roce</w:t>
      </w:r>
      <w:r w:rsidRPr="00C5165F">
        <w:t xml:space="preserve"> </w:t>
      </w:r>
      <w:r w:rsidRPr="008A08A4">
        <w:rPr>
          <w:i/>
        </w:rPr>
        <w:t>1990</w:t>
      </w:r>
      <w:r w:rsidRPr="00C5165F">
        <w:t xml:space="preserve">. Praha : Karolinum. </w:t>
      </w:r>
    </w:p>
    <w:p w:rsidR="00C5165F" w:rsidRPr="00C5165F" w:rsidRDefault="00C5165F" w:rsidP="00C5165F">
      <w:pPr>
        <w:spacing w:before="100" w:beforeAutospacing="1" w:line="360" w:lineRule="auto"/>
      </w:pPr>
      <w:r w:rsidRPr="00C5165F">
        <w:rPr>
          <w:i/>
          <w:iCs/>
        </w:rPr>
        <w:t>Wikipedie: Otevřená encyklopedie: Československý svaz tělesné výchovy a sportu</w:t>
      </w:r>
      <w:r w:rsidRPr="00C5165F">
        <w:t xml:space="preserve"> [online]. c2013 [citováno 27. 10. 2013]. Dostupný z WWW: &lt;</w:t>
      </w:r>
      <w:hyperlink r:id="rId9" w:history="1">
        <w:r w:rsidRPr="00C5165F">
          <w:rPr>
            <w:rStyle w:val="Hypertextovodkaz"/>
          </w:rPr>
          <w:t>http://cs.wikipedia.org/w/</w:t>
        </w:r>
      </w:hyperlink>
      <w:hyperlink r:id="rId10" w:history="1">
        <w:r w:rsidRPr="00C5165F">
          <w:rPr>
            <w:rStyle w:val="Hypertextovodkaz"/>
          </w:rPr>
          <w:t>index.php?title</w:t>
        </w:r>
      </w:hyperlink>
      <w:hyperlink r:id="rId11" w:history="1">
        <w:r w:rsidRPr="00C5165F">
          <w:rPr>
            <w:rStyle w:val="Hypertextovodkaz"/>
          </w:rPr>
          <w:t>=%C4%8Ceskoslovensk%C3%BD_svaz_t%C4%9Blesn%C3%A9_v%C3%BDchovy_a_sportu&amp;oldid=10766726</w:t>
        </w:r>
      </w:hyperlink>
      <w:r w:rsidRPr="00C5165F">
        <w:t xml:space="preserve">&gt; </w:t>
      </w:r>
    </w:p>
    <w:p w:rsidR="00C5165F" w:rsidRPr="00C5165F" w:rsidRDefault="00C5165F" w:rsidP="00C5165F">
      <w:pPr>
        <w:spacing w:before="100" w:beforeAutospacing="1" w:line="360" w:lineRule="auto"/>
      </w:pPr>
      <w:r w:rsidRPr="00C5165F">
        <w:rPr>
          <w:i/>
          <w:iCs/>
        </w:rPr>
        <w:lastRenderedPageBreak/>
        <w:t>Wikipedie: Otevřená encyklopedie: Orel (spolek)</w:t>
      </w:r>
      <w:r w:rsidRPr="00C5165F">
        <w:t xml:space="preserve"> [online]. c2013 [citováno 27. 10. 2013]. Dostupný z WWW: &lt;</w:t>
      </w:r>
      <w:hyperlink r:id="rId12" w:history="1">
        <w:r w:rsidRPr="00C5165F">
          <w:rPr>
            <w:rStyle w:val="Hypertextovodkaz"/>
          </w:rPr>
          <w:t>http://cs.wikipedia.org/w/</w:t>
        </w:r>
      </w:hyperlink>
      <w:hyperlink r:id="rId13" w:history="1">
        <w:r w:rsidRPr="00C5165F">
          <w:rPr>
            <w:rStyle w:val="Hypertextovodkaz"/>
          </w:rPr>
          <w:t>index.php?title</w:t>
        </w:r>
      </w:hyperlink>
      <w:hyperlink r:id="rId14" w:history="1">
        <w:r w:rsidRPr="00C5165F">
          <w:rPr>
            <w:rStyle w:val="Hypertextovodkaz"/>
          </w:rPr>
          <w:t>=Orel_(spolek)&amp;</w:t>
        </w:r>
      </w:hyperlink>
      <w:hyperlink r:id="rId15" w:history="1">
        <w:r w:rsidRPr="00C5165F">
          <w:rPr>
            <w:rStyle w:val="Hypertextovodkaz"/>
          </w:rPr>
          <w:t>oldid</w:t>
        </w:r>
      </w:hyperlink>
      <w:hyperlink r:id="rId16" w:history="1">
        <w:r w:rsidRPr="00C5165F">
          <w:rPr>
            <w:rStyle w:val="Hypertextovodkaz"/>
          </w:rPr>
          <w:t>=10771612</w:t>
        </w:r>
      </w:hyperlink>
      <w:r w:rsidRPr="00C5165F">
        <w:t xml:space="preserve">&gt; </w:t>
      </w:r>
    </w:p>
    <w:p w:rsidR="00C5165F" w:rsidRPr="00C5165F" w:rsidRDefault="00C5165F" w:rsidP="00C5165F">
      <w:pPr>
        <w:spacing w:before="100" w:beforeAutospacing="1" w:line="360" w:lineRule="auto"/>
      </w:pPr>
      <w:r w:rsidRPr="00C5165F">
        <w:t xml:space="preserve">Sdružení sportovních svazů České republiky. [online]. [cit. 2013-10-27]. Dostupné z: http://www.sporty-cz.cz/9_historie </w:t>
      </w:r>
    </w:p>
    <w:p w:rsidR="00C5165F" w:rsidRPr="00C5165F" w:rsidRDefault="00C5165F" w:rsidP="00C5165F">
      <w:pPr>
        <w:spacing w:before="100" w:beforeAutospacing="1" w:line="360" w:lineRule="auto"/>
      </w:pPr>
      <w:r w:rsidRPr="00C5165F">
        <w:t xml:space="preserve">Klub českých turistů. [online]. [cit. 2013-10-27]. Dostupné z: http://www.kct.cz/cms/historie-kct </w:t>
      </w:r>
    </w:p>
    <w:p w:rsidR="00C5165F" w:rsidRPr="00C5165F" w:rsidRDefault="00C5165F" w:rsidP="00C5165F">
      <w:pPr>
        <w:spacing w:before="100" w:beforeAutospacing="1" w:line="360" w:lineRule="auto"/>
      </w:pPr>
      <w:r w:rsidRPr="00C5165F">
        <w:t xml:space="preserve">Oficiální webové stránky České Obce Sokolské. [online]. [cit. 2013-10-27]. Dostupné z: http://www.sokol-cos.cz/historie-sokola-F6EA </w:t>
      </w:r>
    </w:p>
    <w:p w:rsidR="00C5165F" w:rsidRPr="00C5165F" w:rsidRDefault="00C5165F" w:rsidP="00C5165F">
      <w:pPr>
        <w:spacing w:before="100" w:beforeAutospacing="1" w:line="360" w:lineRule="auto"/>
      </w:pPr>
      <w:r w:rsidRPr="00C5165F">
        <w:t xml:space="preserve">Česká asociace Sport pro všechny. [online]. [cit. 2013-10-27]. Dostupné z: http://www.caspv.cz/cz/o-nas/zakladni-informace/ </w:t>
      </w:r>
    </w:p>
    <w:p w:rsidR="00623F17" w:rsidRDefault="00623F17" w:rsidP="009E3751">
      <w:pPr>
        <w:spacing w:before="240" w:line="360" w:lineRule="auto"/>
      </w:pPr>
      <w:r w:rsidRPr="00EB331B">
        <w:rPr>
          <w:b/>
        </w:rPr>
        <w:t xml:space="preserve">Poznámka: </w:t>
      </w:r>
    </w:p>
    <w:p w:rsidR="00623F17" w:rsidRPr="00B121FF" w:rsidRDefault="00623F17" w:rsidP="009F6F13"/>
    <w:sectPr w:rsidR="00623F17" w:rsidRPr="00B121FF" w:rsidSect="00A32F8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17D" w:rsidRDefault="005E617D">
      <w:r>
        <w:separator/>
      </w:r>
    </w:p>
  </w:endnote>
  <w:endnote w:type="continuationSeparator" w:id="0">
    <w:p w:rsidR="005E617D" w:rsidRDefault="005E6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455" w:rsidRDefault="0068745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 w:rsidRPr="008F1D94">
      <w:rPr>
        <w:bCs/>
      </w:rPr>
      <w:fldChar w:fldCharType="begin"/>
    </w:r>
    <w:r w:rsidRPr="008F1D94">
      <w:rPr>
        <w:bCs/>
      </w:rPr>
      <w:instrText xml:space="preserve"> FILENAME </w:instrText>
    </w:r>
    <w:r w:rsidRPr="008F1D94">
      <w:rPr>
        <w:bCs/>
      </w:rPr>
      <w:fldChar w:fldCharType="separate"/>
    </w:r>
    <w:r w:rsidR="007D68D9">
      <w:rPr>
        <w:bCs/>
        <w:noProof/>
      </w:rPr>
      <w:t>TV_3_16_ML.docx</w:t>
    </w:r>
    <w:r w:rsidRPr="008F1D94">
      <w:rPr>
        <w:bCs/>
      </w:rPr>
      <w:fldChar w:fldCharType="end"/>
    </w:r>
    <w:r w:rsidRPr="008F1D94">
      <w:rPr>
        <w:b/>
        <w:bCs/>
      </w:rPr>
      <w:t xml:space="preserve"> </w:t>
    </w:r>
    <w:r>
      <w:rPr>
        <w:b/>
        <w:bCs/>
      </w:rPr>
      <w:tab/>
    </w:r>
    <w:r>
      <w:rPr>
        <w:b/>
        <w:bCs/>
      </w:rPr>
      <w:tab/>
      <w:t xml:space="preserve">strana </w:t>
    </w:r>
    <w:r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687455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455" w:rsidRDefault="0068745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17D" w:rsidRDefault="005E617D">
      <w:r>
        <w:separator/>
      </w:r>
    </w:p>
  </w:footnote>
  <w:footnote w:type="continuationSeparator" w:id="0">
    <w:p w:rsidR="005E617D" w:rsidRDefault="005E61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455" w:rsidRDefault="0068745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687455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3" type="#_x0000_t75" alt="Logolink OPVK - oříznutý" style="position:absolute;margin-left:33.4pt;margin-top:1.6pt;width:389.25pt;height:77.25pt;z-index:251657216;visibility:visible">
          <v:imagedata r:id="rId1" o:title="Logolink OPVK - oříznutý"/>
          <w10:wrap type="topAndBottom"/>
        </v:shape>
      </w:pict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687455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687455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455" w:rsidRDefault="0068745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4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1F64B8"/>
    <w:rsid w:val="00232FB1"/>
    <w:rsid w:val="0026231B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32F6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E2AEE"/>
    <w:rsid w:val="00501C29"/>
    <w:rsid w:val="00512A86"/>
    <w:rsid w:val="00546A70"/>
    <w:rsid w:val="00574DD9"/>
    <w:rsid w:val="00592F82"/>
    <w:rsid w:val="005A3E6A"/>
    <w:rsid w:val="005A62C1"/>
    <w:rsid w:val="005D030A"/>
    <w:rsid w:val="005E617D"/>
    <w:rsid w:val="006027CC"/>
    <w:rsid w:val="00623F17"/>
    <w:rsid w:val="00687455"/>
    <w:rsid w:val="006A718D"/>
    <w:rsid w:val="006E792F"/>
    <w:rsid w:val="00700E72"/>
    <w:rsid w:val="00737723"/>
    <w:rsid w:val="00745A98"/>
    <w:rsid w:val="007659FE"/>
    <w:rsid w:val="00771703"/>
    <w:rsid w:val="007A24CC"/>
    <w:rsid w:val="007C424F"/>
    <w:rsid w:val="007C52F1"/>
    <w:rsid w:val="007D68D9"/>
    <w:rsid w:val="007F02F7"/>
    <w:rsid w:val="007F06C8"/>
    <w:rsid w:val="00801324"/>
    <w:rsid w:val="00812228"/>
    <w:rsid w:val="0082351D"/>
    <w:rsid w:val="00823D1E"/>
    <w:rsid w:val="008725F1"/>
    <w:rsid w:val="008A08A4"/>
    <w:rsid w:val="008B3B5C"/>
    <w:rsid w:val="008B5602"/>
    <w:rsid w:val="008D2A68"/>
    <w:rsid w:val="008F1D94"/>
    <w:rsid w:val="00916C58"/>
    <w:rsid w:val="009178A2"/>
    <w:rsid w:val="00930B79"/>
    <w:rsid w:val="009C1451"/>
    <w:rsid w:val="009E3751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5165F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E12C07"/>
    <w:rsid w:val="00E4212F"/>
    <w:rsid w:val="00E85A23"/>
    <w:rsid w:val="00E9574C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87280"/>
    <w:rsid w:val="00F93D34"/>
    <w:rsid w:val="00FA168B"/>
    <w:rsid w:val="00FC1A2E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7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yperlink" Target="http://cs.wikipedia.org/w/index.php?title=Orel_(spolek)&amp;oldid=10771612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cs.wikipedia.org/w/index.php?title=Orel_(spolek)&amp;oldid=10771612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cs.wikipedia.org/w/index.php?title=Orel_(spolek)&amp;oldid=10771612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s.wikipedia.org/w/index.php?title=%C4%8Ceskoslovensk%C3%BD_svaz_t%C4%9Blesn%C3%A9_v%C3%BDchovy_a_sportu&amp;oldid=10766726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cs.wikipedia.org/w/index.php?title=Orel_(spolek)&amp;oldid=1077161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cs.wikipedia.org/w/index.php?title=%C4%8Ceskoslovensk%C3%BD_svaz_t%C4%9Blesn%C3%A9_v%C3%BDchovy_a_sportu&amp;oldid=10766726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cs.wikipedia.org/w/index.php?title=%C4%8Ceskoslovensk%C3%BD_svaz_t%C4%9Blesn%C3%A9_v%C3%BDchovy_a_sportu&amp;oldid=10766726" TargetMode="External"/><Relationship Id="rId14" Type="http://schemas.openxmlformats.org/officeDocument/2006/relationships/hyperlink" Target="http://cs.wikipedia.org/w/index.php?title=Orel_(spolek)&amp;oldid=10771612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</TotalTime>
  <Pages>2</Pages>
  <Words>421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2906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10</cp:revision>
  <cp:lastPrinted>2013-11-24T18:18:00Z</cp:lastPrinted>
  <dcterms:created xsi:type="dcterms:W3CDTF">2013-11-02T16:35:00Z</dcterms:created>
  <dcterms:modified xsi:type="dcterms:W3CDTF">2014-06-10T13:11:00Z</dcterms:modified>
</cp:coreProperties>
</file>