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A1794C" w:rsidRPr="00A1794C" w:rsidRDefault="009F6F13" w:rsidP="00A1794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3E7561" w:rsidRPr="003E7561">
        <w:rPr>
          <w:b/>
        </w:rPr>
        <w:t>Gymnastické nářadí a názvosloví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F93D34">
        <w:rPr>
          <w:b/>
        </w:rPr>
        <w:t xml:space="preserve">Mgr. </w:t>
      </w:r>
      <w:r w:rsidR="00C5165F">
        <w:rPr>
          <w:b/>
        </w:rPr>
        <w:t>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F93D34">
        <w:rPr>
          <w:b/>
        </w:rPr>
        <w:t>3_Materiály pro necvičící žáky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3E7561">
        <w:rPr>
          <w:b/>
        </w:rPr>
        <w:t>20</w:t>
      </w:r>
      <w:r w:rsidR="00592F82">
        <w:tab/>
        <w:t>Předmět:</w:t>
      </w:r>
      <w:r w:rsidR="00592F82">
        <w:tab/>
      </w:r>
      <w:r w:rsidR="00672146">
        <w:t>t</w:t>
      </w:r>
      <w:r w:rsidR="00F93D3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B83D65">
        <w:t>5. 11. 2013</w:t>
      </w:r>
      <w:r w:rsidR="00163029">
        <w:tab/>
      </w:r>
      <w:r>
        <w:t>Třída:</w:t>
      </w:r>
      <w:r w:rsidR="00163029">
        <w:tab/>
      </w:r>
      <w:r w:rsidR="00B83D65">
        <w:t xml:space="preserve">3.D                </w:t>
      </w:r>
      <w:r>
        <w:t>Ověřující učitel:</w:t>
      </w:r>
      <w:r w:rsidR="00B83D65">
        <w:t xml:space="preserve"> Mgr. Libuše Szutáková</w:t>
      </w:r>
    </w:p>
    <w:p w:rsidR="00163029" w:rsidRPr="00501C29" w:rsidRDefault="00282D22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F93D34" w:rsidP="00745A98">
      <w:r>
        <w:t xml:space="preserve">Materiál je určen </w:t>
      </w:r>
      <w:r w:rsidR="003E7561">
        <w:t>k ověření znalostí gymnastického nářadí a názvosloví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0969EF" w:rsidRDefault="003E7561" w:rsidP="00745A98">
      <w:pPr>
        <w:spacing w:before="240" w:line="360" w:lineRule="auto"/>
        <w:rPr>
          <w:b/>
        </w:rPr>
      </w:pPr>
      <w:r>
        <w:t>prostná, bedna, trampolínka, hrazda, kladina, bradla, přeskok, kruhy, Čáslavská, Šupčík, Bosáková, Vácha, Hudec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A1794C" w:rsidP="009F6F13">
      <w:r>
        <w:t xml:space="preserve">Materiál je určen pro necvičící studenty. </w:t>
      </w:r>
      <w:r w:rsidR="003E7561">
        <w:t xml:space="preserve">Studenti mají zadány úkoly, které souvisí s fotografiemi a videem v prezentaci. Jejich splněním je ověřena znalost gymnastického názvosloví a nářadí. Úkol, který vede k vyhledání informací na internetu, seznámí studenty s českými a československými olympijskými vítězi v gymnastice. 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3E7561" w:rsidRPr="003E7561" w:rsidRDefault="003E7561" w:rsidP="003E7561">
      <w:pPr>
        <w:spacing w:before="240" w:line="360" w:lineRule="auto"/>
      </w:pPr>
      <w:r w:rsidRPr="003E7561">
        <w:rPr>
          <w:i/>
          <w:iCs/>
        </w:rPr>
        <w:t>Wikipedie: Otevřená encyklopedie: Věra Čáslavská</w:t>
      </w:r>
      <w:r w:rsidRPr="003E7561">
        <w:t xml:space="preserve"> [online]. c2013 [citováno 2. 11. 2013]. Dostupný z WWW: &lt;</w:t>
      </w:r>
      <w:hyperlink r:id="rId9" w:history="1">
        <w:r w:rsidRPr="003E7561">
          <w:rPr>
            <w:rStyle w:val="Hypertextovodkaz"/>
          </w:rPr>
          <w:t>http://cs.wikipedia.org/w/</w:t>
        </w:r>
      </w:hyperlink>
      <w:hyperlink r:id="rId10" w:history="1">
        <w:r w:rsidRPr="003E7561">
          <w:rPr>
            <w:rStyle w:val="Hypertextovodkaz"/>
          </w:rPr>
          <w:t>index.php?title</w:t>
        </w:r>
      </w:hyperlink>
      <w:hyperlink r:id="rId11" w:history="1">
        <w:r w:rsidRPr="003E7561">
          <w:rPr>
            <w:rStyle w:val="Hypertextovodkaz"/>
          </w:rPr>
          <w:t>=V%C4%9Bra_%C4%8C%C3%A1slavsk%C3%A1&amp;oldid=10831032</w:t>
        </w:r>
      </w:hyperlink>
      <w:r w:rsidRPr="003E7561">
        <w:t xml:space="preserve">&gt; </w:t>
      </w:r>
    </w:p>
    <w:p w:rsidR="003E7561" w:rsidRPr="003E7561" w:rsidRDefault="003E7561" w:rsidP="003E7561">
      <w:pPr>
        <w:spacing w:before="240" w:line="360" w:lineRule="auto"/>
      </w:pPr>
      <w:r w:rsidRPr="003E7561">
        <w:rPr>
          <w:i/>
          <w:iCs/>
        </w:rPr>
        <w:lastRenderedPageBreak/>
        <w:t>Wikipedie: Otevřená encyklopedie: Eva Bosáková</w:t>
      </w:r>
      <w:r w:rsidRPr="003E7561">
        <w:t xml:space="preserve"> [online]. c2013 [citováno 2. 11. 2013]. Dostupný z WWW: &lt;</w:t>
      </w:r>
      <w:hyperlink r:id="rId12" w:history="1">
        <w:r w:rsidRPr="003E7561">
          <w:rPr>
            <w:rStyle w:val="Hypertextovodkaz"/>
          </w:rPr>
          <w:t>http://cs.wikipedia.org/w/</w:t>
        </w:r>
      </w:hyperlink>
      <w:hyperlink r:id="rId13" w:history="1">
        <w:r w:rsidRPr="003E7561">
          <w:rPr>
            <w:rStyle w:val="Hypertextovodkaz"/>
          </w:rPr>
          <w:t>index.php?title</w:t>
        </w:r>
      </w:hyperlink>
      <w:hyperlink r:id="rId14" w:history="1">
        <w:r w:rsidRPr="003E7561">
          <w:rPr>
            <w:rStyle w:val="Hypertextovodkaz"/>
          </w:rPr>
          <w:t>=Eva_Bos%C3%A1kov%C3%A1&amp;oldid=10867517</w:t>
        </w:r>
      </w:hyperlink>
      <w:r w:rsidRPr="003E7561">
        <w:t xml:space="preserve">&gt; </w:t>
      </w:r>
    </w:p>
    <w:p w:rsidR="003E7561" w:rsidRPr="003E7561" w:rsidRDefault="003E7561" w:rsidP="003E7561">
      <w:pPr>
        <w:spacing w:before="240" w:line="360" w:lineRule="auto"/>
      </w:pPr>
      <w:r w:rsidRPr="003E7561">
        <w:rPr>
          <w:i/>
          <w:iCs/>
        </w:rPr>
        <w:t>Wikipedie: Otevřená encyklopedie: Alois Hudec</w:t>
      </w:r>
      <w:r w:rsidRPr="003E7561">
        <w:t xml:space="preserve"> [online]. c2013 [citováno 2. 11. 2013]. Dostupný z WWW: </w:t>
      </w:r>
      <w:hyperlink r:id="rId15" w:history="1">
        <w:r w:rsidRPr="003E7561">
          <w:rPr>
            <w:rStyle w:val="Hypertextovodkaz"/>
          </w:rPr>
          <w:t>http</w:t>
        </w:r>
      </w:hyperlink>
      <w:hyperlink r:id="rId16" w:history="1">
        <w:r w:rsidRPr="003E7561">
          <w:rPr>
            <w:rStyle w:val="Hypertextovodkaz"/>
          </w:rPr>
          <w:t>://</w:t>
        </w:r>
      </w:hyperlink>
      <w:hyperlink r:id="rId17" w:history="1">
        <w:r w:rsidRPr="003E7561">
          <w:rPr>
            <w:rStyle w:val="Hypertextovodkaz"/>
          </w:rPr>
          <w:t>cs.wikipedia.org/w/index.php?title=Alois_Hudec&amp;oldid=10324495</w:t>
        </w:r>
      </w:hyperlink>
    </w:p>
    <w:p w:rsidR="003E7561" w:rsidRPr="003E7561" w:rsidRDefault="003E7561" w:rsidP="003E7561">
      <w:pPr>
        <w:spacing w:before="240" w:line="360" w:lineRule="auto"/>
      </w:pPr>
      <w:r w:rsidRPr="003E7561">
        <w:rPr>
          <w:i/>
          <w:iCs/>
        </w:rPr>
        <w:t>Wikipedie: Otevřená encyklopedie: Ladislav Vácha</w:t>
      </w:r>
      <w:r w:rsidRPr="003E7561">
        <w:t xml:space="preserve"> [online]. c2013 [citováno 2. 11. 2013]. Dostupný z WWW: &lt;</w:t>
      </w:r>
      <w:hyperlink r:id="rId18" w:history="1">
        <w:r w:rsidRPr="003E7561">
          <w:rPr>
            <w:rStyle w:val="Hypertextovodkaz"/>
          </w:rPr>
          <w:t>http://cs.wikipedia.org/w/</w:t>
        </w:r>
      </w:hyperlink>
      <w:hyperlink r:id="rId19" w:history="1">
        <w:r w:rsidRPr="003E7561">
          <w:rPr>
            <w:rStyle w:val="Hypertextovodkaz"/>
          </w:rPr>
          <w:t>index.php?title</w:t>
        </w:r>
      </w:hyperlink>
      <w:hyperlink r:id="rId20" w:history="1">
        <w:r w:rsidRPr="003E7561">
          <w:rPr>
            <w:rStyle w:val="Hypertextovodkaz"/>
          </w:rPr>
          <w:t>=Ladislav_V%C3%A1cha&amp;oldid=10594410</w:t>
        </w:r>
      </w:hyperlink>
      <w:r w:rsidRPr="003E7561">
        <w:t xml:space="preserve">&gt; </w:t>
      </w:r>
    </w:p>
    <w:p w:rsidR="003E7561" w:rsidRPr="003E7561" w:rsidRDefault="003E7561" w:rsidP="003E7561">
      <w:pPr>
        <w:spacing w:before="240" w:line="360" w:lineRule="auto"/>
      </w:pPr>
      <w:r w:rsidRPr="003E7561">
        <w:rPr>
          <w:i/>
          <w:iCs/>
        </w:rPr>
        <w:t>Wikipedie: Otevřená encyklopedie: Bedřich Šupčík</w:t>
      </w:r>
      <w:r w:rsidRPr="003E7561">
        <w:t xml:space="preserve"> [online]. c2013 [citováno 2. 11. 2013]. Dostupný z WWW: &lt;</w:t>
      </w:r>
      <w:hyperlink r:id="rId21" w:history="1">
        <w:r w:rsidRPr="003E7561">
          <w:rPr>
            <w:rStyle w:val="Hypertextovodkaz"/>
          </w:rPr>
          <w:t>http://cs.wikipedia.org/w/</w:t>
        </w:r>
      </w:hyperlink>
      <w:hyperlink r:id="rId22" w:history="1">
        <w:r w:rsidRPr="003E7561">
          <w:rPr>
            <w:rStyle w:val="Hypertextovodkaz"/>
          </w:rPr>
          <w:t>index.php?title</w:t>
        </w:r>
      </w:hyperlink>
      <w:hyperlink r:id="rId23" w:history="1">
        <w:r w:rsidRPr="003E7561">
          <w:rPr>
            <w:rStyle w:val="Hypertextovodkaz"/>
          </w:rPr>
          <w:t>=Bed%C5%99ich_%C5%A0up%C4%8D%C3%ADk&amp;oldid=9926507</w:t>
        </w:r>
      </w:hyperlink>
      <w:r w:rsidRPr="003E7561">
        <w:t xml:space="preserve">&gt; </w:t>
      </w:r>
    </w:p>
    <w:p w:rsidR="003E7561" w:rsidRPr="003E7561" w:rsidRDefault="003E7561" w:rsidP="003E7561">
      <w:pPr>
        <w:spacing w:before="240" w:line="360" w:lineRule="auto"/>
      </w:pPr>
      <w:r w:rsidRPr="003E7561">
        <w:t>Fotodokumentace autora DUM</w:t>
      </w:r>
    </w:p>
    <w:p w:rsidR="003E7561" w:rsidRPr="003E7561" w:rsidRDefault="003E7561" w:rsidP="009E3751">
      <w:pPr>
        <w:spacing w:before="240" w:line="360" w:lineRule="auto"/>
      </w:pPr>
    </w:p>
    <w:p w:rsidR="00623F17" w:rsidRDefault="00623F17" w:rsidP="009E3751">
      <w:pPr>
        <w:spacing w:before="240" w:line="360" w:lineRule="auto"/>
      </w:pPr>
      <w:r w:rsidRPr="00EB331B">
        <w:rPr>
          <w:b/>
        </w:rPr>
        <w:t xml:space="preserve">Poznámka: </w:t>
      </w:r>
    </w:p>
    <w:p w:rsidR="00623F17" w:rsidRPr="00B121FF" w:rsidRDefault="00623F17" w:rsidP="009F6F13"/>
    <w:sectPr w:rsidR="00623F17" w:rsidRPr="00B121FF" w:rsidSect="00A32F8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F5B" w:rsidRDefault="00EA5F5B">
      <w:r>
        <w:separator/>
      </w:r>
    </w:p>
  </w:endnote>
  <w:endnote w:type="continuationSeparator" w:id="0">
    <w:p w:rsidR="00EA5F5B" w:rsidRDefault="00EA5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22" w:rsidRDefault="00282D2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8D30B2">
      <w:rPr>
        <w:bCs/>
        <w:noProof/>
      </w:rPr>
      <w:t>TV_3_20_ML.docx</w:t>
    </w:r>
    <w:r w:rsidRPr="008F1D94">
      <w:rPr>
        <w:bCs/>
      </w:rPr>
      <w:fldChar w:fldCharType="end"/>
    </w:r>
    <w:r w:rsidRPr="008F1D94">
      <w:rPr>
        <w:b/>
        <w:bCs/>
      </w:rPr>
      <w:t xml:space="preserve"> </w:t>
    </w:r>
    <w:r>
      <w:rPr>
        <w:b/>
        <w:bCs/>
      </w:rPr>
      <w:tab/>
    </w:r>
    <w:r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282D22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22" w:rsidRDefault="00282D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F5B" w:rsidRDefault="00EA5F5B">
      <w:r>
        <w:separator/>
      </w:r>
    </w:p>
  </w:footnote>
  <w:footnote w:type="continuationSeparator" w:id="0">
    <w:p w:rsidR="00EA5F5B" w:rsidRDefault="00EA5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22" w:rsidRDefault="00282D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282D22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282D22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282D2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22" w:rsidRDefault="00282D2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83BBF"/>
    <w:rsid w:val="000969EF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6231B"/>
    <w:rsid w:val="00282D22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32F6"/>
    <w:rsid w:val="003761B0"/>
    <w:rsid w:val="003835AF"/>
    <w:rsid w:val="00394D93"/>
    <w:rsid w:val="003A5AD6"/>
    <w:rsid w:val="003E4C3B"/>
    <w:rsid w:val="003E63C0"/>
    <w:rsid w:val="003E7561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E2AEE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72146"/>
    <w:rsid w:val="006A718D"/>
    <w:rsid w:val="006E792F"/>
    <w:rsid w:val="00700E72"/>
    <w:rsid w:val="00737723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A74C4"/>
    <w:rsid w:val="008B5602"/>
    <w:rsid w:val="008D2A68"/>
    <w:rsid w:val="008D30B2"/>
    <w:rsid w:val="008F1D94"/>
    <w:rsid w:val="00916C58"/>
    <w:rsid w:val="009178A2"/>
    <w:rsid w:val="00930B79"/>
    <w:rsid w:val="009E3751"/>
    <w:rsid w:val="009E6D09"/>
    <w:rsid w:val="009E736F"/>
    <w:rsid w:val="009F240C"/>
    <w:rsid w:val="009F6F13"/>
    <w:rsid w:val="00A1794C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83D65"/>
    <w:rsid w:val="00B9736C"/>
    <w:rsid w:val="00BA4C26"/>
    <w:rsid w:val="00BC3C15"/>
    <w:rsid w:val="00C067D2"/>
    <w:rsid w:val="00C36394"/>
    <w:rsid w:val="00C43F4C"/>
    <w:rsid w:val="00C5165F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31705"/>
    <w:rsid w:val="00E4212F"/>
    <w:rsid w:val="00E85A23"/>
    <w:rsid w:val="00E9574C"/>
    <w:rsid w:val="00E96239"/>
    <w:rsid w:val="00EA5F5B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87280"/>
    <w:rsid w:val="00F93D34"/>
    <w:rsid w:val="00FA168B"/>
    <w:rsid w:val="00FC1A2E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uiPriority w:val="99"/>
    <w:rsid w:val="006E792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A179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yperlink" Target="http://cs.wikipedia.org/w/index.php?title=Eva_Bos%C3%A1kov%C3%A1&amp;oldid=10867517" TargetMode="External"/><Relationship Id="rId18" Type="http://schemas.openxmlformats.org/officeDocument/2006/relationships/hyperlink" Target="http://cs.wikipedia.org/w/index.php?title=Ladislav_V%C3%A1cha&amp;oldid=10594410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://cs.wikipedia.org/w/index.php?title=Bed%C5%99ich_%C5%A0up%C4%8D%C3%ADk&amp;oldid=9926507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cs.wikipedia.org/w/index.php?title=Eva_Bos%C3%A1kov%C3%A1&amp;oldid=10867517" TargetMode="External"/><Relationship Id="rId17" Type="http://schemas.openxmlformats.org/officeDocument/2006/relationships/hyperlink" Target="http://cs.wikipedia.org/w/index.php?title=Alois_Hudec&amp;oldid=10324495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cs.wikipedia.org/w/index.php?title=Alois_Hudec&amp;oldid=10324495" TargetMode="External"/><Relationship Id="rId20" Type="http://schemas.openxmlformats.org/officeDocument/2006/relationships/hyperlink" Target="http://cs.wikipedia.org/w/index.php?title=Ladislav_V%C3%A1cha&amp;oldid=10594410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s.wikipedia.org/w/index.php?title=V%C4%9Bra_%C4%8C%C3%A1slavsk%C3%A1&amp;oldid=10831032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cs.wikipedia.org/w/index.php?title=Alois_Hudec&amp;oldid=10324495" TargetMode="External"/><Relationship Id="rId23" Type="http://schemas.openxmlformats.org/officeDocument/2006/relationships/hyperlink" Target="http://cs.wikipedia.org/w/index.php?title=Bed%C5%99ich_%C5%A0up%C4%8D%C3%ADk&amp;oldid=9926507" TargetMode="External"/><Relationship Id="rId28" Type="http://schemas.openxmlformats.org/officeDocument/2006/relationships/header" Target="header3.xml"/><Relationship Id="rId10" Type="http://schemas.openxmlformats.org/officeDocument/2006/relationships/hyperlink" Target="http://cs.wikipedia.org/w/index.php?title=V%C4%9Bra_%C4%8C%C3%A1slavsk%C3%A1&amp;oldid=10831032" TargetMode="External"/><Relationship Id="rId19" Type="http://schemas.openxmlformats.org/officeDocument/2006/relationships/hyperlink" Target="http://cs.wikipedia.org/w/index.php?title=Ladislav_V%C3%A1cha&amp;oldid=1059441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/index.php?title=V%C4%9Bra_%C4%8C%C3%A1slavsk%C3%A1&amp;oldid=10831032" TargetMode="External"/><Relationship Id="rId14" Type="http://schemas.openxmlformats.org/officeDocument/2006/relationships/hyperlink" Target="http://cs.wikipedia.org/w/index.php?title=Eva_Bos%C3%A1kov%C3%A1&amp;oldid=10867517" TargetMode="External"/><Relationship Id="rId22" Type="http://schemas.openxmlformats.org/officeDocument/2006/relationships/hyperlink" Target="http://cs.wikipedia.org/w/index.php?title=Bed%C5%99ich_%C5%A0up%C4%8D%C3%ADk&amp;oldid=9926507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2</Pages>
  <Words>511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3522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2013-11-24T18:23:00Z</cp:lastPrinted>
  <dcterms:created xsi:type="dcterms:W3CDTF">2013-11-02T18:14:00Z</dcterms:created>
  <dcterms:modified xsi:type="dcterms:W3CDTF">2014-06-10T13:13:00Z</dcterms:modified>
</cp:coreProperties>
</file>