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3659AD">
        <w:rPr>
          <w:b/>
        </w:rPr>
        <w:t xml:space="preserve"> Pohyby Země – revoluční pohyb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3659AD">
        <w:rPr>
          <w:b/>
        </w:rPr>
        <w:t xml:space="preserve"> </w:t>
      </w:r>
      <w:r w:rsidR="003659AD" w:rsidRPr="00584AEB">
        <w:t>Mgr. Alena Zemanová</w:t>
      </w:r>
      <w:r w:rsidR="00163029" w:rsidRPr="00A32F88">
        <w:rPr>
          <w:b/>
        </w:rP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2D4AF8">
        <w:t xml:space="preserve"> 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2D4AF8">
        <w:t xml:space="preserve">     </w:t>
      </w:r>
      <w:r w:rsidR="00BC1785">
        <w:t>1</w:t>
      </w:r>
      <w:r w:rsidR="008E3194">
        <w:t>_</w:t>
      </w:r>
      <w:r w:rsidR="00F23E4B">
        <w:t xml:space="preserve">Země a její </w:t>
      </w:r>
      <w:proofErr w:type="gramStart"/>
      <w:r w:rsidR="00F23E4B">
        <w:t xml:space="preserve">sféry   </w:t>
      </w:r>
      <w:r w:rsidR="009E32AF">
        <w:t xml:space="preserve">         </w:t>
      </w:r>
      <w:r w:rsidR="008E3194">
        <w:t xml:space="preserve">     </w:t>
      </w:r>
      <w:r w:rsidR="008725F1">
        <w:t>Č</w:t>
      </w:r>
      <w:r>
        <w:t>íslo</w:t>
      </w:r>
      <w:proofErr w:type="gramEnd"/>
      <w:r w:rsidR="00F23E4B">
        <w:t xml:space="preserve"> </w:t>
      </w:r>
      <w:r w:rsidR="008725F1">
        <w:t>DUM</w:t>
      </w:r>
      <w:r>
        <w:t>:</w:t>
      </w:r>
      <w:r w:rsidR="00E06099">
        <w:t xml:space="preserve"> </w:t>
      </w:r>
      <w:proofErr w:type="gramStart"/>
      <w:r w:rsidR="003659AD">
        <w:t>01</w:t>
      </w:r>
      <w:r w:rsidR="00F23E4B">
        <w:t xml:space="preserve">            </w:t>
      </w:r>
      <w:r w:rsidR="00592F82">
        <w:t>Předmět</w:t>
      </w:r>
      <w:proofErr w:type="gramEnd"/>
      <w:r w:rsidR="00592F82">
        <w:t>:</w:t>
      </w:r>
      <w:r w:rsidR="00E06099">
        <w:t xml:space="preserve"> zeměpis</w:t>
      </w:r>
      <w:r w:rsidR="00592F82">
        <w:tab/>
      </w:r>
      <w:r w:rsidR="00E06099">
        <w:t xml:space="preserve">                               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3659AD">
        <w:t>13.11.2012</w:t>
      </w:r>
      <w:proofErr w:type="gramEnd"/>
      <w:r w:rsidR="008E3194">
        <w:t xml:space="preserve">                 </w:t>
      </w:r>
      <w:r w:rsidR="006C55E1">
        <w:t xml:space="preserve">  </w:t>
      </w:r>
      <w:r w:rsidR="008E3194">
        <w:t xml:space="preserve"> </w:t>
      </w:r>
      <w:r>
        <w:t>Třída:</w:t>
      </w:r>
      <w:r w:rsidR="008E3194">
        <w:t xml:space="preserve"> </w:t>
      </w:r>
      <w:proofErr w:type="gramStart"/>
      <w:r w:rsidR="003659AD">
        <w:t xml:space="preserve">1.B   </w:t>
      </w:r>
      <w:r w:rsidR="00F23E4B">
        <w:t xml:space="preserve">      </w:t>
      </w:r>
      <w:r w:rsidR="003659AD">
        <w:t xml:space="preserve"> </w:t>
      </w:r>
      <w:r>
        <w:t>Ověřující</w:t>
      </w:r>
      <w:proofErr w:type="gramEnd"/>
      <w:r>
        <w:t xml:space="preserve"> učitel:</w:t>
      </w:r>
      <w:r w:rsidR="003659AD">
        <w:t xml:space="preserve"> Mgr.</w:t>
      </w:r>
      <w:r w:rsidR="008E3194">
        <w:t xml:space="preserve"> </w:t>
      </w:r>
      <w:r w:rsidR="003659AD">
        <w:t>Alena Zemanová</w:t>
      </w:r>
    </w:p>
    <w:p w:rsidR="004D695C" w:rsidRPr="004D695C" w:rsidRDefault="00BC209F" w:rsidP="004D695C">
      <w:pPr>
        <w:spacing w:before="240"/>
        <w:rPr>
          <w:rStyle w:val="Hypertextovodkaz"/>
          <w:b/>
          <w:color w:val="auto"/>
          <w:u w:val="none"/>
        </w:rPr>
      </w:pPr>
      <w:hyperlink r:id="rId8" w:history="1">
        <w:r w:rsidR="00163029" w:rsidRPr="004D695C">
          <w:rPr>
            <w:rStyle w:val="Hypertextovodkaz"/>
            <w:b/>
            <w:color w:val="auto"/>
            <w:u w:val="none"/>
          </w:rPr>
          <w:t>Anotace materiálu:</w:t>
        </w:r>
      </w:hyperlink>
      <w:r w:rsidR="003659AD" w:rsidRPr="004D695C">
        <w:rPr>
          <w:rStyle w:val="Hypertextovodkaz"/>
          <w:b/>
          <w:color w:val="auto"/>
          <w:u w:val="none"/>
        </w:rPr>
        <w:t xml:space="preserve"> </w:t>
      </w:r>
    </w:p>
    <w:p w:rsidR="00163029" w:rsidRPr="00AD24D9" w:rsidRDefault="003659AD" w:rsidP="0063037D">
      <w:pPr>
        <w:spacing w:before="240" w:line="276" w:lineRule="auto"/>
        <w:jc w:val="both"/>
      </w:pPr>
      <w:r w:rsidRPr="004D695C">
        <w:rPr>
          <w:rStyle w:val="Hypertextovodkaz"/>
          <w:color w:val="auto"/>
          <w:u w:val="none"/>
        </w:rPr>
        <w:t>Výukový materiál je</w:t>
      </w:r>
      <w:r w:rsidRPr="00650979">
        <w:rPr>
          <w:rStyle w:val="Hypertextovodkaz"/>
          <w:color w:val="auto"/>
          <w:u w:val="none"/>
        </w:rPr>
        <w:t xml:space="preserve"> rozdělen do několika částí, </w:t>
      </w:r>
      <w:r w:rsidR="00650979" w:rsidRPr="00650979">
        <w:rPr>
          <w:rStyle w:val="Hypertextovodkaz"/>
          <w:color w:val="auto"/>
          <w:u w:val="none"/>
        </w:rPr>
        <w:t>nejprve se žáci seznámí se základními pojmy</w:t>
      </w:r>
      <w:r w:rsidR="007E5D65" w:rsidRPr="00650979">
        <w:rPr>
          <w:rStyle w:val="Hypertextovodkaz"/>
          <w:color w:val="auto"/>
          <w:u w:val="none"/>
        </w:rPr>
        <w:t xml:space="preserve"> o revolučním pohybu Země, do pracovního listu si zapisují odpovědi na úkol č.</w:t>
      </w:r>
      <w:r w:rsidR="00AD24D9">
        <w:rPr>
          <w:rStyle w:val="Hypertextovodkaz"/>
          <w:color w:val="auto"/>
          <w:u w:val="none"/>
        </w:rPr>
        <w:t xml:space="preserve"> </w:t>
      </w:r>
      <w:r w:rsidR="007E5D65" w:rsidRPr="00650979">
        <w:rPr>
          <w:rStyle w:val="Hypertextovodkaz"/>
          <w:color w:val="auto"/>
          <w:u w:val="none"/>
        </w:rPr>
        <w:t>1. Stejným způsobem se postupuje při plnění úkolů č.</w:t>
      </w:r>
      <w:r w:rsidR="00AD24D9">
        <w:rPr>
          <w:rStyle w:val="Hypertextovodkaz"/>
          <w:color w:val="auto"/>
          <w:u w:val="none"/>
        </w:rPr>
        <w:t xml:space="preserve"> 2 a 3. V interaktivní čá</w:t>
      </w:r>
      <w:r w:rsidR="007E5D65" w:rsidRPr="00650979">
        <w:rPr>
          <w:rStyle w:val="Hypertextovodkaz"/>
          <w:color w:val="auto"/>
          <w:u w:val="none"/>
        </w:rPr>
        <w:t>sti dokumentu žáci odpovídají na otázku: A jak je to u nás</w:t>
      </w:r>
      <w:r w:rsidR="00A70A60">
        <w:rPr>
          <w:rStyle w:val="Hypertextovodkaz"/>
          <w:color w:val="auto"/>
          <w:u w:val="none"/>
        </w:rPr>
        <w:t xml:space="preserve"> </w:t>
      </w:r>
      <w:r w:rsidR="007E5D65" w:rsidRPr="00650979">
        <w:rPr>
          <w:rStyle w:val="Hypertextovodkaz"/>
          <w:color w:val="auto"/>
          <w:u w:val="none"/>
        </w:rPr>
        <w:t>(stránka 9)</w:t>
      </w:r>
      <w:r w:rsidR="00650979" w:rsidRPr="00650979">
        <w:rPr>
          <w:rStyle w:val="Hypertextovodkaz"/>
          <w:color w:val="auto"/>
          <w:u w:val="none"/>
        </w:rPr>
        <w:t>.</w:t>
      </w:r>
    </w:p>
    <w:p w:rsidR="0063037D" w:rsidRDefault="0063037D" w:rsidP="00745A98">
      <w:pPr>
        <w:spacing w:line="360" w:lineRule="auto"/>
        <w:rPr>
          <w:b/>
        </w:rPr>
      </w:pPr>
    </w:p>
    <w:p w:rsidR="00450E35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BB0E49">
        <w:rPr>
          <w:b/>
        </w:rPr>
        <w:t xml:space="preserve"> </w:t>
      </w:r>
    </w:p>
    <w:p w:rsidR="00484E3A" w:rsidRDefault="00BB0E49" w:rsidP="00745A98">
      <w:pPr>
        <w:spacing w:line="360" w:lineRule="auto"/>
        <w:rPr>
          <w:b/>
        </w:rPr>
      </w:pPr>
      <w:r w:rsidRPr="00650979">
        <w:t>ekliptika, deklinace Slunce, Perihelium, kulminace Slunce, nebeská sféra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B0E49" w:rsidP="0063037D">
      <w:pPr>
        <w:spacing w:line="276" w:lineRule="auto"/>
        <w:jc w:val="both"/>
      </w:pPr>
      <w:r>
        <w:t>Výukový materiál lze použít v hodinách zeměpisu, v zeměpisném semináři při opakování k</w:t>
      </w:r>
      <w:r w:rsidR="00A70A60">
        <w:t> </w:t>
      </w:r>
      <w:r>
        <w:t>maturitě</w:t>
      </w:r>
      <w:r w:rsidR="00A70A60">
        <w:t>;</w:t>
      </w:r>
      <w:r>
        <w:t xml:space="preserve"> získané vědomosti lze využít i v běžném životě</w:t>
      </w:r>
      <w:r w:rsidR="00A70A60"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B4D2C" w:rsidRDefault="00DB4D2C" w:rsidP="0063037D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color w:val="000000"/>
          <w:sz w:val="21"/>
          <w:szCs w:val="21"/>
        </w:rPr>
      </w:pPr>
      <w:r w:rsidRPr="00DB4D2C">
        <w:rPr>
          <w:color w:val="000000"/>
          <w:sz w:val="21"/>
          <w:szCs w:val="21"/>
        </w:rPr>
        <w:t xml:space="preserve">Hanus, M., Šídlo, L. </w:t>
      </w:r>
      <w:r w:rsidRPr="00DB4D2C">
        <w:rPr>
          <w:i/>
          <w:iCs/>
          <w:color w:val="000000"/>
          <w:sz w:val="21"/>
          <w:szCs w:val="21"/>
        </w:rPr>
        <w:t>Školní atlas dnešního sv</w:t>
      </w:r>
      <w:r w:rsidRPr="00DB4D2C">
        <w:rPr>
          <w:rFonts w:eastAsia="Arial Unicode MS"/>
          <w:i/>
          <w:iCs/>
          <w:color w:val="000000"/>
          <w:sz w:val="21"/>
          <w:szCs w:val="21"/>
        </w:rPr>
        <w:t xml:space="preserve">ěta. </w:t>
      </w:r>
      <w:r w:rsidRPr="00DB4D2C">
        <w:rPr>
          <w:rFonts w:eastAsia="Arial Unicode MS"/>
          <w:color w:val="000000"/>
          <w:sz w:val="21"/>
          <w:szCs w:val="21"/>
        </w:rPr>
        <w:t xml:space="preserve">Praha: </w:t>
      </w:r>
      <w:proofErr w:type="spellStart"/>
      <w:r w:rsidRPr="00DB4D2C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DB4D2C">
        <w:rPr>
          <w:rFonts w:eastAsia="Arial Unicode MS"/>
          <w:color w:val="000000"/>
          <w:sz w:val="21"/>
          <w:szCs w:val="21"/>
        </w:rPr>
        <w:t xml:space="preserve">, s.r.o., a </w:t>
      </w:r>
      <w:proofErr w:type="spellStart"/>
      <w:r w:rsidRPr="00DB4D2C">
        <w:rPr>
          <w:rFonts w:eastAsia="Arial Unicode MS"/>
          <w:color w:val="000000"/>
          <w:sz w:val="21"/>
          <w:szCs w:val="21"/>
        </w:rPr>
        <w:t>Terra</w:t>
      </w:r>
      <w:proofErr w:type="spellEnd"/>
      <w:r w:rsidRPr="00DB4D2C">
        <w:rPr>
          <w:rFonts w:eastAsia="Arial Unicode MS"/>
          <w:color w:val="000000"/>
          <w:sz w:val="21"/>
          <w:szCs w:val="21"/>
        </w:rPr>
        <w:t xml:space="preserve"> – Klub, o.p.s., 2011</w:t>
      </w:r>
    </w:p>
    <w:p w:rsidR="005279AE" w:rsidRPr="005279AE" w:rsidRDefault="005279AE" w:rsidP="0063037D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proofErr w:type="spellStart"/>
      <w:r w:rsidRPr="005279AE">
        <w:rPr>
          <w:color w:val="000000"/>
          <w:sz w:val="20"/>
          <w:szCs w:val="20"/>
        </w:rPr>
        <w:t>Štulc</w:t>
      </w:r>
      <w:proofErr w:type="spellEnd"/>
      <w:r w:rsidRPr="005279AE">
        <w:rPr>
          <w:color w:val="000000"/>
          <w:sz w:val="20"/>
          <w:szCs w:val="20"/>
        </w:rPr>
        <w:t xml:space="preserve">, M., Příhoda, P., Srbová, H. </w:t>
      </w:r>
      <w:r w:rsidRPr="005279AE">
        <w:rPr>
          <w:i/>
          <w:iCs/>
          <w:color w:val="000000"/>
          <w:sz w:val="20"/>
          <w:szCs w:val="20"/>
        </w:rPr>
        <w:t xml:space="preserve">Přírodní obraz Země pro 1. ročník gymnázia. </w:t>
      </w:r>
      <w:r w:rsidRPr="005279AE">
        <w:rPr>
          <w:color w:val="000000"/>
          <w:sz w:val="20"/>
          <w:szCs w:val="20"/>
        </w:rPr>
        <w:t>Praha: Fortuna, 1995</w:t>
      </w:r>
    </w:p>
    <w:p w:rsidR="005279AE" w:rsidRDefault="005279AE" w:rsidP="0063037D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 w:rsidRPr="005279AE">
        <w:rPr>
          <w:color w:val="000000"/>
          <w:sz w:val="20"/>
          <w:szCs w:val="20"/>
        </w:rPr>
        <w:t xml:space="preserve">Sobotová, M., Sobota, K. </w:t>
      </w:r>
      <w:r w:rsidRPr="005279AE">
        <w:rPr>
          <w:i/>
          <w:iCs/>
          <w:color w:val="000000"/>
          <w:sz w:val="20"/>
          <w:szCs w:val="20"/>
        </w:rPr>
        <w:t xml:space="preserve">Zeměpisný náčrtník. </w:t>
      </w:r>
      <w:r w:rsidRPr="005279AE">
        <w:rPr>
          <w:color w:val="000000"/>
          <w:sz w:val="20"/>
          <w:szCs w:val="20"/>
        </w:rPr>
        <w:t xml:space="preserve">Praha: Nakladatelství české geografické společnosti, 1996 </w:t>
      </w:r>
    </w:p>
    <w:p w:rsidR="005279AE" w:rsidRPr="005279AE" w:rsidRDefault="005279AE" w:rsidP="0063037D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  <w:r w:rsidRPr="005279AE">
        <w:rPr>
          <w:color w:val="000000"/>
          <w:sz w:val="20"/>
          <w:szCs w:val="20"/>
        </w:rPr>
        <w:t>(obrá</w:t>
      </w:r>
      <w:r>
        <w:rPr>
          <w:color w:val="000000"/>
          <w:sz w:val="20"/>
          <w:szCs w:val="20"/>
        </w:rPr>
        <w:t>zek 1 B planeta Země)</w:t>
      </w:r>
    </w:p>
    <w:p w:rsidR="005279AE" w:rsidRPr="00DB4D2C" w:rsidRDefault="005279AE" w:rsidP="005279AE">
      <w:pPr>
        <w:autoSpaceDE w:val="0"/>
        <w:autoSpaceDN w:val="0"/>
        <w:adjustRightInd w:val="0"/>
        <w:spacing w:line="276" w:lineRule="auto"/>
        <w:rPr>
          <w:rFonts w:eastAsia="Arial Unicode MS"/>
          <w:color w:val="000000"/>
          <w:sz w:val="21"/>
          <w:szCs w:val="21"/>
        </w:rPr>
      </w:pPr>
    </w:p>
    <w:p w:rsidR="00450E35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Pr="00EB331B" w:rsidRDefault="00EC47FC" w:rsidP="00623F17">
      <w:pPr>
        <w:spacing w:line="360" w:lineRule="auto"/>
        <w:rPr>
          <w:b/>
        </w:rPr>
      </w:pPr>
      <w:r w:rsidRPr="00650979">
        <w:t>Součástí materiálu je Pracovní list</w:t>
      </w:r>
      <w:r w:rsidR="00E06099" w:rsidRPr="00650979">
        <w:t>:</w:t>
      </w:r>
      <w:r w:rsidRPr="00650979">
        <w:t xml:space="preserve"> Pohyby Země – oběh Země kolem Slunce</w:t>
      </w:r>
      <w:r w:rsidR="004922EE">
        <w:t>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53" w:rsidRDefault="00853853">
      <w:r>
        <w:separator/>
      </w:r>
    </w:p>
  </w:endnote>
  <w:endnote w:type="continuationSeparator" w:id="0">
    <w:p w:rsidR="00853853" w:rsidRDefault="0085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9F" w:rsidRDefault="00BC20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9F" w:rsidRDefault="00BC20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53" w:rsidRDefault="00853853">
      <w:r>
        <w:separator/>
      </w:r>
    </w:p>
  </w:footnote>
  <w:footnote w:type="continuationSeparator" w:id="0">
    <w:p w:rsidR="00853853" w:rsidRDefault="00853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9F" w:rsidRDefault="00BC209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C209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C209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9F" w:rsidRDefault="00BC20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63029"/>
    <w:rsid w:val="00196A8E"/>
    <w:rsid w:val="001A6A4C"/>
    <w:rsid w:val="001F1A08"/>
    <w:rsid w:val="00232FB1"/>
    <w:rsid w:val="002456F9"/>
    <w:rsid w:val="0028489E"/>
    <w:rsid w:val="00290C19"/>
    <w:rsid w:val="00297870"/>
    <w:rsid w:val="002A290B"/>
    <w:rsid w:val="002A5BAC"/>
    <w:rsid w:val="002D4AF8"/>
    <w:rsid w:val="002E0F95"/>
    <w:rsid w:val="0033262C"/>
    <w:rsid w:val="0034544A"/>
    <w:rsid w:val="00353FD9"/>
    <w:rsid w:val="003659AD"/>
    <w:rsid w:val="0036718C"/>
    <w:rsid w:val="003761B0"/>
    <w:rsid w:val="003835AF"/>
    <w:rsid w:val="003947A2"/>
    <w:rsid w:val="00394D93"/>
    <w:rsid w:val="003A5AD6"/>
    <w:rsid w:val="003B08DB"/>
    <w:rsid w:val="003B7A0F"/>
    <w:rsid w:val="003E4C3B"/>
    <w:rsid w:val="003E63C0"/>
    <w:rsid w:val="003F4DE8"/>
    <w:rsid w:val="0042348A"/>
    <w:rsid w:val="00434610"/>
    <w:rsid w:val="00442809"/>
    <w:rsid w:val="00445D3A"/>
    <w:rsid w:val="00450E35"/>
    <w:rsid w:val="004621BF"/>
    <w:rsid w:val="0046688E"/>
    <w:rsid w:val="00471A18"/>
    <w:rsid w:val="00484E3A"/>
    <w:rsid w:val="00490F9C"/>
    <w:rsid w:val="004922EE"/>
    <w:rsid w:val="00493EE7"/>
    <w:rsid w:val="00497521"/>
    <w:rsid w:val="004C3049"/>
    <w:rsid w:val="004D695C"/>
    <w:rsid w:val="00501C29"/>
    <w:rsid w:val="00512A86"/>
    <w:rsid w:val="005279AE"/>
    <w:rsid w:val="00546A70"/>
    <w:rsid w:val="00574DD9"/>
    <w:rsid w:val="00584AEB"/>
    <w:rsid w:val="00592F82"/>
    <w:rsid w:val="005A62C1"/>
    <w:rsid w:val="005D030A"/>
    <w:rsid w:val="006027CC"/>
    <w:rsid w:val="00623F17"/>
    <w:rsid w:val="0063037D"/>
    <w:rsid w:val="00650979"/>
    <w:rsid w:val="006659E0"/>
    <w:rsid w:val="00667F84"/>
    <w:rsid w:val="006A718D"/>
    <w:rsid w:val="006C55E1"/>
    <w:rsid w:val="006E792F"/>
    <w:rsid w:val="00700E72"/>
    <w:rsid w:val="00745A98"/>
    <w:rsid w:val="007659FE"/>
    <w:rsid w:val="00771703"/>
    <w:rsid w:val="007C424F"/>
    <w:rsid w:val="007C52F1"/>
    <w:rsid w:val="007E5D65"/>
    <w:rsid w:val="007F02F7"/>
    <w:rsid w:val="007F06C8"/>
    <w:rsid w:val="00801324"/>
    <w:rsid w:val="00812228"/>
    <w:rsid w:val="0082351D"/>
    <w:rsid w:val="00823D1E"/>
    <w:rsid w:val="00853853"/>
    <w:rsid w:val="008725F1"/>
    <w:rsid w:val="008B5602"/>
    <w:rsid w:val="008E3194"/>
    <w:rsid w:val="008F1D94"/>
    <w:rsid w:val="009178A2"/>
    <w:rsid w:val="00930B79"/>
    <w:rsid w:val="009E32AF"/>
    <w:rsid w:val="009E736F"/>
    <w:rsid w:val="009F240C"/>
    <w:rsid w:val="009F6F13"/>
    <w:rsid w:val="00A32C1A"/>
    <w:rsid w:val="00A32F88"/>
    <w:rsid w:val="00A67905"/>
    <w:rsid w:val="00A70A60"/>
    <w:rsid w:val="00A739DB"/>
    <w:rsid w:val="00A807BF"/>
    <w:rsid w:val="00A919F9"/>
    <w:rsid w:val="00A92398"/>
    <w:rsid w:val="00AD24D9"/>
    <w:rsid w:val="00AE0AB9"/>
    <w:rsid w:val="00B03303"/>
    <w:rsid w:val="00B11E31"/>
    <w:rsid w:val="00B121FF"/>
    <w:rsid w:val="00B43D79"/>
    <w:rsid w:val="00B53288"/>
    <w:rsid w:val="00B73B73"/>
    <w:rsid w:val="00BA4C26"/>
    <w:rsid w:val="00BB0E49"/>
    <w:rsid w:val="00BC1785"/>
    <w:rsid w:val="00BC209F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D1401"/>
    <w:rsid w:val="00CF24A3"/>
    <w:rsid w:val="00D1525E"/>
    <w:rsid w:val="00D658CD"/>
    <w:rsid w:val="00D65D2B"/>
    <w:rsid w:val="00D77519"/>
    <w:rsid w:val="00DB4D2C"/>
    <w:rsid w:val="00DB726E"/>
    <w:rsid w:val="00E06099"/>
    <w:rsid w:val="00E12C07"/>
    <w:rsid w:val="00E703ED"/>
    <w:rsid w:val="00E85A23"/>
    <w:rsid w:val="00E96239"/>
    <w:rsid w:val="00EB152F"/>
    <w:rsid w:val="00EB331B"/>
    <w:rsid w:val="00EC47FC"/>
    <w:rsid w:val="00ED00A5"/>
    <w:rsid w:val="00EE037D"/>
    <w:rsid w:val="00EE191D"/>
    <w:rsid w:val="00EF7937"/>
    <w:rsid w:val="00F16660"/>
    <w:rsid w:val="00F21BB5"/>
    <w:rsid w:val="00F23E4B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37</TotalTime>
  <Pages>1</Pages>
  <Words>206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24</cp:revision>
  <cp:lastPrinted>1900-12-31T23:00:00Z</cp:lastPrinted>
  <dcterms:created xsi:type="dcterms:W3CDTF">2012-11-18T05:55:00Z</dcterms:created>
  <dcterms:modified xsi:type="dcterms:W3CDTF">2014-06-10T13:19:00Z</dcterms:modified>
</cp:coreProperties>
</file>