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778" w:rsidRDefault="00E77778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8D7BA3" w:rsidRPr="00E77778">
        <w:rPr>
          <w:b/>
        </w:rPr>
        <w:t>Latinská Amerika - státy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8D7BA3">
        <w:rPr>
          <w:b/>
        </w:rPr>
        <w:t xml:space="preserve">    </w:t>
      </w:r>
      <w:r w:rsidR="008D7BA3" w:rsidRPr="00C63C12">
        <w:t>Mgr. Alena Zemanová</w:t>
      </w:r>
      <w:r w:rsidR="00163029" w:rsidRPr="00A32F88">
        <w:rPr>
          <w:b/>
        </w:rP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E77778">
        <w:t xml:space="preserve">: </w:t>
      </w:r>
      <w:r w:rsidR="008D7BA3">
        <w:t xml:space="preserve"> 3_Regionální zeměpis     </w:t>
      </w:r>
      <w:r w:rsidR="00E77778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D7BA3">
        <w:t xml:space="preserve"> 06    </w:t>
      </w:r>
      <w:r w:rsidR="00E77778">
        <w:tab/>
      </w:r>
      <w:r w:rsidR="00592F82">
        <w:t>Předmět:</w:t>
      </w:r>
      <w:r w:rsidR="008D7BA3">
        <w:t xml:space="preserve"> 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8D7BA3">
        <w:t>3.1.</w:t>
      </w:r>
      <w:r w:rsidR="00C21EAE">
        <w:t xml:space="preserve"> </w:t>
      </w:r>
      <w:r w:rsidR="008D7BA3">
        <w:t>2013</w:t>
      </w:r>
      <w:proofErr w:type="gramEnd"/>
      <w:r w:rsidR="00163029">
        <w:tab/>
      </w:r>
      <w:r>
        <w:t>Třída:</w:t>
      </w:r>
      <w:r w:rsidR="00163029">
        <w:tab/>
      </w:r>
      <w:r w:rsidR="008D7BA3">
        <w:t xml:space="preserve">sexta    </w:t>
      </w:r>
      <w:r>
        <w:t>Ověřující učitel:</w:t>
      </w:r>
      <w:r w:rsidR="008D7BA3">
        <w:t xml:space="preserve"> Mgr. Alena Zemanová</w:t>
      </w:r>
    </w:p>
    <w:p w:rsidR="00E77778" w:rsidRPr="00D642FA" w:rsidRDefault="00E77778" w:rsidP="00163029">
      <w:pPr>
        <w:spacing w:line="360" w:lineRule="auto"/>
        <w:rPr>
          <w:sz w:val="16"/>
          <w:szCs w:val="16"/>
        </w:rPr>
      </w:pPr>
    </w:p>
    <w:p w:rsidR="00163029" w:rsidRDefault="00D7502C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8D7BA3">
        <w:rPr>
          <w:rStyle w:val="Hypertextovodkaz"/>
          <w:b/>
          <w:color w:val="auto"/>
          <w:u w:val="none"/>
        </w:rPr>
        <w:t xml:space="preserve"> </w:t>
      </w:r>
    </w:p>
    <w:p w:rsidR="008D7BA3" w:rsidRPr="00C63C12" w:rsidRDefault="008D7BA3" w:rsidP="00E77778">
      <w:pPr>
        <w:spacing w:line="276" w:lineRule="auto"/>
        <w:jc w:val="both"/>
      </w:pPr>
      <w:r w:rsidRPr="00C63C12">
        <w:rPr>
          <w:rStyle w:val="Hypertextovodkaz"/>
          <w:color w:val="auto"/>
          <w:u w:val="none"/>
        </w:rPr>
        <w:t>Výukový materiál má dvě části, nejprve jde o práci s atlasem, studenti vyhledávají státy Latinské Ameriky podle zadání, v druhé části aktivně doplňují státy do obrysové mapy.</w:t>
      </w:r>
    </w:p>
    <w:p w:rsidR="00E77778" w:rsidRDefault="00E77778" w:rsidP="00745A98">
      <w:pPr>
        <w:spacing w:line="360" w:lineRule="auto"/>
        <w:rPr>
          <w:b/>
        </w:rPr>
      </w:pPr>
    </w:p>
    <w:p w:rsidR="00484E3A" w:rsidRDefault="00484E3A" w:rsidP="00E77778">
      <w:pPr>
        <w:rPr>
          <w:b/>
        </w:rPr>
      </w:pPr>
      <w:r>
        <w:rPr>
          <w:b/>
        </w:rPr>
        <w:t>Klíčová slova:</w:t>
      </w:r>
    </w:p>
    <w:p w:rsidR="008D7BA3" w:rsidRPr="00C63C12" w:rsidRDefault="008D7BA3" w:rsidP="00E77778">
      <w:pPr>
        <w:spacing w:before="240"/>
      </w:pPr>
      <w:r w:rsidRPr="00C63C12">
        <w:t>Latinská Amerika, Andské státy, Laplatské státy, Amazonské státy</w:t>
      </w:r>
    </w:p>
    <w:p w:rsidR="00E77778" w:rsidRDefault="00E77778" w:rsidP="00745A98">
      <w:pPr>
        <w:spacing w:line="360" w:lineRule="auto"/>
        <w:rPr>
          <w:b/>
        </w:rPr>
      </w:pPr>
    </w:p>
    <w:p w:rsidR="00F7312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C63C12" w:rsidRDefault="00C63C12" w:rsidP="00E77778">
      <w:pPr>
        <w:spacing w:line="276" w:lineRule="auto"/>
        <w:jc w:val="both"/>
      </w:pPr>
      <w:r w:rsidRPr="00C63C12">
        <w:t>Výukový materiál lze využít v hodinách zeměpisu, dějepisu, v zeměpisném semináři, v semináři politické geografie</w:t>
      </w:r>
      <w:r w:rsidR="00D642FA">
        <w:t>.</w:t>
      </w:r>
    </w:p>
    <w:p w:rsidR="00E77778" w:rsidRPr="00C63C12" w:rsidRDefault="00E77778" w:rsidP="00E77778">
      <w:pPr>
        <w:spacing w:line="276" w:lineRule="auto"/>
        <w:jc w:val="both"/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C63C12" w:rsidRPr="00E77778" w:rsidRDefault="005D34CB" w:rsidP="00E77778">
      <w:p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BAAR</w:t>
      </w:r>
      <w:r w:rsidR="00C63C12" w:rsidRPr="00E77778">
        <w:rPr>
          <w:color w:val="000000"/>
          <w:sz w:val="22"/>
          <w:szCs w:val="22"/>
        </w:rPr>
        <w:t>,</w:t>
      </w:r>
      <w:r w:rsidR="00C21EAE" w:rsidRPr="00E77778">
        <w:rPr>
          <w:color w:val="000000"/>
          <w:sz w:val="22"/>
          <w:szCs w:val="22"/>
        </w:rPr>
        <w:t xml:space="preserve"> </w:t>
      </w:r>
      <w:r w:rsidR="00C63C12" w:rsidRPr="00E77778">
        <w:rPr>
          <w:color w:val="000000"/>
          <w:sz w:val="22"/>
          <w:szCs w:val="22"/>
        </w:rPr>
        <w:t>V.</w:t>
      </w:r>
      <w:r w:rsidR="00D642FA">
        <w:rPr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>Hospodářský zeměpis.</w:t>
      </w:r>
      <w:r w:rsidR="00C63C12" w:rsidRPr="00E77778">
        <w:rPr>
          <w:i/>
          <w:iCs/>
          <w:color w:val="000000"/>
          <w:sz w:val="22"/>
          <w:szCs w:val="22"/>
        </w:rPr>
        <w:t xml:space="preserve"> </w:t>
      </w:r>
      <w:r w:rsidR="00C63C12" w:rsidRPr="00E77778">
        <w:rPr>
          <w:color w:val="000000"/>
          <w:sz w:val="22"/>
          <w:szCs w:val="22"/>
        </w:rPr>
        <w:t>Nakladatelství České geografické společnosti,</w:t>
      </w:r>
      <w:r w:rsidR="00D642FA">
        <w:rPr>
          <w:color w:val="000000"/>
          <w:sz w:val="22"/>
          <w:szCs w:val="22"/>
        </w:rPr>
        <w:t xml:space="preserve"> </w:t>
      </w:r>
      <w:r w:rsidR="00C63C12" w:rsidRPr="00E77778">
        <w:rPr>
          <w:color w:val="000000"/>
          <w:sz w:val="22"/>
          <w:szCs w:val="22"/>
        </w:rPr>
        <w:t>Praha: 2002</w:t>
      </w:r>
    </w:p>
    <w:p w:rsidR="00E77778" w:rsidRDefault="005D34CB" w:rsidP="00E77778">
      <w:p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HANUS</w:t>
      </w:r>
      <w:r w:rsidR="00C63C12" w:rsidRPr="00E77778">
        <w:rPr>
          <w:color w:val="000000"/>
          <w:sz w:val="22"/>
          <w:szCs w:val="22"/>
        </w:rPr>
        <w:t>,</w:t>
      </w:r>
      <w:r w:rsidR="00C21EAE" w:rsidRPr="00E77778">
        <w:rPr>
          <w:color w:val="000000"/>
          <w:sz w:val="22"/>
          <w:szCs w:val="22"/>
        </w:rPr>
        <w:t xml:space="preserve"> </w:t>
      </w:r>
      <w:r w:rsidR="00C63C12" w:rsidRPr="00E77778">
        <w:rPr>
          <w:color w:val="000000"/>
          <w:sz w:val="22"/>
          <w:szCs w:val="22"/>
        </w:rPr>
        <w:t>M.,</w:t>
      </w:r>
      <w:r w:rsidR="00D642F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ŠÍDLO</w:t>
      </w:r>
      <w:r w:rsidR="00C63C12" w:rsidRPr="00E77778">
        <w:rPr>
          <w:color w:val="000000"/>
          <w:sz w:val="22"/>
          <w:szCs w:val="22"/>
        </w:rPr>
        <w:t>,</w:t>
      </w:r>
      <w:r w:rsidR="00D642FA">
        <w:rPr>
          <w:color w:val="000000"/>
          <w:sz w:val="22"/>
          <w:szCs w:val="22"/>
        </w:rPr>
        <w:t xml:space="preserve"> </w:t>
      </w:r>
      <w:r w:rsidR="00C63C12" w:rsidRPr="00E77778">
        <w:rPr>
          <w:color w:val="000000"/>
          <w:sz w:val="22"/>
          <w:szCs w:val="22"/>
        </w:rPr>
        <w:t>L.</w:t>
      </w:r>
      <w:r w:rsidR="00C21EAE" w:rsidRPr="00E77778">
        <w:rPr>
          <w:color w:val="000000"/>
          <w:sz w:val="22"/>
          <w:szCs w:val="22"/>
        </w:rPr>
        <w:t xml:space="preserve"> </w:t>
      </w:r>
      <w:r w:rsidR="00C63C12" w:rsidRPr="00E77778">
        <w:rPr>
          <w:i/>
          <w:iCs/>
          <w:color w:val="000000"/>
          <w:sz w:val="22"/>
          <w:szCs w:val="22"/>
        </w:rPr>
        <w:t>Školní atlas dnešního světa</w:t>
      </w:r>
      <w:r w:rsidR="00C63C12" w:rsidRPr="00E77778">
        <w:rPr>
          <w:color w:val="000000"/>
          <w:sz w:val="22"/>
          <w:szCs w:val="22"/>
        </w:rPr>
        <w:t>,</w:t>
      </w:r>
      <w:r w:rsidR="00C21EAE" w:rsidRPr="00E77778">
        <w:rPr>
          <w:color w:val="000000"/>
          <w:sz w:val="22"/>
          <w:szCs w:val="22"/>
        </w:rPr>
        <w:t xml:space="preserve"> </w:t>
      </w:r>
      <w:r w:rsidR="00C63C12" w:rsidRPr="00E77778">
        <w:rPr>
          <w:color w:val="000000"/>
          <w:sz w:val="22"/>
          <w:szCs w:val="22"/>
        </w:rPr>
        <w:t>TERRA, s.r.o. a TERRA-</w:t>
      </w:r>
      <w:r w:rsidR="007769B9">
        <w:rPr>
          <w:color w:val="000000"/>
          <w:sz w:val="22"/>
          <w:szCs w:val="22"/>
        </w:rPr>
        <w:t xml:space="preserve"> </w:t>
      </w:r>
      <w:r w:rsidR="00C63C12" w:rsidRPr="00E77778">
        <w:rPr>
          <w:color w:val="000000"/>
          <w:sz w:val="22"/>
          <w:szCs w:val="22"/>
        </w:rPr>
        <w:t>KLUB o.p.s.,</w:t>
      </w:r>
      <w:r w:rsidR="00D642FA">
        <w:rPr>
          <w:color w:val="000000"/>
          <w:sz w:val="22"/>
          <w:szCs w:val="22"/>
        </w:rPr>
        <w:t xml:space="preserve"> </w:t>
      </w:r>
      <w:r w:rsidR="00C63C12" w:rsidRPr="00E77778">
        <w:rPr>
          <w:color w:val="000000"/>
          <w:sz w:val="22"/>
          <w:szCs w:val="22"/>
        </w:rPr>
        <w:t>Praha: 2011</w:t>
      </w:r>
    </w:p>
    <w:p w:rsidR="00C63C12" w:rsidRPr="00E77778" w:rsidRDefault="00C63C12" w:rsidP="00E77778">
      <w:pPr>
        <w:autoSpaceDE w:val="0"/>
        <w:autoSpaceDN w:val="0"/>
        <w:adjustRightInd w:val="0"/>
        <w:spacing w:line="276" w:lineRule="auto"/>
        <w:rPr>
          <w:b/>
        </w:rPr>
      </w:pPr>
      <w:r w:rsidRPr="00E77778">
        <w:rPr>
          <w:color w:val="000000"/>
        </w:rPr>
        <w:t xml:space="preserve"> </w:t>
      </w:r>
      <w:r w:rsidR="00E77778">
        <w:rPr>
          <w:color w:val="000000"/>
        </w:rPr>
        <w:t xml:space="preserve">J. </w:t>
      </w:r>
      <w:r w:rsidRPr="00E77778">
        <w:rPr>
          <w:color w:val="000000"/>
        </w:rPr>
        <w:t>Amerika: http://mapasveta.info/amerika/jizni_amerika_mapa.html</w:t>
      </w:r>
    </w:p>
    <w:p w:rsidR="00E77778" w:rsidRDefault="00E77778" w:rsidP="00623F17">
      <w:pPr>
        <w:spacing w:before="240" w:line="360" w:lineRule="auto"/>
        <w:rPr>
          <w:b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C21EAE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C75" w:rsidRDefault="009E7C75">
      <w:r>
        <w:separator/>
      </w:r>
    </w:p>
  </w:endnote>
  <w:endnote w:type="continuationSeparator" w:id="0">
    <w:p w:rsidR="009E7C75" w:rsidRDefault="009E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2C" w:rsidRDefault="00D7502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2C" w:rsidRDefault="00D750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C75" w:rsidRDefault="009E7C75">
      <w:r>
        <w:separator/>
      </w:r>
    </w:p>
  </w:footnote>
  <w:footnote w:type="continuationSeparator" w:id="0">
    <w:p w:rsidR="009E7C75" w:rsidRDefault="009E7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2C" w:rsidRDefault="00D7502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D7502C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D7502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2C" w:rsidRDefault="00D7502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3BF5"/>
    <w:rsid w:val="00574DD9"/>
    <w:rsid w:val="00592F82"/>
    <w:rsid w:val="005A62C1"/>
    <w:rsid w:val="005D030A"/>
    <w:rsid w:val="005D34CB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769B9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D7BA3"/>
    <w:rsid w:val="008F1D94"/>
    <w:rsid w:val="009178A2"/>
    <w:rsid w:val="00930B79"/>
    <w:rsid w:val="00985532"/>
    <w:rsid w:val="00991E6D"/>
    <w:rsid w:val="009E736F"/>
    <w:rsid w:val="009E7C75"/>
    <w:rsid w:val="009F240C"/>
    <w:rsid w:val="009F6F13"/>
    <w:rsid w:val="00A32C1A"/>
    <w:rsid w:val="00A32F88"/>
    <w:rsid w:val="00A67905"/>
    <w:rsid w:val="00A739DB"/>
    <w:rsid w:val="00A92398"/>
    <w:rsid w:val="00AE0AB9"/>
    <w:rsid w:val="00AF56C1"/>
    <w:rsid w:val="00B03303"/>
    <w:rsid w:val="00B11E31"/>
    <w:rsid w:val="00B121FF"/>
    <w:rsid w:val="00B43D79"/>
    <w:rsid w:val="00B73B73"/>
    <w:rsid w:val="00B8611E"/>
    <w:rsid w:val="00BA4C26"/>
    <w:rsid w:val="00BC3C15"/>
    <w:rsid w:val="00BC6D46"/>
    <w:rsid w:val="00C067D2"/>
    <w:rsid w:val="00C21EAE"/>
    <w:rsid w:val="00C36394"/>
    <w:rsid w:val="00C43F4C"/>
    <w:rsid w:val="00C61876"/>
    <w:rsid w:val="00C61B2E"/>
    <w:rsid w:val="00C63C12"/>
    <w:rsid w:val="00C841AF"/>
    <w:rsid w:val="00CB38DA"/>
    <w:rsid w:val="00CC59E8"/>
    <w:rsid w:val="00CE698D"/>
    <w:rsid w:val="00CF24A3"/>
    <w:rsid w:val="00D642FA"/>
    <w:rsid w:val="00D65D2B"/>
    <w:rsid w:val="00D7502C"/>
    <w:rsid w:val="00D77519"/>
    <w:rsid w:val="00DB726E"/>
    <w:rsid w:val="00E12C07"/>
    <w:rsid w:val="00E77778"/>
    <w:rsid w:val="00E85A23"/>
    <w:rsid w:val="00E96239"/>
    <w:rsid w:val="00E96F60"/>
    <w:rsid w:val="00EB152F"/>
    <w:rsid w:val="00EB331B"/>
    <w:rsid w:val="00EC0F1F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24</TotalTime>
  <Pages>1</Pages>
  <Words>140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12</cp:revision>
  <cp:lastPrinted>2013-01-28T12:25:00Z</cp:lastPrinted>
  <dcterms:created xsi:type="dcterms:W3CDTF">2013-01-19T09:37:00Z</dcterms:created>
  <dcterms:modified xsi:type="dcterms:W3CDTF">2014-06-12T13:36:00Z</dcterms:modified>
</cp:coreProperties>
</file>