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A9F" w:rsidRDefault="00812A9F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68019E">
        <w:rPr>
          <w:b/>
        </w:rPr>
        <w:t xml:space="preserve"> </w:t>
      </w:r>
      <w:r w:rsidR="0068019E" w:rsidRPr="00812A9F">
        <w:rPr>
          <w:b/>
        </w:rPr>
        <w:t>Latinská Amerika - opakování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68019E">
        <w:rPr>
          <w:b/>
        </w:rPr>
        <w:t xml:space="preserve"> </w:t>
      </w:r>
      <w:r w:rsidR="0068019E" w:rsidRPr="00513764">
        <w:t>Mgr.</w:t>
      </w:r>
      <w:r w:rsidR="00513764">
        <w:t xml:space="preserve"> </w:t>
      </w:r>
      <w:r w:rsidR="0068019E" w:rsidRPr="00513764">
        <w:t>Alena Zemanová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68019E">
        <w:t xml:space="preserve"> 2_Regionální zeměpis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513764">
        <w:t xml:space="preserve"> </w:t>
      </w:r>
      <w:r w:rsidR="0068019E">
        <w:t>07</w:t>
      </w:r>
      <w:r w:rsidR="00163029">
        <w:tab/>
      </w:r>
      <w:r w:rsidR="00592F82">
        <w:t>Předmět:</w:t>
      </w:r>
      <w:r w:rsidR="00592F82">
        <w:tab/>
      </w:r>
      <w:r w:rsidR="0068019E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8019E">
        <w:t>8. 1. 2013</w:t>
      </w:r>
      <w:r w:rsidR="00163029">
        <w:tab/>
      </w:r>
      <w:r>
        <w:t>Třída:</w:t>
      </w:r>
      <w:r w:rsidR="0068019E">
        <w:t xml:space="preserve"> </w:t>
      </w:r>
      <w:proofErr w:type="gramStart"/>
      <w:r w:rsidR="0068019E">
        <w:t xml:space="preserve">2.C    </w:t>
      </w:r>
      <w:r w:rsidR="00513764">
        <w:t xml:space="preserve">     </w:t>
      </w:r>
      <w:r w:rsidR="0068019E">
        <w:t xml:space="preserve">  </w:t>
      </w:r>
      <w:r>
        <w:t>Ověřující</w:t>
      </w:r>
      <w:proofErr w:type="gramEnd"/>
      <w:r>
        <w:t xml:space="preserve"> učitel</w:t>
      </w:r>
      <w:r w:rsidR="0068019E">
        <w:t>: Mgr. Alena Zemanová</w:t>
      </w:r>
    </w:p>
    <w:p w:rsidR="00812A9F" w:rsidRDefault="00812A9F" w:rsidP="00163029">
      <w:pPr>
        <w:spacing w:line="360" w:lineRule="auto"/>
      </w:pPr>
    </w:p>
    <w:p w:rsidR="00163029" w:rsidRDefault="00503437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68019E" w:rsidRPr="00513764" w:rsidRDefault="0068019E" w:rsidP="00812A9F">
      <w:pPr>
        <w:spacing w:line="276" w:lineRule="auto"/>
        <w:jc w:val="both"/>
      </w:pPr>
      <w:r w:rsidRPr="00513764">
        <w:rPr>
          <w:rStyle w:val="Hypertextovodkaz"/>
          <w:color w:val="auto"/>
          <w:u w:val="none"/>
        </w:rPr>
        <w:t>Výukový materiál je určen k opakování makroregionu Latinská Amerika, studenti doplňují do textu přírodních poměrů správné odpovědi. V části, která se</w:t>
      </w:r>
      <w:r w:rsidR="00513764">
        <w:rPr>
          <w:rStyle w:val="Hypertextovodkaz"/>
          <w:color w:val="auto"/>
          <w:u w:val="none"/>
        </w:rPr>
        <w:t xml:space="preserve"> </w:t>
      </w:r>
      <w:r w:rsidRPr="00513764">
        <w:rPr>
          <w:rStyle w:val="Hypertextovodkaz"/>
          <w:color w:val="auto"/>
          <w:u w:val="none"/>
        </w:rPr>
        <w:t>zabývá obyvatelstvem</w:t>
      </w:r>
      <w:r w:rsidR="00812A9F">
        <w:rPr>
          <w:rStyle w:val="Hypertextovodkaz"/>
          <w:color w:val="auto"/>
          <w:u w:val="none"/>
        </w:rPr>
        <w:t>,</w:t>
      </w:r>
      <w:r w:rsidRPr="00513764">
        <w:rPr>
          <w:rStyle w:val="Hypertextovodkaz"/>
          <w:color w:val="auto"/>
          <w:u w:val="none"/>
        </w:rPr>
        <w:t xml:space="preserve"> odpovídají</w:t>
      </w:r>
      <w:r w:rsidR="00513764">
        <w:rPr>
          <w:rStyle w:val="Hypertextovodkaz"/>
          <w:color w:val="auto"/>
          <w:u w:val="none"/>
        </w:rPr>
        <w:t xml:space="preserve"> </w:t>
      </w:r>
      <w:r w:rsidRPr="00513764">
        <w:rPr>
          <w:rStyle w:val="Hypertextovodkaz"/>
          <w:color w:val="auto"/>
          <w:u w:val="none"/>
        </w:rPr>
        <w:t xml:space="preserve">na otázky ano/ne, </w:t>
      </w:r>
      <w:r w:rsidR="00513764" w:rsidRPr="00513764">
        <w:rPr>
          <w:rStyle w:val="Hypertextovodkaz"/>
          <w:color w:val="auto"/>
          <w:u w:val="none"/>
        </w:rPr>
        <w:t xml:space="preserve">dále určují hlavní města vybraných států a v závěru poznávají státy Střední Ameriky. </w:t>
      </w:r>
      <w:r w:rsidRPr="00513764">
        <w:rPr>
          <w:rStyle w:val="Hypertextovodkaz"/>
          <w:color w:val="auto"/>
          <w:u w:val="none"/>
        </w:rPr>
        <w:t xml:space="preserve"> </w:t>
      </w:r>
    </w:p>
    <w:p w:rsidR="00812A9F" w:rsidRPr="00812A9F" w:rsidRDefault="00812A9F" w:rsidP="00745A98">
      <w:pPr>
        <w:spacing w:line="360" w:lineRule="auto"/>
        <w:rPr>
          <w:b/>
          <w:sz w:val="16"/>
          <w:szCs w:val="16"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513764" w:rsidRPr="00513764" w:rsidRDefault="00513764" w:rsidP="00745A98">
      <w:pPr>
        <w:spacing w:line="360" w:lineRule="auto"/>
      </w:pPr>
      <w:r w:rsidRPr="00513764">
        <w:t>Latinská Amerika</w:t>
      </w:r>
      <w:r>
        <w:t>, Střední Amerika</w:t>
      </w:r>
    </w:p>
    <w:p w:rsidR="00812A9F" w:rsidRPr="00812A9F" w:rsidRDefault="00812A9F" w:rsidP="00745A98">
      <w:pPr>
        <w:spacing w:line="360" w:lineRule="auto"/>
        <w:rPr>
          <w:b/>
          <w:sz w:val="16"/>
          <w:szCs w:val="16"/>
        </w:rPr>
      </w:pPr>
    </w:p>
    <w:p w:rsidR="00F7312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513764" w:rsidRPr="00513764" w:rsidRDefault="00513764" w:rsidP="00745A98">
      <w:pPr>
        <w:spacing w:line="360" w:lineRule="auto"/>
      </w:pPr>
      <w:r w:rsidRPr="00513764">
        <w:t>Výukový materiál lze využít v hodinách zeměpisu, v zeměpisných seminářích</w:t>
      </w:r>
      <w:r w:rsidR="00812A9F">
        <w:t>.</w:t>
      </w:r>
    </w:p>
    <w:p w:rsidR="00812A9F" w:rsidRPr="00812A9F" w:rsidRDefault="00812A9F" w:rsidP="00623F17">
      <w:pPr>
        <w:spacing w:line="360" w:lineRule="auto"/>
        <w:rPr>
          <w:b/>
          <w:sz w:val="16"/>
          <w:szCs w:val="16"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513764" w:rsidRPr="00812A9F" w:rsidRDefault="00564D62" w:rsidP="00623F17">
      <w:pPr>
        <w:spacing w:line="360" w:lineRule="auto"/>
        <w:rPr>
          <w:b/>
        </w:rPr>
      </w:pPr>
      <w:r>
        <w:rPr>
          <w:color w:val="000000"/>
          <w:sz w:val="21"/>
          <w:szCs w:val="21"/>
        </w:rPr>
        <w:t>HANUS</w:t>
      </w:r>
      <w:r w:rsidR="00812A9F">
        <w:rPr>
          <w:color w:val="000000"/>
          <w:sz w:val="21"/>
          <w:szCs w:val="21"/>
        </w:rPr>
        <w:t xml:space="preserve">, </w:t>
      </w:r>
      <w:r>
        <w:rPr>
          <w:color w:val="000000"/>
          <w:sz w:val="21"/>
          <w:szCs w:val="21"/>
        </w:rPr>
        <w:t>M., ŠÍDLO</w:t>
      </w:r>
      <w:r w:rsidR="00513764" w:rsidRPr="00812A9F">
        <w:rPr>
          <w:color w:val="000000"/>
          <w:sz w:val="21"/>
          <w:szCs w:val="21"/>
        </w:rPr>
        <w:t xml:space="preserve">, L. </w:t>
      </w:r>
      <w:r w:rsidR="00513764" w:rsidRPr="00812A9F">
        <w:rPr>
          <w:i/>
          <w:iCs/>
          <w:color w:val="000000"/>
          <w:sz w:val="21"/>
          <w:szCs w:val="21"/>
        </w:rPr>
        <w:t>Školní atlas dnešního světa</w:t>
      </w:r>
      <w:r>
        <w:rPr>
          <w:color w:val="000000"/>
          <w:sz w:val="21"/>
          <w:szCs w:val="21"/>
        </w:rPr>
        <w:t>.</w:t>
      </w:r>
      <w:r w:rsidR="00513764" w:rsidRPr="00812A9F">
        <w:rPr>
          <w:color w:val="000000"/>
          <w:sz w:val="21"/>
          <w:szCs w:val="21"/>
        </w:rPr>
        <w:t xml:space="preserve"> TERRA, s.r.o. a TERRA-KLUB o. p. s.</w:t>
      </w:r>
      <w:r w:rsidR="00812A9F">
        <w:rPr>
          <w:color w:val="000000"/>
          <w:sz w:val="21"/>
          <w:szCs w:val="21"/>
        </w:rPr>
        <w:t>,</w:t>
      </w:r>
      <w:r w:rsidR="00513764" w:rsidRPr="00812A9F">
        <w:rPr>
          <w:color w:val="000000"/>
          <w:sz w:val="21"/>
          <w:szCs w:val="21"/>
        </w:rPr>
        <w:t xml:space="preserve"> Praha: 2011</w:t>
      </w:r>
    </w:p>
    <w:p w:rsidR="00513764" w:rsidRPr="00EB331B" w:rsidRDefault="00623F17" w:rsidP="00513764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DB6D0F">
        <w:rPr>
          <w:b/>
        </w:rPr>
        <w:t>-</w:t>
      </w:r>
    </w:p>
    <w:p w:rsidR="00513764" w:rsidRPr="00B121FF" w:rsidRDefault="00513764" w:rsidP="00513764"/>
    <w:p w:rsidR="00513764" w:rsidRPr="00B121FF" w:rsidRDefault="00513764"/>
    <w:sectPr w:rsidR="00513764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055" w:rsidRDefault="00FD7055">
      <w:r>
        <w:separator/>
      </w:r>
    </w:p>
  </w:endnote>
  <w:endnote w:type="continuationSeparator" w:id="0">
    <w:p w:rsidR="00FD7055" w:rsidRDefault="00FD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437" w:rsidRDefault="0050343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437" w:rsidRDefault="005034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055" w:rsidRDefault="00FD7055">
      <w:r>
        <w:separator/>
      </w:r>
    </w:p>
  </w:footnote>
  <w:footnote w:type="continuationSeparator" w:id="0">
    <w:p w:rsidR="00FD7055" w:rsidRDefault="00FD7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437" w:rsidRDefault="0050343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503437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50343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437" w:rsidRDefault="0050343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63029"/>
    <w:rsid w:val="00180B7E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269E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03437"/>
    <w:rsid w:val="00512A86"/>
    <w:rsid w:val="00513764"/>
    <w:rsid w:val="00546A70"/>
    <w:rsid w:val="00564D62"/>
    <w:rsid w:val="00574DD9"/>
    <w:rsid w:val="00592F82"/>
    <w:rsid w:val="005A62C1"/>
    <w:rsid w:val="005D030A"/>
    <w:rsid w:val="005F363B"/>
    <w:rsid w:val="006027CC"/>
    <w:rsid w:val="00623F17"/>
    <w:rsid w:val="006659E0"/>
    <w:rsid w:val="0068019E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12A9F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AF63BF"/>
    <w:rsid w:val="00B03303"/>
    <w:rsid w:val="00B11E31"/>
    <w:rsid w:val="00B121FF"/>
    <w:rsid w:val="00B43D79"/>
    <w:rsid w:val="00B73B73"/>
    <w:rsid w:val="00B77758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91A61"/>
    <w:rsid w:val="00DB6D0F"/>
    <w:rsid w:val="00DB726E"/>
    <w:rsid w:val="00DC228B"/>
    <w:rsid w:val="00E12C07"/>
    <w:rsid w:val="00E85A23"/>
    <w:rsid w:val="00E96239"/>
    <w:rsid w:val="00EB152F"/>
    <w:rsid w:val="00EB331B"/>
    <w:rsid w:val="00ED00A5"/>
    <w:rsid w:val="00EE037D"/>
    <w:rsid w:val="00EF7937"/>
    <w:rsid w:val="00F011AB"/>
    <w:rsid w:val="00F16660"/>
    <w:rsid w:val="00F21BB5"/>
    <w:rsid w:val="00F456CA"/>
    <w:rsid w:val="00F73128"/>
    <w:rsid w:val="00F77866"/>
    <w:rsid w:val="00FA168B"/>
    <w:rsid w:val="00FC34AC"/>
    <w:rsid w:val="00FD69C2"/>
    <w:rsid w:val="00FD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</TotalTime>
  <Pages>1</Pages>
  <Words>133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10</cp:revision>
  <cp:lastPrinted>2013-01-28T12:31:00Z</cp:lastPrinted>
  <dcterms:created xsi:type="dcterms:W3CDTF">2013-01-19T10:50:00Z</dcterms:created>
  <dcterms:modified xsi:type="dcterms:W3CDTF">2014-06-12T13:46:00Z</dcterms:modified>
</cp:coreProperties>
</file>