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4EB" w:rsidRDefault="004564EB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935D58">
        <w:rPr>
          <w:b/>
        </w:rPr>
        <w:t xml:space="preserve"> </w:t>
      </w:r>
      <w:r w:rsidR="00935D58" w:rsidRPr="004564EB">
        <w:rPr>
          <w:b/>
        </w:rPr>
        <w:t>Severní Afrika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935D58">
        <w:rPr>
          <w:b/>
        </w:rPr>
        <w:t xml:space="preserve"> </w:t>
      </w:r>
      <w:r w:rsidR="00935D58" w:rsidRPr="00114001">
        <w:t>Mgr. Alena Zemanová</w:t>
      </w:r>
      <w:r w:rsidR="00163029" w:rsidRPr="00114001">
        <w:tab/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935D58">
        <w:t xml:space="preserve"> 2_Regionální zeměpis </w:t>
      </w:r>
      <w:r w:rsidR="00114001">
        <w:t xml:space="preserve">  </w:t>
      </w:r>
      <w:r w:rsidR="00935D58">
        <w:t xml:space="preserve"> </w:t>
      </w:r>
      <w:r w:rsidR="00290D10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35D58">
        <w:t xml:space="preserve"> 09</w:t>
      </w:r>
      <w:r w:rsidR="00114001">
        <w:t xml:space="preserve">   </w:t>
      </w:r>
      <w:r w:rsidR="00290D10">
        <w:tab/>
      </w:r>
      <w:r w:rsidR="00114001">
        <w:t xml:space="preserve"> </w:t>
      </w:r>
      <w:r w:rsidR="00592F82">
        <w:t>Předmět:</w:t>
      </w:r>
      <w:r w:rsidR="00592F82">
        <w:tab/>
      </w:r>
      <w:r w:rsidR="00935D58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151CDA">
        <w:t>17</w:t>
      </w:r>
      <w:r w:rsidR="00935D58">
        <w:t>.</w:t>
      </w:r>
      <w:r w:rsidR="00114001">
        <w:t xml:space="preserve"> </w:t>
      </w:r>
      <w:r w:rsidR="00935D58">
        <w:t>1.</w:t>
      </w:r>
      <w:r w:rsidR="00114001">
        <w:t xml:space="preserve"> </w:t>
      </w:r>
      <w:r w:rsidR="00935D58">
        <w:t>2013</w:t>
      </w:r>
      <w:r w:rsidR="00163029">
        <w:tab/>
      </w:r>
      <w:r>
        <w:t>Třída:</w:t>
      </w:r>
      <w:r w:rsidR="00114001">
        <w:t xml:space="preserve"> </w:t>
      </w:r>
      <w:proofErr w:type="gramStart"/>
      <w:r w:rsidR="00151CDA">
        <w:t>sexta</w:t>
      </w:r>
      <w:r w:rsidR="00935D58">
        <w:t xml:space="preserve">  </w:t>
      </w:r>
      <w:r w:rsidR="00114001">
        <w:t xml:space="preserve"> </w:t>
      </w:r>
      <w:r w:rsidR="00935D58">
        <w:t xml:space="preserve"> </w:t>
      </w:r>
      <w:r w:rsidR="00114001">
        <w:t xml:space="preserve">  </w:t>
      </w:r>
      <w:r w:rsidR="00935D58">
        <w:t xml:space="preserve">    </w:t>
      </w:r>
      <w:r w:rsidR="00114001">
        <w:t xml:space="preserve"> </w:t>
      </w:r>
      <w:r>
        <w:t>Ověřující</w:t>
      </w:r>
      <w:proofErr w:type="gramEnd"/>
      <w:r>
        <w:t xml:space="preserve"> učitel:</w:t>
      </w:r>
      <w:r w:rsidR="00935D58">
        <w:t xml:space="preserve"> Mgr. Alena Zemanová</w:t>
      </w:r>
      <w:r w:rsidR="00745A98">
        <w:tab/>
      </w:r>
    </w:p>
    <w:p w:rsidR="004564EB" w:rsidRDefault="004564EB" w:rsidP="00163029">
      <w:pPr>
        <w:spacing w:line="360" w:lineRule="auto"/>
      </w:pPr>
    </w:p>
    <w:p w:rsidR="00163029" w:rsidRDefault="00F354DB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935D58" w:rsidRPr="00114001" w:rsidRDefault="00935D58" w:rsidP="004564EB">
      <w:pPr>
        <w:spacing w:line="276" w:lineRule="auto"/>
        <w:jc w:val="both"/>
      </w:pPr>
      <w:r w:rsidRPr="00114001">
        <w:rPr>
          <w:rStyle w:val="Hypertextovodkaz"/>
          <w:color w:val="auto"/>
          <w:u w:val="none"/>
        </w:rPr>
        <w:t xml:space="preserve">Výukový materiál je zaměřen na státy Severní Afriky, studenti se seznamují s vlajkami vybraných států </w:t>
      </w:r>
      <w:r w:rsidR="002629FD" w:rsidRPr="00114001">
        <w:rPr>
          <w:rStyle w:val="Hypertextovodkaz"/>
          <w:color w:val="auto"/>
          <w:u w:val="none"/>
        </w:rPr>
        <w:t xml:space="preserve">tohoto regionu </w:t>
      </w:r>
      <w:r w:rsidRPr="00114001">
        <w:rPr>
          <w:rStyle w:val="Hypertextovodkaz"/>
          <w:color w:val="auto"/>
          <w:u w:val="none"/>
        </w:rPr>
        <w:t>a pomocí atlasu vyhledávají a zapisují základní informace o státech</w:t>
      </w:r>
      <w:r w:rsidR="002629FD" w:rsidRPr="00114001">
        <w:rPr>
          <w:rStyle w:val="Hypertextovodkaz"/>
          <w:color w:val="auto"/>
          <w:u w:val="none"/>
        </w:rPr>
        <w:t xml:space="preserve">. </w:t>
      </w:r>
    </w:p>
    <w:p w:rsidR="004564EB" w:rsidRDefault="004564EB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2629FD" w:rsidP="00745A98">
      <w:pPr>
        <w:spacing w:line="360" w:lineRule="auto"/>
        <w:rPr>
          <w:b/>
        </w:rPr>
      </w:pPr>
      <w:r>
        <w:t>Severní Afrika, Maroko, Alžírsko, Tunisko, Egypt</w:t>
      </w:r>
    </w:p>
    <w:p w:rsidR="00114001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2629FD" w:rsidP="009F6F13">
      <w:r>
        <w:t>Materiál lze využít v hodinách zeměpisu, zeměpisném semináři, v politické geografii</w:t>
      </w:r>
      <w:r w:rsidR="004564EB">
        <w:t>.</w:t>
      </w:r>
      <w:r>
        <w:t xml:space="preserve"> </w:t>
      </w:r>
    </w:p>
    <w:p w:rsidR="004564EB" w:rsidRDefault="004564EB" w:rsidP="00623F17">
      <w:pPr>
        <w:spacing w:line="360" w:lineRule="auto"/>
        <w:rPr>
          <w:b/>
        </w:rPr>
      </w:pPr>
    </w:p>
    <w:p w:rsidR="00EB331B" w:rsidRDefault="00623F17" w:rsidP="00623F17">
      <w:pPr>
        <w:spacing w:line="360" w:lineRule="auto"/>
        <w:rPr>
          <w:b/>
        </w:rPr>
      </w:pPr>
      <w:r w:rsidRPr="00623F17">
        <w:rPr>
          <w:b/>
        </w:rPr>
        <w:t>Seznam literatury a pramenů:</w:t>
      </w:r>
    </w:p>
    <w:p w:rsidR="00114001" w:rsidRPr="004564EB" w:rsidRDefault="00D7487E" w:rsidP="00623F17">
      <w:pPr>
        <w:spacing w:line="360" w:lineRule="auto"/>
        <w:rPr>
          <w:color w:val="000000"/>
        </w:rPr>
      </w:pPr>
      <w:r>
        <w:rPr>
          <w:color w:val="000000"/>
        </w:rPr>
        <w:t>HANUS, M., ŠÍDLO</w:t>
      </w:r>
      <w:r w:rsidR="00114001" w:rsidRPr="004564EB">
        <w:rPr>
          <w:color w:val="000000"/>
        </w:rPr>
        <w:t xml:space="preserve">, L. </w:t>
      </w:r>
      <w:r w:rsidR="00114001" w:rsidRPr="004564EB">
        <w:rPr>
          <w:i/>
          <w:iCs/>
          <w:color w:val="000000"/>
        </w:rPr>
        <w:t>Školní atlas dnešního světa</w:t>
      </w:r>
      <w:r w:rsidR="00114001" w:rsidRPr="004564EB">
        <w:rPr>
          <w:color w:val="000000"/>
        </w:rPr>
        <w:t>, TERRA, s.r.o. a TERRA-KLUB o.p.s., Praha: 2011</w:t>
      </w:r>
    </w:p>
    <w:p w:rsidR="00114001" w:rsidRPr="00290D10" w:rsidRDefault="00114001" w:rsidP="00623F17">
      <w:pPr>
        <w:spacing w:before="240" w:line="360" w:lineRule="auto"/>
        <w:rPr>
          <w:b/>
        </w:rPr>
      </w:pPr>
      <w:r w:rsidRPr="00290D10">
        <w:rPr>
          <w:color w:val="000000"/>
        </w:rPr>
        <w:t>SMART Notebook - vlajky</w:t>
      </w:r>
    </w:p>
    <w:p w:rsidR="004564EB" w:rsidRPr="00290D10" w:rsidRDefault="004564EB" w:rsidP="00623F17">
      <w:pPr>
        <w:spacing w:line="360" w:lineRule="auto"/>
        <w:rPr>
          <w:b/>
        </w:rPr>
      </w:pPr>
    </w:p>
    <w:p w:rsidR="00623F17" w:rsidRPr="00EB331B" w:rsidRDefault="00623F17" w:rsidP="00623F17">
      <w:pPr>
        <w:spacing w:line="360" w:lineRule="auto"/>
        <w:rPr>
          <w:b/>
        </w:rPr>
      </w:pPr>
      <w:r w:rsidRPr="00EB331B">
        <w:rPr>
          <w:b/>
        </w:rPr>
        <w:t>Poznámka:</w:t>
      </w:r>
      <w:r w:rsidR="00151CDA">
        <w:rPr>
          <w:b/>
        </w:rPr>
        <w:t xml:space="preserve"> -</w:t>
      </w:r>
      <w:r w:rsidR="004564EB">
        <w:rPr>
          <w:b/>
        </w:rPr>
        <w:t>-</w:t>
      </w:r>
      <w:r w:rsidRPr="00EB331B">
        <w:rPr>
          <w:b/>
        </w:rPr>
        <w:t xml:space="preserve"> 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673" w:rsidRDefault="005B6673">
      <w:r>
        <w:separator/>
      </w:r>
    </w:p>
  </w:endnote>
  <w:endnote w:type="continuationSeparator" w:id="0">
    <w:p w:rsidR="005B6673" w:rsidRDefault="005B6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4DB" w:rsidRDefault="00F354D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4DB" w:rsidRDefault="00F354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673" w:rsidRDefault="005B6673">
      <w:r>
        <w:separator/>
      </w:r>
    </w:p>
  </w:footnote>
  <w:footnote w:type="continuationSeparator" w:id="0">
    <w:p w:rsidR="005B6673" w:rsidRDefault="005B6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4DB" w:rsidRDefault="00F354D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F354DB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F354D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4DB" w:rsidRDefault="00F354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D28F6"/>
    <w:rsid w:val="000E29CB"/>
    <w:rsid w:val="0010546B"/>
    <w:rsid w:val="00114001"/>
    <w:rsid w:val="00151CDA"/>
    <w:rsid w:val="00163029"/>
    <w:rsid w:val="001A6A4C"/>
    <w:rsid w:val="001F1A08"/>
    <w:rsid w:val="00232FB1"/>
    <w:rsid w:val="002629FD"/>
    <w:rsid w:val="0028489E"/>
    <w:rsid w:val="00290C19"/>
    <w:rsid w:val="00290D10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269E"/>
    <w:rsid w:val="0042348A"/>
    <w:rsid w:val="00434610"/>
    <w:rsid w:val="00445D3A"/>
    <w:rsid w:val="004564EB"/>
    <w:rsid w:val="004621BF"/>
    <w:rsid w:val="0046688E"/>
    <w:rsid w:val="00471A18"/>
    <w:rsid w:val="00484E3A"/>
    <w:rsid w:val="00490F9C"/>
    <w:rsid w:val="00493EE7"/>
    <w:rsid w:val="004B7F9C"/>
    <w:rsid w:val="004C3049"/>
    <w:rsid w:val="00501C29"/>
    <w:rsid w:val="00512A86"/>
    <w:rsid w:val="00546A70"/>
    <w:rsid w:val="00574DD9"/>
    <w:rsid w:val="00592F82"/>
    <w:rsid w:val="005A62C1"/>
    <w:rsid w:val="005B6673"/>
    <w:rsid w:val="005D030A"/>
    <w:rsid w:val="006027CC"/>
    <w:rsid w:val="00623F17"/>
    <w:rsid w:val="006659E0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35D58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77758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487E"/>
    <w:rsid w:val="00D77519"/>
    <w:rsid w:val="00DB726E"/>
    <w:rsid w:val="00E12C07"/>
    <w:rsid w:val="00E85A23"/>
    <w:rsid w:val="00E96239"/>
    <w:rsid w:val="00EB152F"/>
    <w:rsid w:val="00EB331B"/>
    <w:rsid w:val="00EC0E56"/>
    <w:rsid w:val="00ED00A5"/>
    <w:rsid w:val="00EE037D"/>
    <w:rsid w:val="00EF7937"/>
    <w:rsid w:val="00F16660"/>
    <w:rsid w:val="00F21BB5"/>
    <w:rsid w:val="00F354DB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12</TotalTime>
  <Pages>1</Pages>
  <Words>123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10</cp:revision>
  <cp:lastPrinted>2013-01-28T12:39:00Z</cp:lastPrinted>
  <dcterms:created xsi:type="dcterms:W3CDTF">2013-01-20T13:50:00Z</dcterms:created>
  <dcterms:modified xsi:type="dcterms:W3CDTF">2014-06-16T05:44:00Z</dcterms:modified>
</cp:coreProperties>
</file>