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117" w:rsidRDefault="00C2611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75A75" w:rsidRPr="00C26117">
        <w:rPr>
          <w:b/>
        </w:rPr>
        <w:t>Čína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D75A75">
        <w:rPr>
          <w:b/>
        </w:rPr>
        <w:t xml:space="preserve">    </w:t>
      </w:r>
      <w:r w:rsidR="00D75A75" w:rsidRPr="006C59A9">
        <w:t>Mgr. Alena Zemanová</w:t>
      </w:r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D75A75">
        <w:t xml:space="preserve"> </w:t>
      </w:r>
      <w:r>
        <w:t>:</w:t>
      </w:r>
      <w:r w:rsidR="00D75A75">
        <w:t>2</w:t>
      </w:r>
      <w:r w:rsidR="00D75A75">
        <w:softHyphen/>
      </w:r>
      <w:r w:rsidR="00D75A75">
        <w:softHyphen/>
      </w:r>
      <w:r w:rsidR="00811976">
        <w:t>_</w:t>
      </w:r>
      <w:proofErr w:type="gramEnd"/>
      <w:r w:rsidR="00D75A75">
        <w:t xml:space="preserve"> Regionální zeměpis</w:t>
      </w:r>
      <w:r w:rsidR="00163029">
        <w:tab/>
      </w:r>
      <w:r w:rsidR="00D75A75">
        <w:t xml:space="preserve">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11976">
        <w:t xml:space="preserve"> </w:t>
      </w:r>
      <w:r w:rsidR="00D75A75">
        <w:t>11</w:t>
      </w:r>
      <w:r w:rsidR="00592F82">
        <w:tab/>
        <w:t>Předmět:</w:t>
      </w:r>
      <w:r w:rsidR="00592F82">
        <w:tab/>
      </w:r>
      <w:r w:rsidR="00D75A75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6C59A9">
        <w:t>13.2. 2013</w:t>
      </w:r>
      <w:proofErr w:type="gramEnd"/>
      <w:r w:rsidR="00163029">
        <w:tab/>
      </w:r>
      <w:r>
        <w:t>Třída:</w:t>
      </w:r>
      <w:r w:rsidR="00163029">
        <w:tab/>
      </w:r>
      <w:r w:rsidR="00D75A75">
        <w:t xml:space="preserve">2.B              </w:t>
      </w:r>
      <w:r>
        <w:t>Ověřující učitel:</w:t>
      </w:r>
      <w:r w:rsidR="00D75A75">
        <w:t xml:space="preserve"> Mgr. Alena Zemanová</w:t>
      </w:r>
    </w:p>
    <w:p w:rsidR="00C26117" w:rsidRDefault="00C26117" w:rsidP="00163029">
      <w:pPr>
        <w:spacing w:line="360" w:lineRule="auto"/>
      </w:pPr>
    </w:p>
    <w:p w:rsidR="00163029" w:rsidRDefault="00FC130B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D75A75" w:rsidRPr="000957BD" w:rsidRDefault="00D75A75" w:rsidP="00C26117">
      <w:pPr>
        <w:spacing w:line="276" w:lineRule="auto"/>
        <w:jc w:val="both"/>
        <w:rPr>
          <w:szCs w:val="28"/>
        </w:rPr>
      </w:pPr>
      <w:r w:rsidRPr="000957BD">
        <w:rPr>
          <w:rStyle w:val="Hypertextovodkaz"/>
          <w:color w:val="auto"/>
          <w:szCs w:val="28"/>
          <w:u w:val="none"/>
        </w:rPr>
        <w:t xml:space="preserve">Výukový materiál je připraven jako pracovní list. Žáci vyhledávají v atlasu a doplňují </w:t>
      </w:r>
      <w:r w:rsidR="00C26117">
        <w:rPr>
          <w:rStyle w:val="Hypertextovodkaz"/>
          <w:color w:val="auto"/>
          <w:szCs w:val="28"/>
          <w:u w:val="none"/>
        </w:rPr>
        <w:t>d</w:t>
      </w:r>
      <w:r w:rsidRPr="000957BD">
        <w:rPr>
          <w:rStyle w:val="Hypertextovodkaz"/>
          <w:color w:val="auto"/>
          <w:szCs w:val="28"/>
          <w:u w:val="none"/>
        </w:rPr>
        <w:t xml:space="preserve">o pracovního listu správné odpovědi. Seznamují se </w:t>
      </w:r>
      <w:r w:rsidR="000957BD" w:rsidRPr="000957BD">
        <w:rPr>
          <w:rStyle w:val="Hypertextovodkaz"/>
          <w:color w:val="auto"/>
          <w:szCs w:val="28"/>
          <w:u w:val="none"/>
        </w:rPr>
        <w:t xml:space="preserve">nejen </w:t>
      </w:r>
      <w:r w:rsidRPr="000957BD">
        <w:rPr>
          <w:rStyle w:val="Hypertextovodkaz"/>
          <w:color w:val="auto"/>
          <w:szCs w:val="28"/>
          <w:u w:val="none"/>
        </w:rPr>
        <w:t xml:space="preserve">s polohou, rozlohou státu, s přírodními, demografickými a ekonomickými charakteristikami </w:t>
      </w:r>
      <w:r w:rsidR="000957BD" w:rsidRPr="000957BD">
        <w:rPr>
          <w:rStyle w:val="Hypertextovodkaz"/>
          <w:color w:val="auto"/>
          <w:szCs w:val="28"/>
          <w:u w:val="none"/>
        </w:rPr>
        <w:t xml:space="preserve">Číny, ale také tyto údaje srovnávají s jinými </w:t>
      </w:r>
      <w:r w:rsidR="000957BD">
        <w:rPr>
          <w:rStyle w:val="Hypertextovodkaz"/>
          <w:color w:val="auto"/>
          <w:szCs w:val="28"/>
          <w:u w:val="none"/>
        </w:rPr>
        <w:t>státy pomocí tabulek, grafů a tematických map.</w:t>
      </w:r>
    </w:p>
    <w:p w:rsidR="00C26117" w:rsidRDefault="00C26117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0957BD" w:rsidP="00C26117">
      <w:pPr>
        <w:rPr>
          <w:b/>
        </w:rPr>
      </w:pPr>
      <w:r>
        <w:t>Čína</w:t>
      </w:r>
    </w:p>
    <w:p w:rsidR="00C26117" w:rsidRDefault="00C26117" w:rsidP="00C26117">
      <w:pPr>
        <w:rPr>
          <w:b/>
        </w:rPr>
      </w:pPr>
    </w:p>
    <w:p w:rsidR="00F73128" w:rsidRPr="00A32F88" w:rsidRDefault="00501C29" w:rsidP="00C26117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0957BD" w:rsidP="00C26117">
      <w:pPr>
        <w:jc w:val="both"/>
      </w:pPr>
      <w:r>
        <w:t>Výukový materiál, pracovní list je možné využít v hodinách zeměpisu na nižším i vyšším stupni škol.</w:t>
      </w:r>
    </w:p>
    <w:p w:rsidR="00C26117" w:rsidRDefault="00C26117" w:rsidP="00623F17">
      <w:pPr>
        <w:spacing w:line="360" w:lineRule="auto"/>
        <w:rPr>
          <w:b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A616A0" w:rsidRPr="00A616A0" w:rsidRDefault="00A616A0" w:rsidP="00623F17">
      <w:pPr>
        <w:spacing w:line="360" w:lineRule="auto"/>
      </w:pPr>
      <w:r w:rsidRPr="00A616A0">
        <w:t xml:space="preserve">Hanus, M., Šídlo, L. </w:t>
      </w:r>
      <w:r w:rsidRPr="00A616A0">
        <w:rPr>
          <w:i/>
        </w:rPr>
        <w:t>Školní atlas dnešního světa</w:t>
      </w:r>
      <w:r w:rsidRPr="00A616A0">
        <w:t xml:space="preserve">, TERRA, s.r.o. a TERRA – KLUB </w:t>
      </w:r>
      <w:proofErr w:type="spellStart"/>
      <w:r w:rsidRPr="00A616A0">
        <w:t>o.p.s</w:t>
      </w:r>
      <w:proofErr w:type="spellEnd"/>
      <w:r w:rsidRPr="00A616A0">
        <w:t>, Praha: 2011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0957BD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D55" w:rsidRDefault="00497D55">
      <w:r>
        <w:separator/>
      </w:r>
    </w:p>
  </w:endnote>
  <w:endnote w:type="continuationSeparator" w:id="0">
    <w:p w:rsidR="00497D55" w:rsidRDefault="0049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0B" w:rsidRDefault="00FC13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0B" w:rsidRDefault="00FC13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D55" w:rsidRDefault="00497D55">
      <w:r>
        <w:separator/>
      </w:r>
    </w:p>
  </w:footnote>
  <w:footnote w:type="continuationSeparator" w:id="0">
    <w:p w:rsidR="00497D55" w:rsidRDefault="00497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0B" w:rsidRDefault="00FC13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FC130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FC130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0B" w:rsidRDefault="00FC13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57BD"/>
    <w:rsid w:val="000A48C9"/>
    <w:rsid w:val="000B2930"/>
    <w:rsid w:val="000C1FE7"/>
    <w:rsid w:val="000C3E7E"/>
    <w:rsid w:val="000D28F6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269E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7D55"/>
    <w:rsid w:val="004C3049"/>
    <w:rsid w:val="00501C29"/>
    <w:rsid w:val="00501CDE"/>
    <w:rsid w:val="00512A86"/>
    <w:rsid w:val="00546A70"/>
    <w:rsid w:val="00574DD9"/>
    <w:rsid w:val="00592F82"/>
    <w:rsid w:val="005A62C1"/>
    <w:rsid w:val="005D030A"/>
    <w:rsid w:val="006027CC"/>
    <w:rsid w:val="00623F17"/>
    <w:rsid w:val="006659E0"/>
    <w:rsid w:val="006A718D"/>
    <w:rsid w:val="006C59A9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1976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0621E"/>
    <w:rsid w:val="00A32C1A"/>
    <w:rsid w:val="00A32F88"/>
    <w:rsid w:val="00A616A0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77758"/>
    <w:rsid w:val="00BA4C26"/>
    <w:rsid w:val="00BC3C15"/>
    <w:rsid w:val="00C067D2"/>
    <w:rsid w:val="00C26117"/>
    <w:rsid w:val="00C36394"/>
    <w:rsid w:val="00C43F4C"/>
    <w:rsid w:val="00C6132A"/>
    <w:rsid w:val="00C61876"/>
    <w:rsid w:val="00C61B2E"/>
    <w:rsid w:val="00C841AF"/>
    <w:rsid w:val="00CB38DA"/>
    <w:rsid w:val="00CC59E8"/>
    <w:rsid w:val="00CF24A3"/>
    <w:rsid w:val="00D65D2B"/>
    <w:rsid w:val="00D75A75"/>
    <w:rsid w:val="00D77519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A6DF6"/>
    <w:rsid w:val="00FC130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</TotalTime>
  <Pages>1</Pages>
  <Words>138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7</cp:revision>
  <cp:lastPrinted>2013-04-22T19:24:00Z</cp:lastPrinted>
  <dcterms:created xsi:type="dcterms:W3CDTF">2013-03-19T14:52:00Z</dcterms:created>
  <dcterms:modified xsi:type="dcterms:W3CDTF">2014-06-16T06:56:00Z</dcterms:modified>
</cp:coreProperties>
</file>