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0E6" w:rsidRDefault="008910E6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E7679D" w:rsidRPr="008910E6">
        <w:rPr>
          <w:b/>
        </w:rPr>
        <w:t>Kanada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260577" w:rsidRPr="00E7679D">
        <w:t>Mgr. Alena Zemanová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proofErr w:type="gramStart"/>
      <w:r>
        <w:t>Sada</w:t>
      </w:r>
      <w:r w:rsidR="00501C29">
        <w:t xml:space="preserve"> </w:t>
      </w:r>
      <w:r w:rsidR="00260577">
        <w:t>: 2_Regionální</w:t>
      </w:r>
      <w:proofErr w:type="gramEnd"/>
      <w:r w:rsidR="00260577">
        <w:t xml:space="preserve"> geografie</w:t>
      </w:r>
      <w:r w:rsidR="00163029">
        <w:tab/>
      </w:r>
      <w:r w:rsidR="0014152D">
        <w:t xml:space="preserve">   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E7679D">
        <w:t xml:space="preserve"> 16</w:t>
      </w:r>
      <w:r w:rsidR="00260577">
        <w:t xml:space="preserve">  </w:t>
      </w:r>
      <w:r w:rsidR="00592F82">
        <w:tab/>
        <w:t>Předmět:</w:t>
      </w:r>
      <w:r w:rsidR="00592F82">
        <w:tab/>
      </w:r>
      <w:r w:rsidR="00260577">
        <w:t>zeměpis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E7679D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9F72DB">
        <w:t xml:space="preserve"> 26. 4. 2013</w:t>
      </w:r>
      <w:r w:rsidR="00163029">
        <w:tab/>
      </w:r>
      <w:r>
        <w:t>Třída:</w:t>
      </w:r>
      <w:r w:rsidR="009F72DB">
        <w:t xml:space="preserve"> 2. C          </w:t>
      </w:r>
      <w:r w:rsidR="00260577">
        <w:t xml:space="preserve">  </w:t>
      </w:r>
      <w:r>
        <w:t>Ověřující učitel:</w:t>
      </w:r>
      <w:r w:rsidR="00260577">
        <w:t xml:space="preserve"> Mgr. Alena Zemanová</w:t>
      </w:r>
    </w:p>
    <w:p w:rsidR="009F6F13" w:rsidRDefault="00745A98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ab/>
      </w:r>
    </w:p>
    <w:p w:rsidR="008910E6" w:rsidRDefault="00A0013A" w:rsidP="008910E6">
      <w:pPr>
        <w:spacing w:line="360" w:lineRule="auto"/>
        <w:rPr>
          <w:rStyle w:val="Hypertextovodkaz"/>
          <w:b/>
          <w:color w:val="auto"/>
          <w:u w:val="none"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7679D">
        <w:rPr>
          <w:rStyle w:val="Hypertextovodkaz"/>
          <w:b/>
          <w:color w:val="auto"/>
          <w:u w:val="none"/>
        </w:rPr>
        <w:t xml:space="preserve"> </w:t>
      </w:r>
    </w:p>
    <w:p w:rsidR="00163029" w:rsidRPr="00E7679D" w:rsidRDefault="00E7679D" w:rsidP="008910E6">
      <w:pPr>
        <w:spacing w:line="276" w:lineRule="auto"/>
        <w:jc w:val="both"/>
      </w:pPr>
      <w:r w:rsidRPr="00E7679D">
        <w:rPr>
          <w:rStyle w:val="Hypertextovodkaz"/>
          <w:color w:val="auto"/>
          <w:u w:val="none"/>
        </w:rPr>
        <w:t>V úvodu výukového materiálu žáci získají základní informace o státu, dále se seznámí s administrativním členěním a následně</w:t>
      </w:r>
      <w:r>
        <w:rPr>
          <w:rStyle w:val="Hypertextovodkaz"/>
          <w:color w:val="auto"/>
          <w:u w:val="none"/>
        </w:rPr>
        <w:t xml:space="preserve"> aktivně </w:t>
      </w:r>
      <w:r w:rsidRPr="00E7679D">
        <w:rPr>
          <w:rStyle w:val="Hypertextovodkaz"/>
          <w:color w:val="auto"/>
          <w:u w:val="none"/>
        </w:rPr>
        <w:t>doplňují kanadské provincie do obrysové mapy.</w:t>
      </w:r>
    </w:p>
    <w:p w:rsidR="008910E6" w:rsidRDefault="008910E6" w:rsidP="008910E6">
      <w:pPr>
        <w:spacing w:line="276" w:lineRule="auto"/>
        <w:jc w:val="both"/>
        <w:rPr>
          <w:b/>
        </w:rPr>
      </w:pPr>
    </w:p>
    <w:p w:rsidR="008910E6" w:rsidRDefault="00484E3A" w:rsidP="008910E6">
      <w:pPr>
        <w:spacing w:line="276" w:lineRule="auto"/>
        <w:jc w:val="both"/>
      </w:pPr>
      <w:r w:rsidRPr="008910E6">
        <w:rPr>
          <w:b/>
        </w:rPr>
        <w:t>Klíčová slova</w:t>
      </w:r>
      <w:r w:rsidRPr="00E7679D">
        <w:t>:</w:t>
      </w:r>
      <w:r w:rsidR="00E7679D">
        <w:t xml:space="preserve"> </w:t>
      </w:r>
    </w:p>
    <w:p w:rsidR="00484E3A" w:rsidRPr="00E7679D" w:rsidRDefault="00E7679D" w:rsidP="008910E6">
      <w:pPr>
        <w:spacing w:line="276" w:lineRule="auto"/>
        <w:jc w:val="both"/>
      </w:pPr>
      <w:r>
        <w:t>Kanada</w:t>
      </w:r>
    </w:p>
    <w:p w:rsidR="008910E6" w:rsidRDefault="008910E6" w:rsidP="008910E6">
      <w:pPr>
        <w:spacing w:line="360" w:lineRule="auto"/>
        <w:rPr>
          <w:b/>
        </w:rPr>
      </w:pPr>
    </w:p>
    <w:p w:rsidR="008910E6" w:rsidRDefault="00501C29" w:rsidP="008910E6">
      <w:pPr>
        <w:spacing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14152D">
        <w:rPr>
          <w:b/>
        </w:rPr>
        <w:t xml:space="preserve"> </w:t>
      </w:r>
    </w:p>
    <w:p w:rsidR="00F73128" w:rsidRDefault="0014152D" w:rsidP="008910E6">
      <w:pPr>
        <w:spacing w:line="360" w:lineRule="auto"/>
        <w:jc w:val="both"/>
      </w:pPr>
      <w:r w:rsidRPr="0014152D">
        <w:t>Výukový materiál lze využít v hodinách zeměpisu na základní a střední škole.</w:t>
      </w:r>
      <w:r w:rsidR="00E7679D">
        <w:t xml:space="preserve"> Také v seminářích s geografickou tématikou.</w:t>
      </w:r>
    </w:p>
    <w:p w:rsidR="00EB331B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</w:p>
    <w:p w:rsidR="00E7679D" w:rsidRPr="00E7679D" w:rsidRDefault="00E7679D" w:rsidP="008910E6">
      <w:pPr>
        <w:autoSpaceDE w:val="0"/>
        <w:autoSpaceDN w:val="0"/>
        <w:adjustRightInd w:val="0"/>
        <w:spacing w:line="276" w:lineRule="auto"/>
        <w:rPr>
          <w:color w:val="000000"/>
        </w:rPr>
      </w:pPr>
      <w:r w:rsidRPr="00E7679D">
        <w:rPr>
          <w:color w:val="000000"/>
        </w:rPr>
        <w:t>http://map-canada.blogspot.cz/2012_04_01_archive.html</w:t>
      </w:r>
    </w:p>
    <w:p w:rsidR="00E7679D" w:rsidRPr="00E7679D" w:rsidRDefault="00A0013A" w:rsidP="008910E6">
      <w:pPr>
        <w:autoSpaceDE w:val="0"/>
        <w:autoSpaceDN w:val="0"/>
        <w:adjustRightInd w:val="0"/>
        <w:spacing w:line="276" w:lineRule="auto"/>
        <w:rPr>
          <w:color w:val="000000" w:themeColor="text1"/>
        </w:rPr>
      </w:pPr>
      <w:hyperlink r:id="rId9" w:history="1">
        <w:r w:rsidR="00E7679D" w:rsidRPr="00E7679D">
          <w:rPr>
            <w:rStyle w:val="Hypertextovodkaz"/>
            <w:color w:val="000000" w:themeColor="text1"/>
            <w:u w:val="none"/>
          </w:rPr>
          <w:t>http://map-canada.blogspot.cz/2012_04_01_archive.html</w:t>
        </w:r>
      </w:hyperlink>
    </w:p>
    <w:p w:rsidR="00E7679D" w:rsidRPr="0014152D" w:rsidRDefault="00E7679D" w:rsidP="008910E6">
      <w:pPr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0"/>
          <w:szCs w:val="20"/>
        </w:rPr>
      </w:pPr>
      <w:r w:rsidRPr="0014152D">
        <w:rPr>
          <w:rFonts w:ascii="Arial" w:hAnsi="Arial" w:cs="Arial"/>
          <w:color w:val="000000"/>
          <w:sz w:val="20"/>
          <w:szCs w:val="20"/>
        </w:rPr>
        <w:t xml:space="preserve">Hanus, M., Šídlo, L. </w:t>
      </w:r>
      <w:r w:rsidRPr="0014152D">
        <w:rPr>
          <w:rFonts w:ascii="Arial" w:hAnsi="Arial" w:cs="Arial"/>
          <w:i/>
          <w:iCs/>
          <w:color w:val="000000"/>
          <w:sz w:val="20"/>
          <w:szCs w:val="20"/>
        </w:rPr>
        <w:t xml:space="preserve">Školní atlas dnešního světa, </w:t>
      </w:r>
      <w:r w:rsidRPr="0014152D">
        <w:rPr>
          <w:rFonts w:ascii="Arial" w:hAnsi="Arial" w:cs="Arial"/>
          <w:color w:val="000000"/>
          <w:sz w:val="20"/>
          <w:szCs w:val="20"/>
        </w:rPr>
        <w:t>TERRA, s.r.o. a TERRA - KLUB o.p.s., Praha: 2011</w:t>
      </w:r>
    </w:p>
    <w:p w:rsidR="00E7679D" w:rsidRPr="00E7679D" w:rsidRDefault="00E7679D" w:rsidP="008910E6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:rsidR="0014152D" w:rsidRPr="0014152D" w:rsidRDefault="0014152D" w:rsidP="0014152D">
      <w:pPr>
        <w:autoSpaceDE w:val="0"/>
        <w:autoSpaceDN w:val="0"/>
        <w:adjustRightInd w:val="0"/>
        <w:rPr>
          <w:rFonts w:ascii="Arial" w:hAnsi="Arial" w:cs="Arial"/>
          <w:color w:val="000000"/>
          <w:sz w:val="20"/>
          <w:szCs w:val="20"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t xml:space="preserve">Poznámka: </w:t>
      </w:r>
      <w:r w:rsidR="0014152D">
        <w:rPr>
          <w:b/>
        </w:rPr>
        <w:t>-</w:t>
      </w:r>
      <w:r w:rsidR="008910E6">
        <w:rPr>
          <w:b/>
        </w:rPr>
        <w:t>-</w:t>
      </w:r>
    </w:p>
    <w:p w:rsidR="00623F17" w:rsidRPr="00B121FF" w:rsidRDefault="00623F17" w:rsidP="009F6F13"/>
    <w:sectPr w:rsidR="00623F17" w:rsidRPr="00B121FF" w:rsidSect="00A32F8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123" w:rsidRDefault="001E2123">
      <w:r>
        <w:separator/>
      </w:r>
    </w:p>
  </w:endnote>
  <w:endnote w:type="continuationSeparator" w:id="0">
    <w:p w:rsidR="001E2123" w:rsidRDefault="001E21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3A" w:rsidRDefault="00A0013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3A" w:rsidRDefault="00A0013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123" w:rsidRDefault="001E2123">
      <w:r>
        <w:separator/>
      </w:r>
    </w:p>
  </w:footnote>
  <w:footnote w:type="continuationSeparator" w:id="0">
    <w:p w:rsidR="001E2123" w:rsidRDefault="001E21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3A" w:rsidRDefault="00A0013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A0013A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0D28F6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13A" w:rsidRDefault="00A0013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40C37"/>
    <w:rsid w:val="000547D9"/>
    <w:rsid w:val="000547F6"/>
    <w:rsid w:val="00054DFD"/>
    <w:rsid w:val="000A48C9"/>
    <w:rsid w:val="000B2930"/>
    <w:rsid w:val="000C1FE7"/>
    <w:rsid w:val="000C3E7E"/>
    <w:rsid w:val="000D28F6"/>
    <w:rsid w:val="000E29CB"/>
    <w:rsid w:val="0010546B"/>
    <w:rsid w:val="0014152D"/>
    <w:rsid w:val="00163029"/>
    <w:rsid w:val="001A6A4C"/>
    <w:rsid w:val="001E2123"/>
    <w:rsid w:val="001F1A08"/>
    <w:rsid w:val="00232FB1"/>
    <w:rsid w:val="00260577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13DD"/>
    <w:rsid w:val="006027CC"/>
    <w:rsid w:val="0062254B"/>
    <w:rsid w:val="00623F17"/>
    <w:rsid w:val="006659E0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910E6"/>
    <w:rsid w:val="008B5602"/>
    <w:rsid w:val="008F1D94"/>
    <w:rsid w:val="009178A2"/>
    <w:rsid w:val="00930B79"/>
    <w:rsid w:val="009E736F"/>
    <w:rsid w:val="009F240C"/>
    <w:rsid w:val="009F6F13"/>
    <w:rsid w:val="009F72DB"/>
    <w:rsid w:val="00A0013A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43D79"/>
    <w:rsid w:val="00B73B73"/>
    <w:rsid w:val="00BA4C26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F24A3"/>
    <w:rsid w:val="00D65D2B"/>
    <w:rsid w:val="00D77519"/>
    <w:rsid w:val="00DA1CDD"/>
    <w:rsid w:val="00DB726E"/>
    <w:rsid w:val="00DC3C22"/>
    <w:rsid w:val="00E12C07"/>
    <w:rsid w:val="00E7679D"/>
    <w:rsid w:val="00E85A23"/>
    <w:rsid w:val="00E96239"/>
    <w:rsid w:val="00EB152F"/>
    <w:rsid w:val="00EB331B"/>
    <w:rsid w:val="00ED00A5"/>
    <w:rsid w:val="00EE037D"/>
    <w:rsid w:val="00EF7937"/>
    <w:rsid w:val="00F16660"/>
    <w:rsid w:val="00F21BB5"/>
    <w:rsid w:val="00F456CA"/>
    <w:rsid w:val="00F73128"/>
    <w:rsid w:val="00FA168B"/>
    <w:rsid w:val="00FB5316"/>
    <w:rsid w:val="00FB5A61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map-canada.blogspot.cz/2012_04_01_archive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</TotalTime>
  <Pages>1</Pages>
  <Words>124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8</cp:revision>
  <cp:lastPrinted>2013-06-20T05:57:00Z</cp:lastPrinted>
  <dcterms:created xsi:type="dcterms:W3CDTF">2013-04-21T12:04:00Z</dcterms:created>
  <dcterms:modified xsi:type="dcterms:W3CDTF">2014-06-16T07:36:00Z</dcterms:modified>
</cp:coreProperties>
</file>