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34C" w:rsidRDefault="00D8134C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E12A01" w:rsidRPr="00D8134C">
        <w:rPr>
          <w:b/>
        </w:rPr>
        <w:t>Evropa</w:t>
      </w:r>
      <w:r w:rsidR="001662D2" w:rsidRPr="00D8134C">
        <w:rPr>
          <w:b/>
        </w:rPr>
        <w:t xml:space="preserve"> – </w:t>
      </w:r>
      <w:r w:rsidR="008B2218" w:rsidRPr="00D8134C">
        <w:rPr>
          <w:b/>
        </w:rPr>
        <w:t>přírodní prostředí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260577" w:rsidRPr="00E7679D">
        <w:t>Mgr. Alena Zemanová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proofErr w:type="gramStart"/>
      <w:r>
        <w:t>Sada</w:t>
      </w:r>
      <w:r w:rsidR="00501C29">
        <w:t xml:space="preserve"> </w:t>
      </w:r>
      <w:r w:rsidR="00260577">
        <w:t xml:space="preserve">: </w:t>
      </w:r>
      <w:r w:rsidR="0034192E">
        <w:t xml:space="preserve">  </w:t>
      </w:r>
      <w:r w:rsidR="00260577">
        <w:t>2_Regionální</w:t>
      </w:r>
      <w:proofErr w:type="gramEnd"/>
      <w:r w:rsidR="00260577">
        <w:t xml:space="preserve"> geografie</w:t>
      </w:r>
      <w:r w:rsidR="00163029">
        <w:tab/>
      </w:r>
      <w:r w:rsidR="0014152D">
        <w:t xml:space="preserve">      </w:t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E7679D">
        <w:t xml:space="preserve"> </w:t>
      </w:r>
      <w:r w:rsidR="00E12A01">
        <w:t>17</w:t>
      </w:r>
      <w:r w:rsidR="00260577">
        <w:t xml:space="preserve">  </w:t>
      </w:r>
      <w:r w:rsidR="00592F82">
        <w:tab/>
        <w:t>Předmět:</w:t>
      </w:r>
      <w:r w:rsidR="00592F82">
        <w:tab/>
      </w:r>
      <w:r w:rsidR="00260577">
        <w:t>zeměpis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E7679D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8B2218">
        <w:t>10. 5. 2013</w:t>
      </w:r>
      <w:r w:rsidR="00163029">
        <w:tab/>
      </w:r>
      <w:proofErr w:type="gramStart"/>
      <w:r>
        <w:t>Třída:</w:t>
      </w:r>
      <w:r w:rsidR="00163029">
        <w:tab/>
      </w:r>
      <w:r w:rsidR="008B2218">
        <w:t>2.C</w:t>
      </w:r>
      <w:r w:rsidR="00260577">
        <w:t xml:space="preserve">          </w:t>
      </w:r>
      <w:r w:rsidR="0014152D">
        <w:t xml:space="preserve">   </w:t>
      </w:r>
      <w:r w:rsidR="00260577">
        <w:t xml:space="preserve">  </w:t>
      </w:r>
      <w:r>
        <w:t>Ověřující</w:t>
      </w:r>
      <w:proofErr w:type="gramEnd"/>
      <w:r>
        <w:t xml:space="preserve"> učitel:</w:t>
      </w:r>
      <w:r w:rsidR="00260577">
        <w:t xml:space="preserve"> Mgr. Alena Zemanová</w:t>
      </w:r>
    </w:p>
    <w:p w:rsidR="009F6F13" w:rsidRDefault="00745A98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ab/>
      </w:r>
    </w:p>
    <w:p w:rsidR="00D8134C" w:rsidRDefault="00906B9F" w:rsidP="00D8134C">
      <w:pPr>
        <w:spacing w:line="360" w:lineRule="auto"/>
        <w:rPr>
          <w:rStyle w:val="Hypertextovodkaz"/>
          <w:b/>
          <w:color w:val="auto"/>
          <w:u w:val="none"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  <w:r w:rsidR="00E12A01">
        <w:rPr>
          <w:rStyle w:val="Hypertextovodkaz"/>
          <w:b/>
          <w:color w:val="auto"/>
          <w:u w:val="none"/>
        </w:rPr>
        <w:t xml:space="preserve"> </w:t>
      </w:r>
    </w:p>
    <w:p w:rsidR="00163029" w:rsidRPr="00E7679D" w:rsidRDefault="00E12A01" w:rsidP="00D8134C">
      <w:pPr>
        <w:spacing w:line="276" w:lineRule="auto"/>
        <w:jc w:val="both"/>
      </w:pPr>
      <w:r w:rsidRPr="003D01FE">
        <w:rPr>
          <w:rStyle w:val="Hypertextovodkaz"/>
          <w:color w:val="auto"/>
          <w:u w:val="none"/>
        </w:rPr>
        <w:t xml:space="preserve">Žáci </w:t>
      </w:r>
      <w:r w:rsidR="00AE7503">
        <w:rPr>
          <w:rStyle w:val="Hypertextovodkaz"/>
          <w:color w:val="auto"/>
          <w:u w:val="none"/>
        </w:rPr>
        <w:t xml:space="preserve">pracují na obecně zeměpisné mapě Evropy, nejprve </w:t>
      </w:r>
      <w:proofErr w:type="gramStart"/>
      <w:r w:rsidR="00AE7503">
        <w:rPr>
          <w:rStyle w:val="Hypertextovodkaz"/>
          <w:color w:val="auto"/>
          <w:u w:val="none"/>
        </w:rPr>
        <w:t>vyhledávají  názvy</w:t>
      </w:r>
      <w:proofErr w:type="gramEnd"/>
      <w:r w:rsidR="00AE7503">
        <w:rPr>
          <w:rStyle w:val="Hypertextovodkaz"/>
          <w:color w:val="auto"/>
          <w:u w:val="none"/>
        </w:rPr>
        <w:t xml:space="preserve"> vybraných pohoří a jejich vrch</w:t>
      </w:r>
      <w:r w:rsidR="0034192E">
        <w:rPr>
          <w:rStyle w:val="Hypertextovodkaz"/>
          <w:color w:val="auto"/>
          <w:u w:val="none"/>
        </w:rPr>
        <w:t xml:space="preserve">oly, v tematické mapě následně </w:t>
      </w:r>
      <w:r w:rsidR="00AE7503">
        <w:rPr>
          <w:rStyle w:val="Hypertextovodkaz"/>
          <w:color w:val="auto"/>
          <w:u w:val="none"/>
        </w:rPr>
        <w:t xml:space="preserve">aktivně přemísťují názvy moří a řek do správné polohy. </w:t>
      </w:r>
    </w:p>
    <w:p w:rsidR="00D8134C" w:rsidRDefault="00D8134C" w:rsidP="00D8134C">
      <w:pPr>
        <w:spacing w:line="360" w:lineRule="auto"/>
        <w:rPr>
          <w:b/>
        </w:rPr>
      </w:pPr>
    </w:p>
    <w:p w:rsidR="00D8134C" w:rsidRPr="00D8134C" w:rsidRDefault="00484E3A" w:rsidP="00D8134C">
      <w:pPr>
        <w:spacing w:line="360" w:lineRule="auto"/>
        <w:rPr>
          <w:b/>
        </w:rPr>
      </w:pPr>
      <w:r w:rsidRPr="00D8134C">
        <w:rPr>
          <w:b/>
        </w:rPr>
        <w:t>Klíčová slova:</w:t>
      </w:r>
      <w:r w:rsidR="00E7679D" w:rsidRPr="00D8134C">
        <w:rPr>
          <w:b/>
        </w:rPr>
        <w:t xml:space="preserve"> </w:t>
      </w:r>
    </w:p>
    <w:p w:rsidR="00484E3A" w:rsidRPr="00E7679D" w:rsidRDefault="00E12A01" w:rsidP="00D8134C">
      <w:pPr>
        <w:spacing w:line="360" w:lineRule="auto"/>
      </w:pPr>
      <w:r>
        <w:t>Evropa</w:t>
      </w:r>
      <w:r w:rsidR="00AE7503">
        <w:t xml:space="preserve"> </w:t>
      </w:r>
      <w:r w:rsidR="008F3EB2">
        <w:t>– přírodní prostředí</w:t>
      </w:r>
    </w:p>
    <w:p w:rsidR="00D8134C" w:rsidRDefault="00D8134C" w:rsidP="00D8134C">
      <w:pPr>
        <w:spacing w:line="360" w:lineRule="auto"/>
        <w:rPr>
          <w:b/>
        </w:rPr>
      </w:pPr>
    </w:p>
    <w:p w:rsidR="00E12A01" w:rsidRDefault="00501C29" w:rsidP="00D8134C">
      <w:pPr>
        <w:spacing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  <w:r w:rsidR="0014152D">
        <w:rPr>
          <w:b/>
        </w:rPr>
        <w:t xml:space="preserve"> </w:t>
      </w:r>
    </w:p>
    <w:p w:rsidR="00F73128" w:rsidRDefault="0014152D" w:rsidP="00D8134C">
      <w:pPr>
        <w:spacing w:line="276" w:lineRule="auto"/>
      </w:pPr>
      <w:r w:rsidRPr="0014152D">
        <w:t>Výukový materiál lze využít v hodinách zeměpisu na základní a střední škole.</w:t>
      </w:r>
      <w:r w:rsidR="00E7679D">
        <w:t xml:space="preserve"> Také v seminářích s geografickou tématikou.</w:t>
      </w:r>
    </w:p>
    <w:p w:rsidR="00D8134C" w:rsidRDefault="00D8134C" w:rsidP="00D8134C">
      <w:pPr>
        <w:spacing w:line="360" w:lineRule="auto"/>
        <w:rPr>
          <w:b/>
        </w:rPr>
      </w:pPr>
    </w:p>
    <w:p w:rsidR="00EB331B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E7679D" w:rsidRPr="0014152D" w:rsidRDefault="00E7679D" w:rsidP="00D8134C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14152D">
        <w:rPr>
          <w:rFonts w:ascii="Arial" w:hAnsi="Arial" w:cs="Arial"/>
          <w:color w:val="000000"/>
          <w:sz w:val="20"/>
          <w:szCs w:val="20"/>
        </w:rPr>
        <w:t xml:space="preserve">Hanus, M., Šídlo, L. </w:t>
      </w:r>
      <w:r w:rsidRPr="0014152D">
        <w:rPr>
          <w:rFonts w:ascii="Arial" w:hAnsi="Arial" w:cs="Arial"/>
          <w:i/>
          <w:iCs/>
          <w:color w:val="000000"/>
          <w:sz w:val="20"/>
          <w:szCs w:val="20"/>
        </w:rPr>
        <w:t xml:space="preserve">Školní atlas dnešního světa, </w:t>
      </w:r>
      <w:r w:rsidRPr="0014152D">
        <w:rPr>
          <w:rFonts w:ascii="Arial" w:hAnsi="Arial" w:cs="Arial"/>
          <w:color w:val="000000"/>
          <w:sz w:val="20"/>
          <w:szCs w:val="20"/>
        </w:rPr>
        <w:t>TERRA, s.r.o. a TERRA - KLUB o.p.s., Praha: 2011</w:t>
      </w:r>
    </w:p>
    <w:p w:rsidR="00E12A01" w:rsidRPr="00E12A01" w:rsidRDefault="00E12A01" w:rsidP="00D8134C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 w:rsidRPr="00E12A01">
        <w:rPr>
          <w:rFonts w:ascii="Calibri" w:hAnsi="Calibri" w:cs="Calibri"/>
          <w:color w:val="000000"/>
          <w:sz w:val="22"/>
          <w:szCs w:val="22"/>
        </w:rPr>
        <w:t>SMART Notebook 11</w:t>
      </w:r>
      <w:r w:rsidR="00AE7503">
        <w:rPr>
          <w:rFonts w:ascii="Calibri" w:hAnsi="Calibri" w:cs="Calibri"/>
          <w:color w:val="000000"/>
          <w:sz w:val="22"/>
          <w:szCs w:val="22"/>
        </w:rPr>
        <w:t>/galerie</w:t>
      </w:r>
    </w:p>
    <w:p w:rsidR="00E7679D" w:rsidRPr="00E7679D" w:rsidRDefault="00E7679D" w:rsidP="00D8134C">
      <w:pPr>
        <w:autoSpaceDE w:val="0"/>
        <w:autoSpaceDN w:val="0"/>
        <w:adjustRightInd w:val="0"/>
        <w:spacing w:line="276" w:lineRule="auto"/>
        <w:rPr>
          <w:color w:val="000000"/>
        </w:rPr>
      </w:pPr>
    </w:p>
    <w:p w:rsidR="0014152D" w:rsidRPr="0014152D" w:rsidRDefault="0014152D" w:rsidP="0014152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  <w:r w:rsidR="0014152D">
        <w:rPr>
          <w:b/>
        </w:rPr>
        <w:t>-</w:t>
      </w:r>
      <w:r w:rsidR="00D8134C">
        <w:rPr>
          <w:b/>
        </w:rPr>
        <w:t>-</w:t>
      </w: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B58" w:rsidRDefault="00A10B58">
      <w:r>
        <w:separator/>
      </w:r>
    </w:p>
  </w:endnote>
  <w:endnote w:type="continuationSeparator" w:id="0">
    <w:p w:rsidR="00A10B58" w:rsidRDefault="00A10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B9F" w:rsidRDefault="00906B9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B9F" w:rsidRDefault="00906B9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B58" w:rsidRDefault="00A10B58">
      <w:r>
        <w:separator/>
      </w:r>
    </w:p>
  </w:footnote>
  <w:footnote w:type="continuationSeparator" w:id="0">
    <w:p w:rsidR="00A10B58" w:rsidRDefault="00A10B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B9F" w:rsidRDefault="00906B9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906B9F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0D28F6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-17145</wp:posOffset>
              </wp:positionH>
              <wp:positionV relativeFrom="paragraph">
                <wp:posOffset>248285</wp:posOffset>
              </wp:positionV>
              <wp:extent cx="5890260" cy="0"/>
              <wp:effectExtent l="11430" t="10160" r="13335" b="8890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026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    </w:pict>
        </mc:Fallback>
      </mc:AlternateConten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B9F" w:rsidRDefault="00906B9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D28F6"/>
    <w:rsid w:val="000E29CB"/>
    <w:rsid w:val="0010546B"/>
    <w:rsid w:val="00125C01"/>
    <w:rsid w:val="0014152D"/>
    <w:rsid w:val="00163029"/>
    <w:rsid w:val="001662D2"/>
    <w:rsid w:val="001A6A4C"/>
    <w:rsid w:val="001F1A08"/>
    <w:rsid w:val="00232FB1"/>
    <w:rsid w:val="00260577"/>
    <w:rsid w:val="0028489E"/>
    <w:rsid w:val="00290C19"/>
    <w:rsid w:val="00297870"/>
    <w:rsid w:val="002A290B"/>
    <w:rsid w:val="002A5BAC"/>
    <w:rsid w:val="002D1FF2"/>
    <w:rsid w:val="0033262C"/>
    <w:rsid w:val="0034192E"/>
    <w:rsid w:val="0034544A"/>
    <w:rsid w:val="00353FD9"/>
    <w:rsid w:val="0036718C"/>
    <w:rsid w:val="003761B0"/>
    <w:rsid w:val="003835AF"/>
    <w:rsid w:val="00394D93"/>
    <w:rsid w:val="003A5AD6"/>
    <w:rsid w:val="003D01FE"/>
    <w:rsid w:val="003E4C3B"/>
    <w:rsid w:val="003E63C0"/>
    <w:rsid w:val="003F4DE8"/>
    <w:rsid w:val="0042348A"/>
    <w:rsid w:val="00434610"/>
    <w:rsid w:val="00445D3A"/>
    <w:rsid w:val="00455C6D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154A4"/>
    <w:rsid w:val="00546A70"/>
    <w:rsid w:val="00574DD9"/>
    <w:rsid w:val="00592F82"/>
    <w:rsid w:val="005A62C1"/>
    <w:rsid w:val="005D030A"/>
    <w:rsid w:val="006013DD"/>
    <w:rsid w:val="006027CC"/>
    <w:rsid w:val="00623F17"/>
    <w:rsid w:val="006659E0"/>
    <w:rsid w:val="006A718D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2218"/>
    <w:rsid w:val="008B5602"/>
    <w:rsid w:val="008F1D94"/>
    <w:rsid w:val="008F3EB2"/>
    <w:rsid w:val="00906B9F"/>
    <w:rsid w:val="009178A2"/>
    <w:rsid w:val="00930B79"/>
    <w:rsid w:val="009E736F"/>
    <w:rsid w:val="009F240C"/>
    <w:rsid w:val="009F6F13"/>
    <w:rsid w:val="00A10B58"/>
    <w:rsid w:val="00A32C1A"/>
    <w:rsid w:val="00A32F88"/>
    <w:rsid w:val="00A67905"/>
    <w:rsid w:val="00A739DB"/>
    <w:rsid w:val="00A92398"/>
    <w:rsid w:val="00AE0AB9"/>
    <w:rsid w:val="00AE7503"/>
    <w:rsid w:val="00B03303"/>
    <w:rsid w:val="00B11E31"/>
    <w:rsid w:val="00B121FF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65D2B"/>
    <w:rsid w:val="00D77519"/>
    <w:rsid w:val="00D8134C"/>
    <w:rsid w:val="00DB726E"/>
    <w:rsid w:val="00DC3C22"/>
    <w:rsid w:val="00E12A01"/>
    <w:rsid w:val="00E12C07"/>
    <w:rsid w:val="00E7679D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A168B"/>
    <w:rsid w:val="00FB5316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31</TotalTime>
  <Pages>1</Pages>
  <Words>131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11</cp:revision>
  <cp:lastPrinted>2013-06-20T06:06:00Z</cp:lastPrinted>
  <dcterms:created xsi:type="dcterms:W3CDTF">2013-04-23T19:34:00Z</dcterms:created>
  <dcterms:modified xsi:type="dcterms:W3CDTF">2014-06-16T07:41:00Z</dcterms:modified>
</cp:coreProperties>
</file>