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91B" w:rsidRDefault="0024691B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E12A01" w:rsidRPr="0024691B">
        <w:rPr>
          <w:b/>
        </w:rPr>
        <w:t>Evropa</w:t>
      </w:r>
      <w:r w:rsidR="00BF156D" w:rsidRPr="0024691B">
        <w:rPr>
          <w:b/>
        </w:rPr>
        <w:t xml:space="preserve"> – státy a hlavní města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60577" w:rsidRPr="00E7679D">
        <w:t>Mgr. Alena Zemanová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260577">
        <w:t xml:space="preserve">: </w:t>
      </w:r>
      <w:r w:rsidR="00396E68">
        <w:t xml:space="preserve">  </w:t>
      </w:r>
      <w:r w:rsidR="00260577">
        <w:t>2_Regionální</w:t>
      </w:r>
      <w:proofErr w:type="gramEnd"/>
      <w:r w:rsidR="00260577">
        <w:t xml:space="preserve"> geografie</w:t>
      </w:r>
      <w:r w:rsidR="00163029">
        <w:tab/>
      </w:r>
      <w:r w:rsidR="0014152D">
        <w:t xml:space="preserve">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E7679D">
        <w:t xml:space="preserve"> </w:t>
      </w:r>
      <w:r w:rsidR="00E12A01">
        <w:t>1</w:t>
      </w:r>
      <w:r w:rsidR="00BF156D">
        <w:t>8</w:t>
      </w:r>
      <w:r w:rsidR="00260577">
        <w:t xml:space="preserve">  </w:t>
      </w:r>
      <w:r w:rsidR="00592F82">
        <w:tab/>
        <w:t>Předmět:</w:t>
      </w:r>
      <w:r w:rsidR="00592F82">
        <w:tab/>
      </w:r>
      <w:r w:rsidR="00260577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E7679D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E156A">
        <w:t>16. 5. 2013</w:t>
      </w:r>
      <w:r w:rsidR="00163029">
        <w:tab/>
      </w:r>
      <w:r>
        <w:t>Třída:</w:t>
      </w:r>
      <w:r w:rsidR="00DE156A">
        <w:t xml:space="preserve"> </w:t>
      </w:r>
      <w:proofErr w:type="gramStart"/>
      <w:r w:rsidR="00DE156A">
        <w:t>sexta</w:t>
      </w:r>
      <w:r w:rsidR="00260577">
        <w:t xml:space="preserve">          </w:t>
      </w:r>
      <w:r w:rsidR="0014152D">
        <w:t xml:space="preserve">   </w:t>
      </w:r>
      <w:r w:rsidR="00260577">
        <w:t xml:space="preserve">  </w:t>
      </w:r>
      <w:r>
        <w:t>Ověřující</w:t>
      </w:r>
      <w:proofErr w:type="gramEnd"/>
      <w:r>
        <w:t xml:space="preserve"> učitel:</w:t>
      </w:r>
      <w:r w:rsidR="00260577">
        <w:t xml:space="preserve"> Mgr. Alena Zemanová</w:t>
      </w:r>
    </w:p>
    <w:p w:rsidR="009F6F13" w:rsidRDefault="00745A98" w:rsidP="0024691B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  <w:r>
        <w:tab/>
      </w:r>
    </w:p>
    <w:p w:rsidR="0024691B" w:rsidRDefault="00ED1049" w:rsidP="0024691B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12A01">
        <w:rPr>
          <w:rStyle w:val="Hypertextovodkaz"/>
          <w:b/>
          <w:color w:val="auto"/>
          <w:u w:val="none"/>
        </w:rPr>
        <w:t xml:space="preserve"> </w:t>
      </w:r>
    </w:p>
    <w:p w:rsidR="00163029" w:rsidRPr="00E7679D" w:rsidRDefault="00E12A01" w:rsidP="0024691B">
      <w:pPr>
        <w:spacing w:line="276" w:lineRule="auto"/>
        <w:jc w:val="both"/>
      </w:pPr>
      <w:r w:rsidRPr="003D01FE">
        <w:rPr>
          <w:rStyle w:val="Hypertextovodkaz"/>
          <w:color w:val="auto"/>
          <w:u w:val="none"/>
        </w:rPr>
        <w:t xml:space="preserve">Žáci si nejprve opakují polohu států Evropy a následně je aktivně doplňují do obrysové mapy. </w:t>
      </w:r>
      <w:r w:rsidR="003D01FE" w:rsidRPr="003D01FE">
        <w:rPr>
          <w:rStyle w:val="Hypertextovodkaz"/>
          <w:color w:val="auto"/>
          <w:u w:val="none"/>
        </w:rPr>
        <w:t xml:space="preserve"> Dále si aktivně opakují hlavní města vybraných</w:t>
      </w:r>
      <w:r w:rsidR="003D01FE">
        <w:rPr>
          <w:rStyle w:val="Hypertextovodkaz"/>
          <w:b/>
          <w:color w:val="auto"/>
          <w:u w:val="none"/>
        </w:rPr>
        <w:t xml:space="preserve"> </w:t>
      </w:r>
      <w:r w:rsidR="003D01FE" w:rsidRPr="003D01FE">
        <w:rPr>
          <w:rStyle w:val="Hypertextovodkaz"/>
          <w:color w:val="auto"/>
          <w:u w:val="none"/>
        </w:rPr>
        <w:t>států.</w:t>
      </w:r>
    </w:p>
    <w:p w:rsidR="0024691B" w:rsidRDefault="0024691B" w:rsidP="0024691B">
      <w:pPr>
        <w:spacing w:line="360" w:lineRule="auto"/>
        <w:rPr>
          <w:b/>
        </w:rPr>
      </w:pPr>
    </w:p>
    <w:p w:rsidR="0024691B" w:rsidRPr="0024691B" w:rsidRDefault="00484E3A" w:rsidP="0024691B">
      <w:pPr>
        <w:spacing w:line="360" w:lineRule="auto"/>
        <w:rPr>
          <w:b/>
        </w:rPr>
      </w:pPr>
      <w:r w:rsidRPr="0024691B">
        <w:rPr>
          <w:b/>
        </w:rPr>
        <w:t>Klíčová slova:</w:t>
      </w:r>
      <w:r w:rsidR="00E7679D" w:rsidRPr="0024691B">
        <w:rPr>
          <w:b/>
        </w:rPr>
        <w:t xml:space="preserve"> </w:t>
      </w:r>
    </w:p>
    <w:p w:rsidR="00484E3A" w:rsidRPr="00E7679D" w:rsidRDefault="00E12A01" w:rsidP="0024691B">
      <w:pPr>
        <w:spacing w:line="360" w:lineRule="auto"/>
      </w:pPr>
      <w:r>
        <w:t>Evropa</w:t>
      </w:r>
      <w:r w:rsidR="00F16133">
        <w:t xml:space="preserve"> – státy a hlavní města</w:t>
      </w:r>
    </w:p>
    <w:p w:rsidR="0024691B" w:rsidRDefault="0024691B" w:rsidP="0024691B">
      <w:pPr>
        <w:spacing w:line="360" w:lineRule="auto"/>
        <w:rPr>
          <w:b/>
        </w:rPr>
      </w:pPr>
    </w:p>
    <w:p w:rsidR="00E12A01" w:rsidRDefault="00501C29" w:rsidP="0024691B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4152D">
        <w:rPr>
          <w:b/>
        </w:rPr>
        <w:t xml:space="preserve"> </w:t>
      </w:r>
    </w:p>
    <w:p w:rsidR="00F73128" w:rsidRDefault="0014152D" w:rsidP="0024691B">
      <w:pPr>
        <w:spacing w:line="276" w:lineRule="auto"/>
        <w:jc w:val="both"/>
      </w:pPr>
      <w:r w:rsidRPr="0014152D">
        <w:t>Výukový materiál lze využít v hodinách zeměpisu na základní a střední škole.</w:t>
      </w:r>
      <w:r w:rsidR="00E7679D">
        <w:t xml:space="preserve"> Také v seminářích s geografickou tématikou.</w:t>
      </w:r>
    </w:p>
    <w:p w:rsidR="00E7679D" w:rsidRPr="0014152D" w:rsidRDefault="00E7679D" w:rsidP="0024691B">
      <w:pPr>
        <w:spacing w:line="276" w:lineRule="auto"/>
        <w:jc w:val="both"/>
      </w:pPr>
    </w:p>
    <w:p w:rsidR="00EB331B" w:rsidRDefault="00623F17" w:rsidP="0024691B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E7679D" w:rsidRPr="0014152D" w:rsidRDefault="00E7679D" w:rsidP="0024691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14152D">
        <w:rPr>
          <w:rFonts w:ascii="Arial" w:hAnsi="Arial" w:cs="Arial"/>
          <w:color w:val="000000"/>
          <w:sz w:val="20"/>
          <w:szCs w:val="20"/>
        </w:rPr>
        <w:t xml:space="preserve">Hanus, M., Šídlo, L. </w:t>
      </w:r>
      <w:r w:rsidRPr="0014152D">
        <w:rPr>
          <w:rFonts w:ascii="Arial" w:hAnsi="Arial" w:cs="Arial"/>
          <w:i/>
          <w:iCs/>
          <w:color w:val="000000"/>
          <w:sz w:val="20"/>
          <w:szCs w:val="20"/>
        </w:rPr>
        <w:t xml:space="preserve">Školní atlas dnešního světa, </w:t>
      </w:r>
      <w:r w:rsidRPr="0014152D">
        <w:rPr>
          <w:rFonts w:ascii="Arial" w:hAnsi="Arial" w:cs="Arial"/>
          <w:color w:val="000000"/>
          <w:sz w:val="20"/>
          <w:szCs w:val="20"/>
        </w:rPr>
        <w:t>TERRA, s.r.o. a TERRA - KLUB o.p.s., Praha: 2011</w:t>
      </w:r>
    </w:p>
    <w:p w:rsidR="00E12A01" w:rsidRPr="00E12A01" w:rsidRDefault="00E12A01" w:rsidP="0024691B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  <w:lang w:val="en-US"/>
        </w:rPr>
      </w:pPr>
      <w:r w:rsidRPr="00E12A01">
        <w:rPr>
          <w:rFonts w:ascii="Calibri" w:hAnsi="Calibri" w:cs="Calibri"/>
          <w:color w:val="000000"/>
          <w:sz w:val="22"/>
          <w:szCs w:val="22"/>
          <w:lang w:val="en-US"/>
        </w:rPr>
        <w:t>http://mapasveta.info/evropa/mapa_evropy.html</w:t>
      </w:r>
    </w:p>
    <w:p w:rsidR="00E12A01" w:rsidRPr="00E12A01" w:rsidRDefault="00E12A01" w:rsidP="0024691B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E12A01">
        <w:rPr>
          <w:rFonts w:ascii="Calibri" w:hAnsi="Calibri" w:cs="Calibri"/>
          <w:color w:val="000000"/>
          <w:sz w:val="22"/>
          <w:szCs w:val="22"/>
        </w:rPr>
        <w:t>SMART Notebook 11</w:t>
      </w:r>
      <w:r w:rsidR="00DE156A">
        <w:rPr>
          <w:rFonts w:ascii="Calibri" w:hAnsi="Calibri" w:cs="Calibri"/>
          <w:color w:val="000000"/>
          <w:sz w:val="22"/>
          <w:szCs w:val="22"/>
        </w:rPr>
        <w:t>/galerie</w:t>
      </w:r>
    </w:p>
    <w:p w:rsidR="00E7679D" w:rsidRPr="00E7679D" w:rsidRDefault="00E7679D" w:rsidP="0024691B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:rsidR="0014152D" w:rsidRPr="0014152D" w:rsidRDefault="0014152D" w:rsidP="0014152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14152D">
        <w:rPr>
          <w:b/>
        </w:rPr>
        <w:t>-</w:t>
      </w:r>
      <w:r w:rsidR="0024691B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B8" w:rsidRDefault="00575EB8">
      <w:r>
        <w:separator/>
      </w:r>
    </w:p>
  </w:endnote>
  <w:endnote w:type="continuationSeparator" w:id="0">
    <w:p w:rsidR="00575EB8" w:rsidRDefault="0057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49" w:rsidRDefault="00ED1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49" w:rsidRDefault="00ED1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B8" w:rsidRDefault="00575EB8">
      <w:r>
        <w:separator/>
      </w:r>
    </w:p>
  </w:footnote>
  <w:footnote w:type="continuationSeparator" w:id="0">
    <w:p w:rsidR="00575EB8" w:rsidRDefault="00575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49" w:rsidRDefault="00ED104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D104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D28F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49" w:rsidRDefault="00ED104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7177F"/>
    <w:rsid w:val="000A48C9"/>
    <w:rsid w:val="000B2930"/>
    <w:rsid w:val="000C1FE7"/>
    <w:rsid w:val="000C3E7E"/>
    <w:rsid w:val="000D28F6"/>
    <w:rsid w:val="000E29CB"/>
    <w:rsid w:val="0010546B"/>
    <w:rsid w:val="0014152D"/>
    <w:rsid w:val="00155898"/>
    <w:rsid w:val="00163029"/>
    <w:rsid w:val="001A6A4C"/>
    <w:rsid w:val="001F1A08"/>
    <w:rsid w:val="00232FB1"/>
    <w:rsid w:val="00235ED8"/>
    <w:rsid w:val="0024691B"/>
    <w:rsid w:val="00260577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96E68"/>
    <w:rsid w:val="003A5AD6"/>
    <w:rsid w:val="003D01FE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75EB8"/>
    <w:rsid w:val="00592F82"/>
    <w:rsid w:val="005A62C1"/>
    <w:rsid w:val="005D030A"/>
    <w:rsid w:val="006013DD"/>
    <w:rsid w:val="006027CC"/>
    <w:rsid w:val="00623F17"/>
    <w:rsid w:val="006659E0"/>
    <w:rsid w:val="006850B2"/>
    <w:rsid w:val="006A575C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BF156D"/>
    <w:rsid w:val="00BF2EFE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B726E"/>
    <w:rsid w:val="00DC3C22"/>
    <w:rsid w:val="00DE156A"/>
    <w:rsid w:val="00E12A01"/>
    <w:rsid w:val="00E12C07"/>
    <w:rsid w:val="00E7679D"/>
    <w:rsid w:val="00E85A23"/>
    <w:rsid w:val="00E96239"/>
    <w:rsid w:val="00EB152F"/>
    <w:rsid w:val="00EB331B"/>
    <w:rsid w:val="00EB4BB6"/>
    <w:rsid w:val="00ED00A5"/>
    <w:rsid w:val="00ED1049"/>
    <w:rsid w:val="00EE037D"/>
    <w:rsid w:val="00EF7937"/>
    <w:rsid w:val="00F16133"/>
    <w:rsid w:val="00F16660"/>
    <w:rsid w:val="00F21BB5"/>
    <w:rsid w:val="00F456CA"/>
    <w:rsid w:val="00F73128"/>
    <w:rsid w:val="00FA168B"/>
    <w:rsid w:val="00FB531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131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2013-06-20T06:09:00Z</cp:lastPrinted>
  <dcterms:created xsi:type="dcterms:W3CDTF">2013-04-28T12:11:00Z</dcterms:created>
  <dcterms:modified xsi:type="dcterms:W3CDTF">2014-06-16T07:44:00Z</dcterms:modified>
</cp:coreProperties>
</file>