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354" w:rsidRDefault="00C2435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171A66" w:rsidRPr="00C24354">
        <w:rPr>
          <w:b/>
        </w:rPr>
        <w:t>Česká republika – Pražské metro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60577" w:rsidRPr="00E7679D">
        <w:t xml:space="preserve">Mgr. </w:t>
      </w:r>
      <w:r w:rsidR="00171A66">
        <w:t xml:space="preserve">Rudolf </w:t>
      </w:r>
      <w:proofErr w:type="spellStart"/>
      <w:r w:rsidR="00171A66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260577">
        <w:t xml:space="preserve">: </w:t>
      </w:r>
      <w:r w:rsidR="0014152D">
        <w:t xml:space="preserve">   </w:t>
      </w:r>
      <w:r w:rsidR="00171A66">
        <w:t>3</w:t>
      </w:r>
      <w:r w:rsidR="00260577">
        <w:t>_Regionální</w:t>
      </w:r>
      <w:proofErr w:type="gramEnd"/>
      <w:r w:rsidR="00260577">
        <w:t xml:space="preserve"> geografie</w:t>
      </w:r>
      <w:r w:rsidR="00163029">
        <w:tab/>
      </w:r>
      <w:r w:rsidR="0014152D">
        <w:t xml:space="preserve">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D148D1">
        <w:t xml:space="preserve"> </w:t>
      </w:r>
      <w:r w:rsidR="00171A66">
        <w:t>19</w:t>
      </w:r>
      <w:r w:rsidR="00260577">
        <w:t xml:space="preserve">  </w:t>
      </w:r>
      <w:r w:rsidR="00592F82">
        <w:tab/>
        <w:t>Předmět:</w:t>
      </w:r>
      <w:r w:rsidR="00592F82">
        <w:tab/>
      </w:r>
      <w:r w:rsidR="00260577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E7679D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DC2E08">
        <w:t>6.6</w:t>
      </w:r>
      <w:r w:rsidR="00171A66">
        <w:t>. 2013</w:t>
      </w:r>
      <w:proofErr w:type="gramEnd"/>
      <w:r w:rsidR="00163029">
        <w:tab/>
      </w:r>
      <w:r>
        <w:t>Třída:</w:t>
      </w:r>
      <w:r w:rsidR="00DC2E08">
        <w:t xml:space="preserve"> </w:t>
      </w:r>
      <w:proofErr w:type="gramStart"/>
      <w:r w:rsidR="00DC2E08">
        <w:t>3.D</w:t>
      </w:r>
      <w:r w:rsidR="00171A66">
        <w:t xml:space="preserve">  </w:t>
      </w:r>
      <w:r w:rsidR="00DC2E08">
        <w:t xml:space="preserve">     </w:t>
      </w:r>
      <w:r w:rsidR="00171A66">
        <w:t xml:space="preserve">   </w:t>
      </w:r>
      <w:r w:rsidR="00260577">
        <w:t xml:space="preserve"> </w:t>
      </w:r>
      <w:r>
        <w:t>Ověřující</w:t>
      </w:r>
      <w:proofErr w:type="gramEnd"/>
      <w:r>
        <w:t xml:space="preserve"> učitel:</w:t>
      </w:r>
      <w:r w:rsidR="00260577">
        <w:t xml:space="preserve"> Mgr. </w:t>
      </w:r>
      <w:r w:rsidR="00171A66">
        <w:t xml:space="preserve">Rudolf </w:t>
      </w:r>
      <w:proofErr w:type="spellStart"/>
      <w:r w:rsidR="00171A66">
        <w:t>Frantl</w:t>
      </w:r>
      <w:proofErr w:type="spellEnd"/>
    </w:p>
    <w:p w:rsidR="009F6F13" w:rsidRDefault="00745A98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ab/>
      </w:r>
    </w:p>
    <w:p w:rsidR="00C24354" w:rsidRDefault="00194EA1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7679D">
        <w:rPr>
          <w:rStyle w:val="Hypertextovodkaz"/>
          <w:b/>
          <w:color w:val="auto"/>
          <w:u w:val="none"/>
        </w:rPr>
        <w:t xml:space="preserve"> </w:t>
      </w:r>
    </w:p>
    <w:p w:rsidR="00163029" w:rsidRPr="00E7679D" w:rsidRDefault="00171A66" w:rsidP="00C24354">
      <w:pPr>
        <w:spacing w:line="276" w:lineRule="auto"/>
        <w:jc w:val="both"/>
      </w:pPr>
      <w:r>
        <w:rPr>
          <w:rStyle w:val="Hypertextovodkaz"/>
          <w:color w:val="auto"/>
          <w:u w:val="none"/>
        </w:rPr>
        <w:t>V úvodu výukového materiálu získají žáci základní informace z historie Pražského metra</w:t>
      </w:r>
      <w:r w:rsidR="00E7679D" w:rsidRPr="00E7679D">
        <w:rPr>
          <w:rStyle w:val="Hypertextovodkaz"/>
          <w:color w:val="auto"/>
          <w:u w:val="none"/>
        </w:rPr>
        <w:t>,</w:t>
      </w:r>
      <w:r>
        <w:rPr>
          <w:rStyle w:val="Hypertextovodkaz"/>
          <w:color w:val="auto"/>
          <w:u w:val="none"/>
        </w:rPr>
        <w:t xml:space="preserve"> na </w:t>
      </w:r>
      <w:r w:rsidR="00810A57">
        <w:rPr>
          <w:rStyle w:val="Hypertextovodkaz"/>
          <w:color w:val="auto"/>
          <w:u w:val="none"/>
        </w:rPr>
        <w:t>mapě se seznámí s jednotlivými stanicemi</w:t>
      </w:r>
      <w:r>
        <w:rPr>
          <w:rStyle w:val="Hypertextovodkaz"/>
          <w:color w:val="auto"/>
          <w:u w:val="none"/>
        </w:rPr>
        <w:t xml:space="preserve"> trasy A, B, C a v zadaných úkolech si </w:t>
      </w:r>
      <w:r w:rsidR="00810A57">
        <w:rPr>
          <w:rStyle w:val="Hypertextovodkaz"/>
          <w:color w:val="auto"/>
          <w:u w:val="none"/>
        </w:rPr>
        <w:t xml:space="preserve">je </w:t>
      </w:r>
      <w:r>
        <w:rPr>
          <w:rStyle w:val="Hypertextovodkaz"/>
          <w:color w:val="auto"/>
          <w:u w:val="none"/>
        </w:rPr>
        <w:t>zopakují</w:t>
      </w:r>
      <w:r w:rsidR="00810A57">
        <w:rPr>
          <w:rStyle w:val="Hypertextovodkaz"/>
          <w:color w:val="auto"/>
          <w:u w:val="none"/>
        </w:rPr>
        <w:t>.</w:t>
      </w:r>
      <w:r>
        <w:rPr>
          <w:rStyle w:val="Hypertextovodkaz"/>
          <w:color w:val="auto"/>
          <w:u w:val="none"/>
        </w:rPr>
        <w:t xml:space="preserve"> </w:t>
      </w:r>
    </w:p>
    <w:p w:rsidR="00C24354" w:rsidRDefault="00C24354" w:rsidP="00745A98">
      <w:pPr>
        <w:spacing w:line="360" w:lineRule="auto"/>
        <w:rPr>
          <w:b/>
        </w:rPr>
      </w:pPr>
    </w:p>
    <w:p w:rsidR="00C24354" w:rsidRDefault="00484E3A" w:rsidP="00745A98">
      <w:pPr>
        <w:spacing w:line="360" w:lineRule="auto"/>
      </w:pPr>
      <w:r w:rsidRPr="00C24354">
        <w:rPr>
          <w:b/>
        </w:rPr>
        <w:t>Klíčová slova:</w:t>
      </w:r>
      <w:r w:rsidR="00E7679D">
        <w:t xml:space="preserve"> </w:t>
      </w:r>
    </w:p>
    <w:p w:rsidR="00484E3A" w:rsidRPr="00E7679D" w:rsidRDefault="00810A57" w:rsidP="00745A98">
      <w:pPr>
        <w:spacing w:line="360" w:lineRule="auto"/>
      </w:pPr>
      <w:r>
        <w:t>Pražské metro</w:t>
      </w:r>
    </w:p>
    <w:p w:rsidR="00C24354" w:rsidRPr="00C24354" w:rsidRDefault="00C24354" w:rsidP="00745A98">
      <w:pPr>
        <w:spacing w:line="360" w:lineRule="auto"/>
        <w:rPr>
          <w:b/>
          <w:sz w:val="20"/>
          <w:szCs w:val="20"/>
        </w:rPr>
      </w:pPr>
    </w:p>
    <w:p w:rsidR="00C24354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4152D">
        <w:rPr>
          <w:b/>
        </w:rPr>
        <w:t xml:space="preserve"> </w:t>
      </w:r>
    </w:p>
    <w:p w:rsidR="00F73128" w:rsidRDefault="0014152D" w:rsidP="00C24354">
      <w:pPr>
        <w:spacing w:line="276" w:lineRule="auto"/>
        <w:jc w:val="both"/>
      </w:pPr>
      <w:r w:rsidRPr="0014152D">
        <w:t>Výukový materiál lze využít v hodinách zeměpisu na základní a střední škole.</w:t>
      </w:r>
      <w:r w:rsidR="00E7679D">
        <w:t xml:space="preserve"> Také v seminářích s geografickou tématikou.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10A57" w:rsidRPr="00994CE0" w:rsidRDefault="00810A57" w:rsidP="00810A5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994CE0">
        <w:rPr>
          <w:rFonts w:ascii="Arial" w:hAnsi="Arial" w:cs="Arial"/>
          <w:color w:val="000000"/>
          <w:sz w:val="22"/>
          <w:szCs w:val="22"/>
        </w:rPr>
        <w:t>http://cs.wikipedia.org/wiki/Metro_v_Praze</w:t>
      </w:r>
    </w:p>
    <w:p w:rsidR="00E7679D" w:rsidRPr="00C24354" w:rsidRDefault="00E7679D" w:rsidP="00E7679D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14152D" w:rsidRPr="00C24354" w:rsidRDefault="0014152D" w:rsidP="0014152D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623F17" w:rsidRPr="00B121FF" w:rsidRDefault="00623F17" w:rsidP="00C24354">
      <w:pPr>
        <w:tabs>
          <w:tab w:val="left" w:pos="6750"/>
        </w:tabs>
        <w:spacing w:before="240" w:line="360" w:lineRule="auto"/>
      </w:pPr>
      <w:r w:rsidRPr="00EB331B">
        <w:rPr>
          <w:b/>
        </w:rPr>
        <w:t xml:space="preserve">Poznámka: </w:t>
      </w:r>
      <w:r w:rsidR="0014152D">
        <w:rPr>
          <w:b/>
        </w:rPr>
        <w:t>-</w:t>
      </w:r>
      <w:r w:rsidR="00C24354">
        <w:rPr>
          <w:b/>
        </w:rPr>
        <w:t>-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243" w:rsidRDefault="00BF4243">
      <w:r>
        <w:separator/>
      </w:r>
    </w:p>
  </w:endnote>
  <w:endnote w:type="continuationSeparator" w:id="0">
    <w:p w:rsidR="00BF4243" w:rsidRDefault="00BF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EA1" w:rsidRDefault="00194E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EA1" w:rsidRDefault="00194E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243" w:rsidRDefault="00BF4243">
      <w:r>
        <w:separator/>
      </w:r>
    </w:p>
  </w:footnote>
  <w:footnote w:type="continuationSeparator" w:id="0">
    <w:p w:rsidR="00BF4243" w:rsidRDefault="00BF4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EA1" w:rsidRDefault="00194E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194EA1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94EA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8193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EA1" w:rsidRDefault="00194E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4"/>
    <o:shapelayout v:ext="edit">
      <o:idmap v:ext="edit" data="8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4152D"/>
    <w:rsid w:val="00163029"/>
    <w:rsid w:val="00171A66"/>
    <w:rsid w:val="00194EA1"/>
    <w:rsid w:val="001A6A4C"/>
    <w:rsid w:val="001F1A08"/>
    <w:rsid w:val="00232FB1"/>
    <w:rsid w:val="00260577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22B50"/>
    <w:rsid w:val="00546A70"/>
    <w:rsid w:val="00574DD9"/>
    <w:rsid w:val="00592F82"/>
    <w:rsid w:val="005A62C1"/>
    <w:rsid w:val="005D030A"/>
    <w:rsid w:val="006013DD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0A57"/>
    <w:rsid w:val="00812228"/>
    <w:rsid w:val="0082351D"/>
    <w:rsid w:val="00823D1E"/>
    <w:rsid w:val="008725F1"/>
    <w:rsid w:val="008B5602"/>
    <w:rsid w:val="008F1D94"/>
    <w:rsid w:val="009178A2"/>
    <w:rsid w:val="00930B79"/>
    <w:rsid w:val="00947D7A"/>
    <w:rsid w:val="00994CE0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BF4243"/>
    <w:rsid w:val="00C067D2"/>
    <w:rsid w:val="00C24354"/>
    <w:rsid w:val="00C36394"/>
    <w:rsid w:val="00C43F4C"/>
    <w:rsid w:val="00C61876"/>
    <w:rsid w:val="00C61B2E"/>
    <w:rsid w:val="00C841AF"/>
    <w:rsid w:val="00CB38DA"/>
    <w:rsid w:val="00CC59E8"/>
    <w:rsid w:val="00CF24A3"/>
    <w:rsid w:val="00D148D1"/>
    <w:rsid w:val="00D65D2B"/>
    <w:rsid w:val="00D77519"/>
    <w:rsid w:val="00DB726E"/>
    <w:rsid w:val="00DC2E08"/>
    <w:rsid w:val="00DC3C22"/>
    <w:rsid w:val="00E12C07"/>
    <w:rsid w:val="00E7679D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5316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113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1900-12-31T23:00:00Z</cp:lastPrinted>
  <dcterms:created xsi:type="dcterms:W3CDTF">2013-05-11T18:56:00Z</dcterms:created>
  <dcterms:modified xsi:type="dcterms:W3CDTF">2014-06-16T08:07:00Z</dcterms:modified>
</cp:coreProperties>
</file>