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A87" w:rsidRDefault="00F35A87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8C2AC3" w:rsidRPr="00F35A87">
        <w:rPr>
          <w:b/>
        </w:rPr>
        <w:t>Česká republika - města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60577" w:rsidRPr="00E7679D">
        <w:t xml:space="preserve">Mgr. </w:t>
      </w:r>
      <w:r w:rsidR="008C2AC3">
        <w:t xml:space="preserve">Rudolf </w:t>
      </w:r>
      <w:proofErr w:type="spellStart"/>
      <w:r w:rsidR="008C2AC3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260577">
        <w:t xml:space="preserve">: </w:t>
      </w:r>
      <w:r w:rsidR="0014152D">
        <w:t xml:space="preserve">   </w:t>
      </w:r>
      <w:r w:rsidR="008C2AC3">
        <w:t>3</w:t>
      </w:r>
      <w:r w:rsidR="00260577">
        <w:t>_Regionální</w:t>
      </w:r>
      <w:proofErr w:type="gramEnd"/>
      <w:r w:rsidR="00260577">
        <w:t xml:space="preserve"> geografie</w:t>
      </w:r>
      <w:r w:rsidR="00163029">
        <w:tab/>
      </w:r>
      <w:r w:rsidR="0014152D">
        <w:t xml:space="preserve">  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E7679D">
        <w:t xml:space="preserve"> </w:t>
      </w:r>
      <w:r w:rsidR="008C2AC3">
        <w:t>20</w:t>
      </w:r>
      <w:r w:rsidR="00592F82">
        <w:tab/>
        <w:t>Předmět:</w:t>
      </w:r>
      <w:r w:rsidR="00592F82">
        <w:tab/>
      </w:r>
      <w:r w:rsidR="00260577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E7679D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E96EAA">
        <w:t>11.6</w:t>
      </w:r>
      <w:r w:rsidR="006537BB">
        <w:t>. 2013</w:t>
      </w:r>
      <w:proofErr w:type="gramEnd"/>
      <w:r w:rsidR="00163029">
        <w:tab/>
      </w:r>
      <w:r>
        <w:t>Třída:</w:t>
      </w:r>
      <w:r w:rsidR="00E96EAA">
        <w:t xml:space="preserve"> </w:t>
      </w:r>
      <w:proofErr w:type="gramStart"/>
      <w:r w:rsidR="00E96EAA">
        <w:t>3.D</w:t>
      </w:r>
      <w:r w:rsidR="006537BB">
        <w:t xml:space="preserve">              </w:t>
      </w:r>
      <w:r>
        <w:t>Ověřující</w:t>
      </w:r>
      <w:proofErr w:type="gramEnd"/>
      <w:r>
        <w:t xml:space="preserve"> učitel:</w:t>
      </w:r>
      <w:r w:rsidR="00260577">
        <w:t xml:space="preserve"> Mgr. </w:t>
      </w:r>
      <w:r w:rsidR="006537BB">
        <w:t xml:space="preserve">Rudolf </w:t>
      </w:r>
      <w:proofErr w:type="spellStart"/>
      <w:r w:rsidR="006537BB">
        <w:t>Frantl</w:t>
      </w:r>
      <w:proofErr w:type="spellEnd"/>
    </w:p>
    <w:p w:rsidR="009F6F13" w:rsidRDefault="00745A98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ab/>
      </w:r>
    </w:p>
    <w:p w:rsidR="00F35A87" w:rsidRDefault="003D330F" w:rsidP="00F35A87">
      <w:pPr>
        <w:spacing w:line="276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E7679D">
        <w:rPr>
          <w:rStyle w:val="Hypertextovodkaz"/>
          <w:b/>
          <w:color w:val="auto"/>
          <w:u w:val="none"/>
        </w:rPr>
        <w:t xml:space="preserve"> </w:t>
      </w:r>
    </w:p>
    <w:p w:rsidR="00163029" w:rsidRPr="00E7679D" w:rsidRDefault="006537BB" w:rsidP="00F35A87">
      <w:pPr>
        <w:spacing w:line="276" w:lineRule="auto"/>
        <w:jc w:val="both"/>
      </w:pPr>
      <w:r w:rsidRPr="006537BB">
        <w:rPr>
          <w:rStyle w:val="Hypertextovodkaz"/>
          <w:color w:val="auto"/>
          <w:u w:val="none"/>
        </w:rPr>
        <w:t>Výukový materiál je zaměřen na opakování krajů a měst v České republice.</w:t>
      </w:r>
      <w:r>
        <w:rPr>
          <w:rStyle w:val="Hypertextovodkaz"/>
          <w:color w:val="auto"/>
          <w:u w:val="none"/>
        </w:rPr>
        <w:t xml:space="preserve"> Nejprve doplňují názvy vybraných měst a následně </w:t>
      </w:r>
      <w:r w:rsidR="002B0E97">
        <w:rPr>
          <w:rStyle w:val="Hypertextovodkaz"/>
          <w:color w:val="auto"/>
          <w:u w:val="none"/>
        </w:rPr>
        <w:t xml:space="preserve">přiřazují </w:t>
      </w:r>
      <w:r>
        <w:rPr>
          <w:rStyle w:val="Hypertextovodkaz"/>
          <w:color w:val="auto"/>
          <w:u w:val="none"/>
        </w:rPr>
        <w:t xml:space="preserve">města </w:t>
      </w:r>
      <w:r w:rsidR="002B0E97">
        <w:rPr>
          <w:rStyle w:val="Hypertextovodkaz"/>
          <w:color w:val="auto"/>
          <w:u w:val="none"/>
        </w:rPr>
        <w:t>do krajů.</w:t>
      </w:r>
    </w:p>
    <w:p w:rsidR="00F35A87" w:rsidRDefault="00F35A87" w:rsidP="00745A98">
      <w:pPr>
        <w:spacing w:line="360" w:lineRule="auto"/>
        <w:rPr>
          <w:b/>
        </w:rPr>
      </w:pPr>
    </w:p>
    <w:p w:rsidR="00F35A87" w:rsidRDefault="00484E3A" w:rsidP="00745A98">
      <w:pPr>
        <w:spacing w:line="360" w:lineRule="auto"/>
      </w:pPr>
      <w:r w:rsidRPr="00F35A87">
        <w:rPr>
          <w:b/>
        </w:rPr>
        <w:t>Klíčová slova:</w:t>
      </w:r>
      <w:r w:rsidR="00E7679D">
        <w:t xml:space="preserve"> </w:t>
      </w:r>
    </w:p>
    <w:p w:rsidR="00484E3A" w:rsidRPr="00E7679D" w:rsidRDefault="002B0E97" w:rsidP="00745A98">
      <w:pPr>
        <w:spacing w:line="360" w:lineRule="auto"/>
      </w:pPr>
      <w:r>
        <w:t>Česká republika - města</w:t>
      </w:r>
    </w:p>
    <w:p w:rsidR="00F35A87" w:rsidRPr="00F35A87" w:rsidRDefault="00F35A87" w:rsidP="00745A98">
      <w:pPr>
        <w:spacing w:line="360" w:lineRule="auto"/>
        <w:rPr>
          <w:b/>
          <w:sz w:val="20"/>
          <w:szCs w:val="20"/>
        </w:rPr>
      </w:pPr>
    </w:p>
    <w:p w:rsidR="00F35A87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4152D">
        <w:rPr>
          <w:b/>
        </w:rPr>
        <w:t xml:space="preserve"> </w:t>
      </w:r>
    </w:p>
    <w:p w:rsidR="00E7679D" w:rsidRPr="0014152D" w:rsidRDefault="0014152D" w:rsidP="00F35A87">
      <w:pPr>
        <w:spacing w:line="276" w:lineRule="auto"/>
        <w:jc w:val="both"/>
      </w:pPr>
      <w:r w:rsidRPr="0014152D">
        <w:t>Výukový materiál lze využít v hodinách zeměpisu na základní a střední škole.</w:t>
      </w:r>
      <w:r w:rsidR="00E7679D">
        <w:t xml:space="preserve"> Tak</w:t>
      </w:r>
      <w:r w:rsidR="00F35A87">
        <w:t>é v seminářích s geografickou te</w:t>
      </w:r>
      <w:r w:rsidR="00E7679D">
        <w:t>matikou.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2B0E97" w:rsidRPr="00B713C8" w:rsidRDefault="002B0E97" w:rsidP="002B0E97">
      <w:pPr>
        <w:autoSpaceDE w:val="0"/>
        <w:autoSpaceDN w:val="0"/>
        <w:adjustRightInd w:val="0"/>
        <w:rPr>
          <w:color w:val="000000"/>
        </w:rPr>
      </w:pPr>
      <w:r w:rsidRPr="00B713C8">
        <w:rPr>
          <w:color w:val="000000"/>
        </w:rPr>
        <w:t xml:space="preserve">Červinka, P., Holeček, M., </w:t>
      </w:r>
      <w:r w:rsidRPr="00B713C8">
        <w:rPr>
          <w:i/>
          <w:iCs/>
          <w:color w:val="000000"/>
        </w:rPr>
        <w:t>Zeměpis České republiky</w:t>
      </w:r>
      <w:r w:rsidRPr="00B713C8">
        <w:rPr>
          <w:color w:val="000000"/>
        </w:rPr>
        <w:t>, Nakladatelství České geografické společnosti, s.r.o., Praha: 2003</w:t>
      </w:r>
    </w:p>
    <w:p w:rsidR="002B0E97" w:rsidRPr="00F35A87" w:rsidRDefault="002B0E97" w:rsidP="002B0E97">
      <w:pPr>
        <w:autoSpaceDE w:val="0"/>
        <w:autoSpaceDN w:val="0"/>
        <w:adjustRightInd w:val="0"/>
        <w:rPr>
          <w:color w:val="000000"/>
        </w:rPr>
      </w:pPr>
      <w:r w:rsidRPr="00F35A87">
        <w:rPr>
          <w:color w:val="000000"/>
        </w:rPr>
        <w:t xml:space="preserve">Hanus, M., Šídlo, L. </w:t>
      </w:r>
      <w:r w:rsidRPr="00F35A87">
        <w:rPr>
          <w:i/>
          <w:iCs/>
          <w:color w:val="000000"/>
        </w:rPr>
        <w:t xml:space="preserve">Školní atlas </w:t>
      </w:r>
      <w:proofErr w:type="spellStart"/>
      <w:r w:rsidRPr="00F35A87">
        <w:rPr>
          <w:i/>
          <w:iCs/>
          <w:color w:val="000000"/>
        </w:rPr>
        <w:t>dnešnío</w:t>
      </w:r>
      <w:proofErr w:type="spellEnd"/>
      <w:r w:rsidRPr="00F35A87">
        <w:rPr>
          <w:i/>
          <w:iCs/>
          <w:color w:val="000000"/>
        </w:rPr>
        <w:t xml:space="preserve"> světa</w:t>
      </w:r>
      <w:r w:rsidRPr="00F35A87">
        <w:rPr>
          <w:color w:val="000000"/>
        </w:rPr>
        <w:t>, TERRA, s.r.o. a TERRA - KLUB o.p.s., Praha: 2011</w:t>
      </w:r>
    </w:p>
    <w:p w:rsidR="002B0E97" w:rsidRPr="00F35A87" w:rsidRDefault="002B0E97" w:rsidP="002B0E97">
      <w:pPr>
        <w:autoSpaceDE w:val="0"/>
        <w:autoSpaceDN w:val="0"/>
        <w:adjustRightInd w:val="0"/>
        <w:rPr>
          <w:color w:val="000000"/>
        </w:rPr>
      </w:pPr>
      <w:r w:rsidRPr="00F35A87">
        <w:rPr>
          <w:color w:val="000000"/>
        </w:rPr>
        <w:t>SMART Notebook/ galerie</w:t>
      </w:r>
    </w:p>
    <w:p w:rsidR="00E7679D" w:rsidRPr="00E7679D" w:rsidRDefault="00E7679D" w:rsidP="00E7679D">
      <w:pPr>
        <w:autoSpaceDE w:val="0"/>
        <w:autoSpaceDN w:val="0"/>
        <w:adjustRightInd w:val="0"/>
        <w:rPr>
          <w:color w:val="000000"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14152D">
        <w:rPr>
          <w:b/>
        </w:rPr>
        <w:t>-</w:t>
      </w:r>
      <w:r w:rsidR="00F35A87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CD3" w:rsidRDefault="00A96CD3">
      <w:r>
        <w:separator/>
      </w:r>
    </w:p>
  </w:endnote>
  <w:endnote w:type="continuationSeparator" w:id="0">
    <w:p w:rsidR="00A96CD3" w:rsidRDefault="00A9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0F" w:rsidRDefault="003D33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0F" w:rsidRDefault="003D33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CD3" w:rsidRDefault="00A96CD3">
      <w:r>
        <w:separator/>
      </w:r>
    </w:p>
  </w:footnote>
  <w:footnote w:type="continuationSeparator" w:id="0">
    <w:p w:rsidR="00A96CD3" w:rsidRDefault="00A96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0F" w:rsidRDefault="003D33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3D330F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3D330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8193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0F" w:rsidRDefault="003D33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4"/>
    <o:shapelayout v:ext="edit">
      <o:idmap v:ext="edit" data="8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546B"/>
    <w:rsid w:val="0014152D"/>
    <w:rsid w:val="00163029"/>
    <w:rsid w:val="001A6A4C"/>
    <w:rsid w:val="001F1A08"/>
    <w:rsid w:val="00232FB1"/>
    <w:rsid w:val="00260577"/>
    <w:rsid w:val="0028489E"/>
    <w:rsid w:val="00290C19"/>
    <w:rsid w:val="00297870"/>
    <w:rsid w:val="002A290B"/>
    <w:rsid w:val="002A5BAC"/>
    <w:rsid w:val="002B0E97"/>
    <w:rsid w:val="0033262C"/>
    <w:rsid w:val="0034544A"/>
    <w:rsid w:val="00353FD9"/>
    <w:rsid w:val="0036718C"/>
    <w:rsid w:val="003761B0"/>
    <w:rsid w:val="003835AF"/>
    <w:rsid w:val="00394D93"/>
    <w:rsid w:val="003A5AD6"/>
    <w:rsid w:val="003D330F"/>
    <w:rsid w:val="003E4C3B"/>
    <w:rsid w:val="003E63C0"/>
    <w:rsid w:val="003F4DE8"/>
    <w:rsid w:val="0042348A"/>
    <w:rsid w:val="00434610"/>
    <w:rsid w:val="004403C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13DD"/>
    <w:rsid w:val="006027CC"/>
    <w:rsid w:val="00623F17"/>
    <w:rsid w:val="006356DA"/>
    <w:rsid w:val="006537BB"/>
    <w:rsid w:val="006659E0"/>
    <w:rsid w:val="00696B74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C2AC3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96CD3"/>
    <w:rsid w:val="00AE0AB9"/>
    <w:rsid w:val="00B03303"/>
    <w:rsid w:val="00B11E31"/>
    <w:rsid w:val="00B121FF"/>
    <w:rsid w:val="00B43D79"/>
    <w:rsid w:val="00B713C8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B726E"/>
    <w:rsid w:val="00DC3C22"/>
    <w:rsid w:val="00E12C07"/>
    <w:rsid w:val="00E7679D"/>
    <w:rsid w:val="00E85A23"/>
    <w:rsid w:val="00E96239"/>
    <w:rsid w:val="00E96EAA"/>
    <w:rsid w:val="00EB152F"/>
    <w:rsid w:val="00EB331B"/>
    <w:rsid w:val="00ED00A5"/>
    <w:rsid w:val="00EE037D"/>
    <w:rsid w:val="00EF7937"/>
    <w:rsid w:val="00F16660"/>
    <w:rsid w:val="00F21BB5"/>
    <w:rsid w:val="00F35A87"/>
    <w:rsid w:val="00F36B1B"/>
    <w:rsid w:val="00F456CA"/>
    <w:rsid w:val="00F73128"/>
    <w:rsid w:val="00FA168B"/>
    <w:rsid w:val="00FB5316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1</Pages>
  <Words>141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7</cp:revision>
  <cp:lastPrinted>1900-12-31T23:00:00Z</cp:lastPrinted>
  <dcterms:created xsi:type="dcterms:W3CDTF">2013-05-11T21:25:00Z</dcterms:created>
  <dcterms:modified xsi:type="dcterms:W3CDTF">2014-06-16T08:07:00Z</dcterms:modified>
</cp:coreProperties>
</file>